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4BE1D" w14:textId="77777777" w:rsidR="00F90679" w:rsidRDefault="00F90679" w:rsidP="002658AB">
      <w:pPr>
        <w:jc w:val="both"/>
      </w:pPr>
    </w:p>
    <w:p w14:paraId="1C5E1E4D" w14:textId="77777777" w:rsidR="00143DE7" w:rsidRDefault="00143DE7" w:rsidP="002658AB">
      <w:pPr>
        <w:jc w:val="both"/>
      </w:pPr>
    </w:p>
    <w:p w14:paraId="3B6DB225" w14:textId="4B515821" w:rsidR="00E07EA0" w:rsidRDefault="00E07EA0" w:rsidP="00302D4C">
      <w:pPr>
        <w:pStyle w:val="Sous-titre"/>
        <w:ind w:left="0"/>
        <w:jc w:val="both"/>
      </w:pPr>
    </w:p>
    <w:p w14:paraId="1BB74F38" w14:textId="77777777" w:rsidR="00E07EA0" w:rsidRPr="00E07EA0" w:rsidRDefault="00E07EA0" w:rsidP="00E07EA0"/>
    <w:p w14:paraId="701C70D8" w14:textId="0032A856" w:rsidR="00302D4C" w:rsidRDefault="001B2423" w:rsidP="0069774A">
      <w:pPr>
        <w:pStyle w:val="Sous-titre"/>
      </w:pPr>
      <w:r>
        <w:t>Ca</w:t>
      </w:r>
      <w:r w:rsidR="00302D4C">
        <w:t>dre de réponse</w:t>
      </w:r>
      <w:r w:rsidR="0069774A">
        <w:t xml:space="preserve"> à l’appel à projet</w:t>
      </w:r>
    </w:p>
    <w:p w14:paraId="4BCA8BF5" w14:textId="4C56B86F" w:rsidR="00302D4C" w:rsidRPr="006A3BED" w:rsidRDefault="00302D4C" w:rsidP="006A3BED">
      <w:pPr>
        <w:ind w:left="720"/>
        <w:jc w:val="center"/>
        <w:rPr>
          <w:rFonts w:cstheme="minorHAnsi"/>
          <w:sz w:val="26"/>
          <w:szCs w:val="32"/>
        </w:rPr>
      </w:pPr>
      <w:r w:rsidRPr="006A3BED">
        <w:rPr>
          <w:rFonts w:cstheme="minorHAnsi"/>
          <w:sz w:val="26"/>
          <w:szCs w:val="32"/>
        </w:rPr>
        <w:t xml:space="preserve">Ce document est un </w:t>
      </w:r>
      <w:r w:rsidR="0069774A">
        <w:rPr>
          <w:rFonts w:cstheme="minorHAnsi"/>
          <w:sz w:val="26"/>
          <w:szCs w:val="32"/>
        </w:rPr>
        <w:t>dossier</w:t>
      </w:r>
      <w:r w:rsidRPr="006A3BED">
        <w:rPr>
          <w:rFonts w:cstheme="minorHAnsi"/>
          <w:sz w:val="26"/>
          <w:szCs w:val="32"/>
        </w:rPr>
        <w:t xml:space="preserve"> type </w:t>
      </w:r>
      <w:r w:rsidR="0069774A">
        <w:rPr>
          <w:rFonts w:cstheme="minorHAnsi"/>
          <w:sz w:val="26"/>
          <w:szCs w:val="32"/>
        </w:rPr>
        <w:t>de réponse proposé permettant au porteur de projet de présenter au mieux son projet. Le porteur de projet peut présenter son projet sous une autre forme mais devra respecter à minima l’ensemble des rubriques mentionnés dans ce document.</w:t>
      </w:r>
    </w:p>
    <w:p w14:paraId="3355D54D" w14:textId="1EAA3DBB" w:rsidR="00143DE7" w:rsidRDefault="006A3BED" w:rsidP="006A3BED">
      <w:pPr>
        <w:pStyle w:val="Sous-titre"/>
        <w:ind w:left="2160"/>
        <w:jc w:val="both"/>
      </w:pPr>
      <w:r w:rsidRPr="00143D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0C088A" wp14:editId="21C58B96">
                <wp:simplePos x="0" y="0"/>
                <wp:positionH relativeFrom="column">
                  <wp:posOffset>2820035</wp:posOffset>
                </wp:positionH>
                <wp:positionV relativeFrom="paragraph">
                  <wp:posOffset>489585</wp:posOffset>
                </wp:positionV>
                <wp:extent cx="377825" cy="0"/>
                <wp:effectExtent l="38100" t="38100" r="41275" b="38100"/>
                <wp:wrapNone/>
                <wp:docPr id="116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825" cy="0"/>
                        </a:xfrm>
                        <a:prstGeom prst="line">
                          <a:avLst/>
                        </a:prstGeom>
                        <a:ln w="44450" cap="sq">
                          <a:solidFill>
                            <a:schemeClr val="bg2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EE23A0A" id="Straight Connector 19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05pt,38.55pt" to="251.8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GK5wEAACIEAAAOAAAAZHJzL2Uyb0RvYy54bWysU8uO2zAMvBfoPwi6N47T7KNGnD1ksb0U&#10;7aLbfoAiS7EASVQpbZz8fSk5cbYPoGjRi2yRHJIzpFZ3B2fZXmE04Ftez+acKS+hM37X8q9fHt7c&#10;chaT8J2w4FXLjyryu/XrV6shNGoBPdhOIaMkPjZDaHmfUmiqKspeORFnEJQnpwZ0ItEVd1WHYqDs&#10;zlaL+fy6GgC7gCBVjGS9H518XfJrrWT6pHVUidmWU2+pnFjObT6r9Uo0OxShN/LUhviHLpwwnopO&#10;qe5FEuwZzS+pnJEIEXSaSXAVaG2kKhyITT3/ic1TL4IqXEicGCaZ4v9LKz/uH5GZjmZXX3PmhaMh&#10;PSUUZtcntgHvSUJAVr/LUg0hNoTY+Ec83WJ4xMz7oNHlLzFihyLvcZJXHRKTZHx7c3O7uOJMnl3V&#10;BRcwpvcKHMs/LbfGZ+KiEfsPMVEtCj2HZLP1bGj5crm8oqFKQYsTv5X4CNZ0D8baHFW2SG0ssr2g&#10;+W93i0yCUv0QhfDsu9FuPbkzyZFW+UtHq8aSn5UmpYhIPZbKO3rJLqRUPtWnCtZTdIZp6mUCzv8M&#10;PMVnqCr7+zfgCVEqg08T2BkP+Lvq6XBuWY/xZwVG3lmCLXTHMvAiDS1i0fD0aPKmv7wX+OVpr78D&#10;AAD//wMAUEsDBBQABgAIAAAAIQDf4h/13gAAAAkBAAAPAAAAZHJzL2Rvd25yZXYueG1sTI9NT8Mw&#10;DIbvSPyHyEhc0JYOygal6cTXjgztQ+KatqapaJyqyfrx7zHiACfL9qPXj9P1aBvRY+drRwoW8wgE&#10;UuHKmioFx8NmdgfCB02lbhyhggk9rLPzs1QnpRtoh/0+VIJDyCdagQmhTaT0hUGr/dy1SLz7dJ3V&#10;gduukmWnBw63jbyOoqW0uia+YHSLzwaLr/3JKthdDeZ1ui+2Ty8f/Xv+RmbaHo1Slxfj4wOIgGP4&#10;g+FHn9UhY6fcnaj0olEQx/GCUQWrFVcGbqObJYj8dyCzVP7/IPsGAAD//wMAUEsBAi0AFAAGAAgA&#10;AAAhALaDOJL+AAAA4QEAABMAAAAAAAAAAAAAAAAAAAAAAFtDb250ZW50X1R5cGVzXS54bWxQSwEC&#10;LQAUAAYACAAAACEAOP0h/9YAAACUAQAACwAAAAAAAAAAAAAAAAAvAQAAX3JlbHMvLnJlbHNQSwEC&#10;LQAUAAYACAAAACEACdhhiucBAAAiBAAADgAAAAAAAAAAAAAAAAAuAgAAZHJzL2Uyb0RvYy54bWxQ&#10;SwECLQAUAAYACAAAACEA3+If9d4AAAAJAQAADwAAAAAAAAAAAAAAAABBBAAAZHJzL2Rvd25yZXYu&#10;eG1sUEsFBgAAAAAEAAQA8wAAAEwFAAAAAA==&#10;" strokecolor="#1d1d1b [3214]" strokeweight="3.5pt">
                <v:stroke endcap="square"/>
              </v:line>
            </w:pict>
          </mc:Fallback>
        </mc:AlternateContent>
      </w:r>
      <w:r w:rsidR="00143DE7">
        <w:br w:type="page"/>
      </w:r>
    </w:p>
    <w:p w14:paraId="7EE4C735" w14:textId="048CA0E5" w:rsidR="00501AD5" w:rsidRDefault="00501AD5" w:rsidP="00E07EA0">
      <w:pPr>
        <w:jc w:val="center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sz w:val="56"/>
          <w:szCs w:val="56"/>
        </w:rPr>
        <w:lastRenderedPageBreak/>
        <w:t>Sommaire</w:t>
      </w:r>
    </w:p>
    <w:p w14:paraId="29BB2D19" w14:textId="2F1763BB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</w:p>
    <w:p w14:paraId="0CBDE0D7" w14:textId="75EA2B77" w:rsidR="00501AD5" w:rsidRDefault="00302D4C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8C4E4D3" wp14:editId="1052A881">
                <wp:simplePos x="0" y="0"/>
                <wp:positionH relativeFrom="margin">
                  <wp:align>left</wp:align>
                </wp:positionH>
                <wp:positionV relativeFrom="paragraph">
                  <wp:posOffset>176264</wp:posOffset>
                </wp:positionV>
                <wp:extent cx="5944054" cy="599704"/>
                <wp:effectExtent l="0" t="0" r="0" b="0"/>
                <wp:wrapNone/>
                <wp:docPr id="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5" name="Rectangle: Rounded Corners 10">
                          <a:extLst>
                            <a:ext uri="{FF2B5EF4-FFF2-40B4-BE49-F238E27FC236}">
                              <a16:creationId xmlns:a16="http://schemas.microsoft.com/office/drawing/2014/main" id="{CFDE09C9-7445-4F4B-8A94-37630E75C649}"/>
                            </a:ext>
                          </a:extLst>
                        </wps:cNvPr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018CC12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 w:rsidRPr="00F45E20"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6" name="Text Placeholder 1">
                          <a:extLst>
                            <a:ext uri="{FF2B5EF4-FFF2-40B4-BE49-F238E27FC236}">
                              <a16:creationId xmlns:a16="http://schemas.microsoft.com/office/drawing/2014/main" id="{25E8BAD3-352C-4606-B5E7-DD7AF37F390B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7244DB" w14:textId="066D697E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NOTICE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8C4E4D3" id="Group 92" o:spid="_x0000_s1026" style="position:absolute;left:0;text-align:left;margin-left:0;margin-top:13.9pt;width:468.05pt;height:47.2pt;z-index:251695104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bJ9gIAAF4HAAAOAAAAZHJzL2Uyb0RvYy54bWy8lclu2zAQhu8F+g4E740W70LkoE2aoEDQ&#10;Gkn6ADRFLS1FEiRtOX36DilR2Zwe0qI+yFzE4cw/34xOzw4tR3umTSNFjpOTGCMmqCwaUeX4+93l&#10;hyVGxhJREC4Fy/E9M/hs/f7daacylspa8oJpBEaEyTqV49palUWRoTVriTmRignYLKVuiYWprqJC&#10;kw6stzxK43gedVIXSkvKjIHVi34Tr739smTUfitLwyziOQbfrH9q/9y6Z7Q+JVmliaobOrhB3uBF&#10;SxoBl46mLoglaKebF6bahmppZGlPqGwjWZYNZT4GiCaJn0VzpeVO+ViqrKvUKBNI+0ynN5ulX/cb&#10;jZoix1OMBGkhRf5WtEqdNp2qMnjlSqtbtdHDQtXPXLiHUrfuHwJBB6/q/agqO1hEYXG2mk7jGZin&#10;sDdbrRbxtJed1pCbF8do/fnPB6NwbeS8G53pFBBkHkQyfyfSbU0U89obp8Ag0iyIdANkEVFxlqEb&#10;uRMFK9C51AIKASWeKucOnBtlM5kBBV/VbDKbp/NelqDbJFksZ6tetsl8Mpks3f4YPcmUNvaKyRa5&#10;QY4BFlE4vzyIZH9trCeyGPJKih8YlS0HvveEozRJ5pPB4vAy2A423UkjeVNcNpz7ia6251wjOJrj&#10;S/jFPkw48uQ1LlAHfSBdwDaiBCq65MTCsFXAmBEVRoRX0Cqo1d5PId0Nvgzd3RfE1P0d3myvSNtY&#10;aBK8aXO8jN1vcJsL5xnzZQ7ROnWc7L3QbmQP24OH1mRbWdxDEvkXAWC4ThAGOgy2YaAtP5d9vyCC&#10;1hLahfM2mAfIXGH8B9rmgbY7x8SGE8qGhpk4bx4hhuzhk4RaS7ymRl1L+tMEhwcM+wOvUDhbLpYp&#10;wHakfB2aKYD/tHz/GYchmccZfIRHn+1xARxwK0cy7tvZqNCQePhGQY1AMn/hAYIkdjAFEsKsxyHM&#10;eibC7AgYfbEJ+XFnZdmMCPaXDt55YHyzgibuK3j44LivxOO5f//hs7j+DQAA//8DAFBLAwQUAAYA&#10;CAAAACEAtcKXzN4AAAAHAQAADwAAAGRycy9kb3ducmV2LnhtbEyPQUvDQBSE74L/YXmCN7vJFqvG&#10;bEop6qkItkLp7TX7moRmd0N2m6T/3udJj8MMM9/ky8m2YqA+NN5pSGcJCHKlN42rNHzv3h+eQYSI&#10;zmDrHWm4UoBlcXuTY2b86L5o2MZKcIkLGWqoY+wyKUNZk8Uw8x059k6+txhZ9pU0PY5cblupkmQh&#10;LTaOF2rsaF1Ted5erIaPEcfVPH0bNufT+nrYPX7uNylpfX83rV5BRJriXxh+8RkdCmY6+oszQbQa&#10;+EjUoJ6Yn92X+SIFceSYUgpkkcv//MUPAAAA//8DAFBLAQItABQABgAIAAAAIQC2gziS/gAAAOEB&#10;AAATAAAAAAAAAAAAAAAAAAAAAABbQ29udGVudF9UeXBlc10ueG1sUEsBAi0AFAAGAAgAAAAhADj9&#10;If/WAAAAlAEAAAsAAAAAAAAAAAAAAAAALwEAAF9yZWxzLy5yZWxzUEsBAi0AFAAGAAgAAAAhAAAq&#10;Jsn2AgAAXgcAAA4AAAAAAAAAAAAAAAAALgIAAGRycy9lMm9Eb2MueG1sUEsBAi0AFAAGAAgAAAAh&#10;ALXCl8zeAAAABwEAAA8AAAAAAAAAAAAAAAAAUAUAAGRycy9kb3ducmV2LnhtbFBLBQYAAAAABAAE&#10;APMAAABbBgAAAAA=&#10;">
                <v:roundrect id="Rectangle: Rounded Corners 10" o:spid="_x0000_s1027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HWvxAAAANoAAAAPAAAAZHJzL2Rvd25yZXYueG1sRI9Ba8JA&#10;FITvhf6H5RW8iG5SqUh0FRUq3ko1gt4e2WeSNvt2ya4x/ffdQsHjMDPfMItVbxrRUetrywrScQKC&#10;uLC65lJBfnwfzUD4gKyxsUwKfsjDavn8tMBM2zt/UncIpYgQ9hkqqEJwmZS+qMigH1tHHL2rbQ2G&#10;KNtS6hbvEW4a+ZokU2mw5rhQoaNtRcX34WYU8H7j1pNLenbd8Sun3ccpHw5TpQYv/XoOIlAfHuH/&#10;9l4reIO/K/EGyOUvAAAA//8DAFBLAQItABQABgAIAAAAIQDb4fbL7gAAAIUBAAATAAAAAAAAAAAA&#10;AAAAAAAAAABbQ29udGVudF9UeXBlc10ueG1sUEsBAi0AFAAGAAgAAAAhAFr0LFu/AAAAFQEAAAsA&#10;AAAAAAAAAAAAAAAAHwEAAF9yZWxzLy5yZWxzUEsBAi0AFAAGAAgAAAAhAI88da/EAAAA2g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018CC12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 w:rsidRPr="00F45E20"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oundrect>
                <v:roundrect id="Text Placeholder 1" o:spid="_x0000_s1028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RfywQAAANoAAAAPAAAAZHJzL2Rvd25yZXYueG1sRI9Bi8Iw&#10;FITvgv8hPMGbpnoIUo0iuwq6eFH7A942z7Zs81KaaOv+erOw4HGYmW+Y1aa3tXhQ6yvHGmbTBARx&#10;7kzFhYbsup8sQPiAbLB2TBqe5GGzHg5WmBrX8Zkel1CICGGfooYyhCaV0uclWfRT1xBH7+ZaiyHK&#10;tpCmxS7CbS3nSaKkxYrjQokNfZSU/1zuVoNNKq+OnydU31/302/Y7m6qy7Qej/rtEkSgPrzD/+2D&#10;0aDg70q8AXL9AgAA//8DAFBLAQItABQABgAIAAAAIQDb4fbL7gAAAIUBAAATAAAAAAAAAAAAAAAA&#10;AAAAAABbQ29udGVudF9UeXBlc10ueG1sUEsBAi0AFAAGAAgAAAAhAFr0LFu/AAAAFQEAAAsAAAAA&#10;AAAAAAAAAAAAHwEAAF9yZWxzLy5yZWxzUEsBAi0AFAAGAAgAAAAhAAFNF/LBAAAA2gAAAA8AAAAA&#10;AAAAAAAAAAAABwIAAGRycy9kb3ducmV2LnhtbFBLBQYAAAAAAwADALcAAAD1AgAAAAA=&#10;" filled="f" stroked="f">
                  <v:textbox inset="3mm,3mm,3mm,3mm">
                    <w:txbxContent>
                      <w:p w14:paraId="047244DB" w14:textId="066D697E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NOTICE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6B6759E4" w14:textId="0950A582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5059A3A" wp14:editId="52FA9230">
                <wp:simplePos x="0" y="0"/>
                <wp:positionH relativeFrom="margin">
                  <wp:align>left</wp:align>
                </wp:positionH>
                <wp:positionV relativeFrom="paragraph">
                  <wp:posOffset>158247</wp:posOffset>
                </wp:positionV>
                <wp:extent cx="5944054" cy="599704"/>
                <wp:effectExtent l="0" t="0" r="0" b="0"/>
                <wp:wrapNone/>
                <wp:docPr id="9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0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FF39A74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2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F42735" w14:textId="44E123E8" w:rsidR="00AD4A2E" w:rsidRPr="00211774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Arial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CLARATION</w:t>
                              </w:r>
                              <w:r w:rsidR="00AD4A2E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SUR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L’HONNEUR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5059A3A" id="Group 93" o:spid="_x0000_s1029" style="position:absolute;left:0;text-align:left;margin-left:0;margin-top:12.45pt;width:468.05pt;height:47.2pt;z-index:251696128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DPV+gIAAGcHAAAOAAAAZHJzL2Uyb0RvYy54bWy0ldtu1DAQhu+ReAfL9zSHPXQ3araCllZI&#10;CKq2PIDXcQ7g2Jbt3Wx5esZ2nJYeuCiwF1kfxzP/fB6fnB56jvZMm06KEmdHKUZMUFl1oinxt9uL&#10;dyuMjCWiIlwKVuI7ZvDp5u2bk0EVLJet5BXTCIwIUwyqxK21qkgSQ1vWE3MkFRMwWUvdEwtd3SSV&#10;JgNY73mSp+kyGaSulJaUGQOj52ESb7z9umbUfq1rwyziJQbfrP9q/926b7I5IUWjiWo7OrpBXuFF&#10;TzoBh06mzoklaKe7J6b6jmppZG2PqOwTWdcdZT4GiCZLH0VzqeVO+ViaYmjUJBNI+0inV5ulX/ZX&#10;GnVVidcYCdJDivypaD1z2gyqKWDJpVY36kqPA03ouXAPte7dPwSCDl7Vu0lVdrCIwuBiPZ+nizlG&#10;FOYW6/VxOg+y0xZy82QbbT/+eWMSj02cd5MzgwKCzL1I5u9EummJYl574xQYRcqAoaDSNaBFRMNZ&#10;ga7lTlSsQmdSC7gJCBZ5pfzGSTdTGJDwRdFmi2W+DLpE4WbZ8WoBaXG6zZaz2Wzl5qfwSaG0sZdM&#10;9sg1Sgy0iMr55Ukk+8/GeiSr0WVSfceo7jkAvicc5Vm29EkGi+NiaEWbbqeRvKsuOs59RzfbM64R&#10;bC3xBfxSHyZs+W0ZF2iAQpAfwzSiBK50zYmFZq8AMiMajAhvoFZQq72fQroTILBw9jkxbTjDmw2K&#10;9J2FKsG7vsSr1P1GIbhw25i/5xCtU8dhEIR2LXvYHjzdudvhRrayuoNk8k8CAHEVITZ0bGxjQ1t+&#10;JkPdIIK2EsqGczqeArAFk/+fujxSd+vYuOKEsrFyZjEuYNShhuzhg4RLl3ltjfos6Q8TPR7XBK9f&#10;oHGxOl7lAN0z99ghmi8e3+N/xmNM6vMsPsAkZH0aAAfcyEuZH+vYlHl4rOCuQDZ/4pGCLHVQRRRi&#10;L/AQewGK2HuGjHDphHy/s7LuJhQDbqN3nhhftaCa+5s8vjzuuXjY9+vv38fNLwAAAP//AwBQSwME&#10;FAAGAAgAAAAhAA5MAZ/eAAAABwEAAA8AAABkcnMvZG93bnJldi54bWxMj0FLw0AUhO+C/2F5gje7&#10;SaPFpNmUUtRTEWwF6e01+5qEZt+G7DZJ/73ryR6HGWa+yVeTacVAvWssK4hnEQji0uqGKwXf+/en&#10;VxDOI2tsLZOCKzlYFfd3OWbajvxFw85XIpSwy1BB7X2XSenKmgy6me2Ig3eyvUEfZF9J3eMYyk0r&#10;51G0kAYbDgs1drSpqTzvLkbBx4jjOonfhu35tLke9i+fP9uYlHp8mNZLEJ4m/x+GP/yADkVgOtoL&#10;aydaBeGIVzB/TkEEN00WMYhjiMVpArLI5S1/8QsAAP//AwBQSwECLQAUAAYACAAAACEAtoM4kv4A&#10;AADhAQAAEwAAAAAAAAAAAAAAAAAAAAAAW0NvbnRlbnRfVHlwZXNdLnhtbFBLAQItABQABgAIAAAA&#10;IQA4/SH/1gAAAJQBAAALAAAAAAAAAAAAAAAAAC8BAABfcmVscy8ucmVsc1BLAQItABQABgAIAAAA&#10;IQB2kDPV+gIAAGcHAAAOAAAAAAAAAAAAAAAAAC4CAABkcnMvZTJvRG9jLnhtbFBLAQItABQABgAI&#10;AAAAIQAOTAGf3gAAAAcBAAAPAAAAAAAAAAAAAAAAAFQFAABkcnMvZG93bnJldi54bWxQSwUGAAAA&#10;AAQABADzAAAAXwYAAAAA&#10;">
                <v:roundrect id="Rectangle: Rounded Corners 10" o:spid="_x0000_s1030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o/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6OUXGUDvfgEAAP//AwBQSwECLQAUAAYACAAAACEA2+H2y+4AAACFAQAAEwAAAAAAAAAA&#10;AAAAAAAAAAAAW0NvbnRlbnRfVHlwZXNdLnhtbFBLAQItABQABgAIAAAAIQBa9CxbvwAAABUBAAAL&#10;AAAAAAAAAAAAAAAAAB8BAABfcmVscy8ucmVsc1BLAQItABQABgAIAAAAIQCoGSo/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4FF39A74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oundrect>
                <v:roundrect id="Text Placeholder 1" o:spid="_x0000_s1031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4ZkvgAAANsAAAAPAAAAZHJzL2Rvd25yZXYueG1sRE/LqsIw&#10;EN0L/kMYwZ2muihSjSI+QMXNVT9gbMa22ExKE231640g3N0cznNmi9aU4km1KywrGA0jEMSp1QVn&#10;Ci7n7WACwnlkjaVlUvAiB4t5tzPDRNuG/+h58pkIIewSVJB7XyVSujQng25oK+LA3Wxt0AdYZ1LX&#10;2IRwU8pxFMXSYMGhIceKVjml99PDKDBR4eL9+ojx9fA4vv1yc4ubi1L9XrucgvDU+n/xz73TYf4Y&#10;vr+EA+T8AwAA//8DAFBLAQItABQABgAIAAAAIQDb4fbL7gAAAIUBAAATAAAAAAAAAAAAAAAAAAAA&#10;AABbQ29udGVudF9UeXBlc10ueG1sUEsBAi0AFAAGAAgAAAAhAFr0LFu/AAAAFQEAAAsAAAAAAAAA&#10;AAAAAAAAHwEAAF9yZWxzLy5yZWxzUEsBAi0AFAAGAAgAAAAhAK8nhmS+AAAA2wAAAA8AAAAAAAAA&#10;AAAAAAAABwIAAGRycy9kb3ducmV2LnhtbFBLBQYAAAAAAwADALcAAADyAgAAAAA=&#10;" filled="f" stroked="f">
                  <v:textbox inset="3mm,3mm,3mm,3mm">
                    <w:txbxContent>
                      <w:p w14:paraId="76F42735" w14:textId="44E123E8" w:rsidR="00AD4A2E" w:rsidRPr="00211774" w:rsidRDefault="00302D4C" w:rsidP="00501AD5">
                        <w:pPr>
                          <w:spacing w:before="0"/>
                          <w:rPr>
                            <w:rFonts w:ascii="Arial" w:eastAsia="+mn-ea" w:hAnsi="Arial" w:cs="Arial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CLARATION</w:t>
                        </w:r>
                        <w:r w:rsidR="00AD4A2E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SUR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L’HONNEUR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76F06C19" w14:textId="125099BB" w:rsidR="00501AD5" w:rsidRPr="00F45E20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5BADD0" wp14:editId="78DAD7AC">
                <wp:simplePos x="0" y="0"/>
                <wp:positionH relativeFrom="margin">
                  <wp:align>left</wp:align>
                </wp:positionH>
                <wp:positionV relativeFrom="paragraph">
                  <wp:posOffset>118209</wp:posOffset>
                </wp:positionV>
                <wp:extent cx="5944054" cy="599704"/>
                <wp:effectExtent l="0" t="0" r="0" b="0"/>
                <wp:wrapNone/>
                <wp:docPr id="1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8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9217759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9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144F11" w14:textId="74EBFDC0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PR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SENTATION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U PORTEUR DE PROJET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2F5BADD0" id="Group 96" o:spid="_x0000_s1032" style="position:absolute;left:0;text-align:left;margin-left:0;margin-top:9.3pt;width:468.05pt;height:47.2pt;z-index:251686912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9ca+gIAAGgHAAAOAAAAZHJzL2Uyb0RvYy54bWy8Vdtu1DAQfUfiHyy/0yS7m71EzVbQ0goJ&#10;QdWWD/A6zgUc27K9zZavZ2zHaemFh4LYh6yvM2fOnBkfnxx6jm6ZNp0UJc6OUoyYoLLqRFPibzfn&#10;79YYGUtERbgUrMR3zOCT7ds3x4Mq2Ey2kldMIzAiTDGoErfWqiJJDG1ZT8yRVEzAZi11TyxMdZNU&#10;mgxgvefJLE2XySB1pbSkzBhYPQubeOvt1zWj9mtdG2YRLzFgs/6r/Xfnvsn2mBSNJqrt6AiDvAJF&#10;TzoBTidTZ8QStNfdE1N9R7U0srZHVPaJrOuOMh8DRJOlj6K50HKvfCxNMTRqogmofcTTq83SL7eX&#10;GnUV5G6FkSA95Mi7RZulI2dQTQFnLrS6Vpd6XGjCzMV7qHXv/iESdPC03k20soNFFBbzzWKR5guM&#10;KOzlm80qXQTeaQvJeXKNth//fDGJbhOHbgIzKJCQuWfJ/B1L1y1RzJNvHAORJdBzYOkKtEVEw1mB&#10;ruReVKxCp1ILKAWUeV05PHBx4s0UBih8kbR5vpx5ykkRiZtnq3W+CbzNl/P5fO14m8InhdLGXjDZ&#10;IzcoMchFVA6XlyK5/Wys12Q1QibVd4zqnoPCbwlHsyxbzkeL42GwHW26m0byrjrvOPcT3exOuUZw&#10;tcTn8Et9mHDlt2NcoAHUNFvBNqIEarrmxMKwV6AyIxqMCG+gWVCrPU4hnQdfiM73GTFt8OHNBqX0&#10;nYU2wbu+xOvU/UbYXDhkzBc6ROvYcbQHot3IHnYHL28vObeyk9UdJJN/EiAQ1xLiQMfBLg605acy&#10;NA4iaCuhbzjQ0QuIzRXI/1AdiCCo7sZp45ITysbWmTk4DsQoNWQPHyQUXea5NeqzpD9MRDyeCRde&#10;UGO+Xq1n4O+ZOnYSneWP6/if6TEm9XktPpBJyPq0AADcykuZzyNDY+bhtYJagWz+xKMKstSJKkoh&#10;zoIe4iyIIs6eUUYoOiHf762su0mKwemIzivGdy1o576Sx6fHvRcP5/78/QO5/QUAAP//AwBQSwME&#10;FAAGAAgAAAAhAB61nLzdAAAABwEAAA8AAABkcnMvZG93bnJldi54bWxMj0FLw0AQhe+C/2EZwZvd&#10;rMFQYzalFPVUBFtBvG2z0yQ0Oxuy2yT9944ne3zvDe99U6xm14kRh9B60qAWCQikytuWag1f+7eH&#10;JYgQDVnTeUINFwywKm9vCpNbP9EnjrtYCy6hkBsNTYx9LmWoGnQmLHyPxNnRD85ElkMt7WAmLned&#10;fEySTDrTEi80psdNg9Vpd3Ya3iczrVP1Om5Px83lZ//08b1VqPX93bx+ARFxjv/H8IfP6FAy08Gf&#10;yQbRaeBHIrvLDASnz2mmQBzYUGkCsizkNX/5CwAA//8DAFBLAQItABQABgAIAAAAIQC2gziS/gAA&#10;AOEBAAATAAAAAAAAAAAAAAAAAAAAAABbQ29udGVudF9UeXBlc10ueG1sUEsBAi0AFAAGAAgAAAAh&#10;ADj9If/WAAAAlAEAAAsAAAAAAAAAAAAAAAAALwEAAF9yZWxzLy5yZWxzUEsBAi0AFAAGAAgAAAAh&#10;AJq31xr6AgAAaAcAAA4AAAAAAAAAAAAAAAAALgIAAGRycy9lMm9Eb2MueG1sUEsBAi0AFAAGAAgA&#10;AAAhAB61nLzdAAAABwEAAA8AAAAAAAAAAAAAAAAAVAUAAGRycy9kb3ducmV2LnhtbFBLBQYAAAAA&#10;BAAEAPMAAABeBgAAAAA=&#10;">
                <v:roundrect id="Rectangle: Rounded Corners 10" o:spid="_x0000_s1033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yY5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YOUXGUDvfgEAAP//AwBQSwECLQAUAAYACAAAACEA2+H2y+4AAACFAQAAEwAAAAAAAAAA&#10;AAAAAAAAAAAAW0NvbnRlbnRfVHlwZXNdLnhtbFBLAQItABQABgAIAAAAIQBa9CxbvwAAABUBAAAL&#10;AAAAAAAAAAAAAAAAAB8BAABfcmVscy8ucmVsc1BLAQItABQABgAIAAAAIQBWbyY5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79217759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oundrect>
                <v:roundrect id="Text Placeholder 1" o:spid="_x0000_s1034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QVwQAAANsAAAAPAAAAZHJzL2Rvd25yZXYueG1sRE/NasJA&#10;EL4XfIdlBG91Yw/BRtcQtIW2eGnMA4zZMQlmZ0N2NbFP3xUEb/Px/c46HU0rrtS7xrKCxTwCQVxa&#10;3XCloDh8vi5BOI+ssbVMCm7kIN1MXtaYaDvwL11zX4kQwi5BBbX3XSKlK2sy6Oa2Iw7cyfYGfYB9&#10;JXWPQwg3rXyLolgabDg01NjRtqbynF+MAhM1Lv7e7TE+/lz2fz77OMVDodRsOmYrEJ5G/xQ/3F86&#10;zH+H+y/hALn5BwAA//8DAFBLAQItABQABgAIAAAAIQDb4fbL7gAAAIUBAAATAAAAAAAAAAAAAAAA&#10;AAAAAABbQ29udGVudF9UeXBlc10ueG1sUEsBAi0AFAAGAAgAAAAhAFr0LFu/AAAAFQEAAAsAAAAA&#10;AAAAAAAAAAAAHwEAAF9yZWxzLy5yZWxzUEsBAi0AFAAGAAgAAAAhAKGDFBXBAAAA2wAAAA8AAAAA&#10;AAAAAAAAAAAABwIAAGRycy9kb3ducmV2LnhtbFBLBQYAAAAAAwADALcAAAD1AgAAAAA=&#10;" filled="f" stroked="f">
                  <v:textbox inset="3mm,3mm,3mm,3mm">
                    <w:txbxContent>
                      <w:p w14:paraId="72144F11" w14:textId="74EBFDC0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PR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SENTATION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U PORTEUR DE PROJET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06FE70F" w14:textId="5358D783" w:rsidR="00501AD5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21637E6" wp14:editId="596B70F5">
                <wp:simplePos x="0" y="0"/>
                <wp:positionH relativeFrom="margin">
                  <wp:posOffset>0</wp:posOffset>
                </wp:positionH>
                <wp:positionV relativeFrom="paragraph">
                  <wp:posOffset>320675</wp:posOffset>
                </wp:positionV>
                <wp:extent cx="5943600" cy="599440"/>
                <wp:effectExtent l="0" t="0" r="0" b="0"/>
                <wp:wrapNone/>
                <wp:docPr id="21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205826"/>
                          <a:chExt cx="5944054" cy="599704"/>
                        </a:xfrm>
                      </wpg:grpSpPr>
                      <wps:wsp>
                        <wps:cNvPr id="22" name="Rectangle: Rounded Corners 10"/>
                        <wps:cNvSpPr/>
                        <wps:spPr>
                          <a:xfrm>
                            <a:off x="0" y="-17021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FA8DFB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3" name="Text Placeholder 1"/>
                        <wps:cNvSpPr txBox="1">
                          <a:spLocks/>
                        </wps:cNvSpPr>
                        <wps:spPr>
                          <a:xfrm>
                            <a:off x="587829" y="-205826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2401A4" w14:textId="75A90414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DESCRIPTION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DE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L’ACTIVIT</w:t>
                              </w:r>
                              <w:r w:rsidR="006A3BED">
                                <w:rPr>
                                  <w:rFonts w:ascii="Arial" w:eastAsia="+mn-ea" w:hAnsi="Arial" w:cs="Arial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DU PORTEUR DE PROJET</w:t>
                              </w:r>
                              <w:r w:rsidR="00AD4A2E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721637E6" id="Group 99" o:spid="_x0000_s1035" style="position:absolute;left:0;text-align:left;margin-left:0;margin-top:25.25pt;width:468pt;height:47.2pt;z-index:251687936;mso-position-horizontal-relative:margin" coordorigin=",-205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kTDwMAAHYHAAAOAAAAZHJzL2Uyb0RvYy54bWy8VdtO3DAQfa/Uf7D8Drlt9hKRRS0UVAm1&#10;COgHeB3n0jp2ZHvZpV/fsR1ngbIvVGoeEo/juZ05Mz473/ccPTKlOylKnJzGGDFBZdWJpsQ/Hq5O&#10;lhhpQ0RFuBSsxE9M4/P1xw9nu6FgqWwlr5hCYEToYjeUuDVmKKJI05b1RJ/KgQn4WUvVEwOiaqJK&#10;kR1Y73mUxvE82klVDUpSpjXsXvqfeO3s1zWj5ntda2YQLzHEZtxbuffGvqP1GSkaRYa2o2MY5B1R&#10;9KQT4HQydUkMQVvV/WWq76iSWtbmlMo+knXdUeZygGyS+FU210puB5dLU+yaYYIJoH2F07vN0m+P&#10;twp1VYnTBCNBeqiRc4tWKwvObmgKOHOthvvhVo0bjZdsvvta9fYLmaC9g/VpgpXtDaKwma9m2TwG&#10;9Cn8y1er2WzEnbZQnIPaSRrny3Tua0LbLwf1WZzPJvVFPLNHouA8sjFOIe0GIJI+YKX/Dav7lgzM&#10;lUBbHAJWacDqDhhGRMNZge7kVlSsQhdSCWgIlLgsbTygOKGnCw1AHoXuJFnEaZJ5DAKAWbJY5isP&#10;QDbPsmz5AgBSDEqbayZ7ZBclBtqIykbmKEkeb7Rx3KzGApPqJ0Z1z4Hpj4SjNEnmziNAOh6GVbBp&#10;NbXkXXXVce4E1WwuuEKgWuIreKC0vh4vjnGBdjAR0oWrPIHerjkxkEQ/ANu0aDAivIGhQY1ycQpp&#10;PYAl7/uS6Nb7cGY9In1nYFzwri/xMrbP6JkLq8Zcw0O2NhwLvIfarsx+s3c0d/SyOxtZPUE5+VcB&#10;FLGjISxUWGzCQhl+If0AIYK2EuaHDTp4AbrZRvkfvMsC7x4sN245oWwcoYkNxwYxkg2Z/WcJzZc4&#10;bPVwI+kvHSIez3iFI3zMl4tlCqSDnn3RmIGUeZbP0zQ/2pYHBr2PlaG0bzPyGVl87acNoK7dOVb/&#10;RcBprD/cXdAxUNPfeORCEltqBUIEybMiSJ4aQXqDH771hPy0NbLuJkJ6p2N0jjduesFwdwNtvIjs&#10;7fFcducP1+X6DwAAAP//AwBQSwMEFAAGAAgAAAAhAHsZWAPeAAAABwEAAA8AAABkcnMvZG93bnJl&#10;di54bWxMj0FLw0AQhe+C/2EZwZvdxDbFxmxKKeqpCLaCeJsm0yQ0Oxuy2yT9944nPb55j/e+ydaT&#10;bdVAvW8cG4hnESjiwpUNVwY+D68PT6B8QC6xdUwGruRhnd/eZJiWbuQPGvahUlLCPkUDdQhdqrUv&#10;arLoZ64jFu/keotBZF/pssdRym2rH6NoqS02LAs1drStqTjvL9bA24jjZh6/DLvzaXv9PiTvX7uY&#10;jLm/mzbPoAJN4S8Mv/iCDrkwHd2FS69aA/JIMJBECShxV/OlHI4SWyxWoPNM/+fPfwAAAP//AwBQ&#10;SwECLQAUAAYACAAAACEAtoM4kv4AAADhAQAAEwAAAAAAAAAAAAAAAAAAAAAAW0NvbnRlbnRfVHlw&#10;ZXNdLnhtbFBLAQItABQABgAIAAAAIQA4/SH/1gAAAJQBAAALAAAAAAAAAAAAAAAAAC8BAABfcmVs&#10;cy8ucmVsc1BLAQItABQABgAIAAAAIQDl+wkTDwMAAHYHAAAOAAAAAAAAAAAAAAAAAC4CAABkcnMv&#10;ZTJvRG9jLnhtbFBLAQItABQABgAIAAAAIQB7GVgD3gAAAAcBAAAPAAAAAAAAAAAAAAAAAGkFAABk&#10;cnMvZG93bnJldi54bWxQSwUGAAAAAAQABADzAAAAdAYAAAAA&#10;">
                <v:roundrect id="Rectangle: Rounded Corners 10" o:spid="_x0000_s1036" style="position:absolute;top:-170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9tuxAAAANsAAAAPAAAAZHJzL2Rvd25yZXYueG1sRI9Ba8JA&#10;FITvBf/D8gQvUjdJoUjqKlqoeCvVCO3tkX1NUrNvl+wa47/vCoLHYWa+YRarwbSip843lhWkswQE&#10;cWl1w5WC4vDxPAfhA7LG1jIpuJKH1XL0tMBc2wt/Ub8PlYgQ9jkqqENwuZS+rMmgn1lHHL1f2xkM&#10;UXaV1B1eIty0MkuSV2mw4bhQo6P3msrT/mwU8G7j1i8/6bfrD38FbT+PxXSaKjUZD+s3EIGG8Ajf&#10;2zutIMvg9iX+ALn8BwAA//8DAFBLAQItABQABgAIAAAAIQDb4fbL7gAAAIUBAAATAAAAAAAAAAAA&#10;AAAAAAAAAABbQ29udGVudF9UeXBlc10ueG1sUEsBAi0AFAAGAAgAAAAhAFr0LFu/AAAAFQEAAAsA&#10;AAAAAAAAAAAAAAAAHwEAAF9yZWxzLy5yZWxzUEsBAi0AFAAGAAgAAAAhAPnr227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FA8DFB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oundrect>
                <v:roundrect id="Text Placeholder 1" o:spid="_x0000_s1037" style="position:absolute;left:5878;top:-205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+lCwgAAANsAAAAPAAAAZHJzL2Rvd25yZXYueG1sRI/disIw&#10;FITvF3yHcATv1lSFItUo4g+oeOPPAxybY1tsTkoTbd2n3wiCl8PMfMNM560pxZNqV1hWMOhHIIhT&#10;qwvOFFzOm98xCOeRNZaWScGLHMxnnZ8pJto2fKTnyWciQNglqCD3vkqkdGlOBl3fVsTBu9naoA+y&#10;zqSusQlwU8phFMXSYMFhIceKljml99PDKDBR4eLd6oDxdf84/PnF+hY3F6V63XYxAeGp9d/wp73V&#10;CoYjeH8JP0DO/gEAAP//AwBQSwECLQAUAAYACAAAACEA2+H2y+4AAACFAQAAEwAAAAAAAAAAAAAA&#10;AAAAAAAAW0NvbnRlbnRfVHlwZXNdLnhtbFBLAQItABQABgAIAAAAIQBa9CxbvwAAABUBAAALAAAA&#10;AAAAAAAAAAAAAB8BAABfcmVscy8ucmVsc1BLAQItABQABgAIAAAAIQAOB+lCwgAAANsAAAAPAAAA&#10;AAAAAAAAAAAAAAcCAABkcnMvZG93bnJldi54bWxQSwUGAAAAAAMAAwC3AAAA9gIAAAAA&#10;" filled="f" stroked="f">
                  <v:textbox inset="3mm,3mm,3mm,3mm">
                    <w:txbxContent>
                      <w:p w14:paraId="232401A4" w14:textId="75A90414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DESCRIPTION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L’ACTIVIT</w:t>
                        </w:r>
                        <w:r w:rsidR="006A3BED">
                          <w:rPr>
                            <w:rFonts w:ascii="Arial" w:eastAsia="+mn-ea" w:hAnsi="Arial" w:cs="Arial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DU PORTEUR DE PROJET</w:t>
                        </w:r>
                        <w:r w:rsidR="00AD4A2E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DDE2783" w14:textId="70FE7D3A" w:rsidR="00122E4F" w:rsidRPr="00F45E20" w:rsidRDefault="00501AD5" w:rsidP="006A3BED">
      <w:pPr>
        <w:spacing w:before="0" w:after="160" w:line="259" w:lineRule="auto"/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  <w:sectPr w:rsidR="00122E4F" w:rsidRPr="00F45E20" w:rsidSect="00063C7E">
          <w:headerReference w:type="default" r:id="rId8"/>
          <w:footerReference w:type="default" r:id="rId9"/>
          <w:headerReference w:type="first" r:id="rId10"/>
          <w:pgSz w:w="11906" w:h="16838" w:code="9"/>
          <w:pgMar w:top="3537" w:right="1440" w:bottom="1440" w:left="1440" w:header="720" w:footer="720" w:gutter="0"/>
          <w:cols w:space="720"/>
          <w:titlePg/>
          <w:docGrid w:linePitch="360"/>
        </w:sect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9B68AB2" wp14:editId="0F2C3C71">
                <wp:simplePos x="0" y="0"/>
                <wp:positionH relativeFrom="margin">
                  <wp:posOffset>0</wp:posOffset>
                </wp:positionH>
                <wp:positionV relativeFrom="paragraph">
                  <wp:posOffset>991235</wp:posOffset>
                </wp:positionV>
                <wp:extent cx="5943600" cy="599440"/>
                <wp:effectExtent l="0" t="0" r="0" b="0"/>
                <wp:wrapNone/>
                <wp:docPr id="24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487893"/>
                          <a:chExt cx="5944054" cy="599704"/>
                        </a:xfrm>
                      </wpg:grpSpPr>
                      <wps:wsp>
                        <wps:cNvPr id="25" name="Rectangle: Rounded Corners 10"/>
                        <wps:cNvSpPr/>
                        <wps:spPr>
                          <a:xfrm>
                            <a:off x="0" y="-45227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34219AC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7" name="Text Placeholder 1"/>
                        <wps:cNvSpPr txBox="1">
                          <a:spLocks/>
                        </wps:cNvSpPr>
                        <wps:spPr>
                          <a:xfrm>
                            <a:off x="587829" y="-487893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752939" w14:textId="497830D6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ANNEXES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9B68AB2" id="Group 105" o:spid="_x0000_s1038" style="position:absolute;left:0;text-align:left;margin-left:0;margin-top:78.05pt;width:468pt;height:47.2pt;z-index:251689984;mso-position-horizontal-relative:margin" coordorigin=",-487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AZEwMAAHcHAAAOAAAAZHJzL2Uyb0RvYy54bWy8ldtu3CAQhu8r9R0Q94nPe7DijdqkiSpF&#10;bZSkD8BifGgxWMBmN336DmB2kzR7k0rdCy9gmBn++WZ8dr4bOHpkSvdSVDg5jTFigsq6F22Ffzxc&#10;nSww0oaImnApWIWfmMbnq48fzrZjyVLZSV4zhcCI0OV2rHBnzFhGkaYdG4g+lSMT8LKRaiAGpqqN&#10;akW2YH3gURrHs2grVT0qSZnWsHrpX+KVs980jJrvTaOZQbzCEJtxT+Wea/uMVmekbBUZu55OYZB3&#10;RDGQXoDTvalLYgjaqP4vU0NPldSyMadUDpFsmp4ydwe4TRK/us21kpvR3aUtt+24lwmkfaXTu83S&#10;b4+3CvV1hdMcI0EGyJFzi5K4sOpsx7aETddqvB9v1bTQ+pm98K5Rg/2Hq6Cd0/VpryvbGURhsVjm&#10;2SwG+Sm8K5bLPJ+Epx1k53DsJF/MF8vMJ4V2Xw7H87iA8Kbj8zi3W6LgPLIx7kPajkCSPoil/02s&#10;+46MzOVAWx2CWEUQ6w4QI6LlrER3ciNqVqMLqQRUBCjoBXQH9+rpUoOQR6U7yYs0nU8aBAGzZL4o&#10;ll6AbJZl2eKFAKQclTbXTA7IDioM3IjaRuaYJI832jg46ynDpP6JUTNwQP2RcJQmycx5BEmnzTAK&#10;Nu1JLXlfX/Wcu4lq1xdcITha4Sv4QWp9Pl5s4wJtoSWkc5d5AsXdcGLgEsMIuGnRYkR4C12DGuXi&#10;FNJ6AEve9yXRnffhzFoXpBx6A/2C90OFF7H9TZ65sG+Zq3i4rQ3HguCltiOzW+8c5046u7KW9ROk&#10;k38VgIjtDWGgwmAdBsrwC+k7CBG0k9BAbNDBC+BmC+V/cDcP3D1YNm45oWzqoYkNxwYBlFrYkNl9&#10;llB8idNWjzeS/tIh4mmPP3CExwKKMQXooGZfFGaAssiKWZpCIRwpywNB76MypPZtIp/B4nO/XwB0&#10;7cqx/C+DTlP+4eMFFQM5/Y0nFpLYohWACDNPRZh5NMLsDT586Qn5aWNk0++B9E6n6Bw3rntBd3cN&#10;bfoS2c/H87nbf/herv4AAAD//wMAUEsDBBQABgAIAAAAIQA3EBK83gAAAAgBAAAPAAAAZHJzL2Rv&#10;d25yZXYueG1sTI9BS8NAEIXvgv9hGcGb3aQlQWM2pRT1VARbQbxNk2kSmp0N2W2S/nvHkx7nvceb&#10;7+Xr2XZqpMG3jg3EiwgUcemqlmsDn4fXh0dQPiBX2DkmA1fysC5ub3LMKjfxB437UCspYZ+hgSaE&#10;PtPalw1Z9AvXE4t3coPFIOdQ62rAScptp5dRlGqLLcuHBnvaNlSe9xdr4G3CabOKX8bd+bS9fh+S&#10;969dTMbc382bZ1CB5vAXhl98QYdCmI7uwpVXnQEZEkRN0hiU2E+rVJSjgWUSJaCLXP8fUPwAAAD/&#10;/wMAUEsBAi0AFAAGAAgAAAAhALaDOJL+AAAA4QEAABMAAAAAAAAAAAAAAAAAAAAAAFtDb250ZW50&#10;X1R5cGVzXS54bWxQSwECLQAUAAYACAAAACEAOP0h/9YAAACUAQAACwAAAAAAAAAAAAAAAAAvAQAA&#10;X3JlbHMvLnJlbHNQSwECLQAUAAYACAAAACEA21LQGRMDAAB3BwAADgAAAAAAAAAAAAAAAAAuAgAA&#10;ZHJzL2Uyb0RvYy54bWxQSwECLQAUAAYACAAAACEANxASvN4AAAAIAQAADwAAAAAAAAAAAAAAAABt&#10;BQAAZHJzL2Rvd25yZXYueG1sUEsFBgAAAAAEAAQA8wAAAHgGAAAAAA==&#10;">
                <v:roundrect id="Rectangle: Rounded Corners 10" o:spid="_x0000_s1039" style="position:absolute;top:-452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kMaxAAAANsAAAAPAAAAZHJzL2Rvd25yZXYueG1sRI9Ba8JA&#10;FITvQv/D8oReRDexWCS6ii20eJNqBL09ss8kmn27ZLcx/fddodDjMDPfMMt1bxrRUetrywrSSQKC&#10;uLC65lJBfvgYz0H4gKyxsUwKfsjDevU0WGKm7Z2/qNuHUkQI+wwVVCG4TEpfVGTQT6wjjt7FtgZD&#10;lG0pdYv3CDeNnCbJqzRYc1yo0NF7RcVt/20U8PbNbV7O6cl1h2tOn7tjPhqlSj0P+80CRKA+/If/&#10;2lutYDqDx5f4A+TqFwAA//8DAFBLAQItABQABgAIAAAAIQDb4fbL7gAAAIUBAAATAAAAAAAAAAAA&#10;AAAAAAAAAABbQ29udGVudF9UeXBlc10ueG1sUEsBAi0AFAAGAAgAAAAhAFr0LFu/AAAAFQEAAAsA&#10;AAAAAAAAAAAAAAAAHwEAAF9yZWxzLy5yZWxzUEsBAi0AFAAGAAgAAAAhAHYCQxr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34219AC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oundrect>
                <v:roundrect id="Text Placeholder 1" o:spid="_x0000_s1040" style="position:absolute;left:5878;top:-487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O9BxAAAANsAAAAPAAAAZHJzL2Rvd25yZXYueG1sRI/NasMw&#10;EITvgb6D2EJviZwc3OBGNiZJoSm+JM0DbK31D7VWxlJsN09fFQo9DjPzDbPLZtOJkQbXWlawXkUg&#10;iEurW64VXD9el1sQziNr7CyTgm9ykKUPix0m2k58pvHiaxEg7BJU0HjfJ1K6siGDbmV74uBVdjDo&#10;gxxqqQecAtx0chNFsTTYclhosKd9Q+XX5WYUmKh18elQYPz5fivuPj9W8XRV6ulxzl9AeJr9f/iv&#10;/aYVbJ7h90v4ATL9AQAA//8DAFBLAQItABQABgAIAAAAIQDb4fbL7gAAAIUBAAATAAAAAAAAAAAA&#10;AAAAAAAAAABbQ29udGVudF9UeXBlc10ueG1sUEsBAi0AFAAGAAgAAAAhAFr0LFu/AAAAFQEAAAsA&#10;AAAAAAAAAAAAAAAAHwEAAF9yZWxzLy5yZWxzUEsBAi0AFAAGAAgAAAAhAHE870HEAAAA2wAAAA8A&#10;AAAAAAAAAAAAAAAABwIAAGRycy9kb3ducmV2LnhtbFBLBQYAAAAAAwADALcAAAD4AgAAAAA=&#10;" filled="f" stroked="f">
                  <v:textbox inset="3mm,3mm,3mm,3mm">
                    <w:txbxContent>
                      <w:p w14:paraId="08752939" w14:textId="497830D6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ANNEXES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2BC15B5" wp14:editId="0499822C">
                <wp:simplePos x="0" y="0"/>
                <wp:positionH relativeFrom="margin">
                  <wp:posOffset>0</wp:posOffset>
                </wp:positionH>
                <wp:positionV relativeFrom="paragraph">
                  <wp:posOffset>495935</wp:posOffset>
                </wp:positionV>
                <wp:extent cx="5944054" cy="599704"/>
                <wp:effectExtent l="0" t="0" r="0" b="0"/>
                <wp:wrapNone/>
                <wp:docPr id="28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-944880"/>
                          <a:chExt cx="5944054" cy="599704"/>
                        </a:xfrm>
                      </wpg:grpSpPr>
                      <wps:wsp>
                        <wps:cNvPr id="29" name="Rectangle: Rounded Corners 10"/>
                        <wps:cNvSpPr/>
                        <wps:spPr>
                          <a:xfrm>
                            <a:off x="0" y="-909254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3A65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30" name="Text Placeholder 1"/>
                        <wps:cNvSpPr txBox="1">
                          <a:spLocks/>
                        </wps:cNvSpPr>
                        <wps:spPr>
                          <a:xfrm>
                            <a:off x="587829" y="-94488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218652" w14:textId="7C0F3BC5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LE PROJET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2BC15B5" id="Group 102" o:spid="_x0000_s1041" style="position:absolute;left:0;text-align:left;margin-left:0;margin-top:39.05pt;width:468.05pt;height:47.2pt;z-index:251688960;mso-position-horizontal-relative:margin" coordorigin=",-944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5nnCAMAAHkHAAAOAAAAZHJzL2Uyb0RvYy54bWy8VdtO3DAQfa/Uf7D8DrltlmxEFrVQUCXU&#10;IqAf4HWcS+vYlu3dLP36jp3LAoU+0Kr7kPV15syZM+PTs33H0Y5p00pR4Og4xIgJKstW1AX+dn95&#10;lGFkLBEl4VKwAj8wg8/W79+d9ipnsWwkL5lGYESYvFcFbqxVeRAY2rCOmGOpmIDNSuqOWJjqOig1&#10;6cF6x4M4DJdBL3WptKTMGFi9GDbx2tuvKkbt16oyzCJeYMBm/Vf778Z9g/UpyWtNVNPSEQZ5A4qO&#10;tAKczqYuiCVoq9vfTHUt1dLIyh5T2QWyqlrKfAwQTRQ+i+ZKy63ysdR5X6uZJqD2GU9vNku/7G40&#10;assCx5ApQTrIkXeLojB27PSqzuHQlVZ36kaPC/UwcwHvK925fwgF7T2vDzOvbG8RhcV0tViE6QIj&#10;CnvpanUSLgbiaQPZOVw7gnNZNiaFNp/+fD2YnAcO4wypV6AkcyDL/B1Zdw1RzOfAOB4mslYTWbcg&#10;MSJqznJ0K7eiZCU6l1pARQCDA4H+4syeyQ0Q+Sp1R6twFQNXXpgTgUl0kqXg0vGXLJMkydz+TADJ&#10;lTb2iskOuUGBQTeidMi8Jsnu2lgvznLMMCm/Y1R1HKS+IxzFUbRMRovjYbA92XQ3jeRtedly7ie6&#10;3pxzjeBqgS/hF/pA4cqTY1ygHlpCfALbiBIo7ooTC8NOgdyMqDEivIauQa32OIV0HnzgzvcFMc3g&#10;w5sdGOlaC/2Ct12Bs9D9RthcOGTMVzxE69hxQhiodiO73+y9zg9Z2cjyAfLJPwvQiGsO00BPg800&#10;0Jafy6GFEEEbCR3EoZ7cgN5cpfwH4SWAc6jSeyeOG04oG5to5OA4ECBTpzZk9x8lVF/kyTXqWtIf&#10;ZkI8nhkuvCLINDvJYlAdiO5JZU6qTJN0Gcfp87L+Z7KccvuyJB+pZUj+vAAA3MqrApiJGgUAzxfU&#10;DCT1Jx7FEIVOXJMiptkgi2k2aGOavSCQofiE/LC1smpnSQ5OR3heOL5/QX/3FT2+Re4BeTz35w8v&#10;5voXAAAA//8DAFBLAwQUAAYACAAAACEATFA5Wd8AAAAHAQAADwAAAGRycy9kb3ducmV2LnhtbEyP&#10;T0vDQBDF74LfYRnBm92kpX+M2ZRS1FMRbAXxNk2mSWh2NmS3SfrtHU/29ob3eO836Xq0jeqp87Vj&#10;A/EkAkWcu6Lm0sDX4e1pBcoH5AIbx2TgSh7W2f1diknhBv6kfh9KJSXsEzRQhdAmWvu8Iot+4lpi&#10;8U6usxjk7EpddDhIuW30NIoW2mLNslBhS9uK8vP+Yg28DzhsZvFrvzufttefw/zjexeTMY8P4+YF&#10;VKAx/IfhD1/QIROmo7tw4VVjQB4JBparGJS4z7OFiKPEltM56CzVt/zZLwAAAP//AwBQSwECLQAU&#10;AAYACAAAACEAtoM4kv4AAADhAQAAEwAAAAAAAAAAAAAAAAAAAAAAW0NvbnRlbnRfVHlwZXNdLnht&#10;bFBLAQItABQABgAIAAAAIQA4/SH/1gAAAJQBAAALAAAAAAAAAAAAAAAAAC8BAABfcmVscy8ucmVs&#10;c1BLAQItABQABgAIAAAAIQDuu5nnCAMAAHkHAAAOAAAAAAAAAAAAAAAAAC4CAABkcnMvZTJvRG9j&#10;LnhtbFBLAQItABQABgAIAAAAIQBMUDlZ3wAAAAcBAAAPAAAAAAAAAAAAAAAAAGIFAABkcnMvZG93&#10;bnJldi54bWxQSwUGAAAAAAQABADzAAAAbgYAAAAA&#10;">
                <v:roundrect id="Rectangle: Rounded Corners 10" o:spid="_x0000_s1042" style="position:absolute;top:-909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0kfxAAAANsAAAAPAAAAZHJzL2Rvd25yZXYueG1sRI9Ba8JA&#10;FITvQv/D8oReRDexIDW6ii20eJNqBL09ss8kmn27ZLcx/fddodDjMDPfMMt1bxrRUetrywrSSQKC&#10;uLC65lJBfvgYv4LwAVljY5kU/JCH9eppsMRM2zt/UbcPpYgQ9hkqqEJwmZS+qMign1hHHL2LbQ2G&#10;KNtS6hbvEW4aOU2SmTRYc1yo0NF7RcVt/20U8PbNbV7O6cl1h2tOn7tjPhqlSj0P+80CRKA+/If/&#10;2lutYDqHx5f4A+TqFwAA//8DAFBLAQItABQABgAIAAAAIQDb4fbL7gAAAIUBAAATAAAAAAAAAAAA&#10;AAAAAAAAAABbQ29udGVudF9UeXBlc10ueG1sUEsBAi0AFAAGAAgAAAAhAFr0LFu/AAAAFQEAAAsA&#10;AAAAAAAAAAAAAAAAHwEAAF9yZWxzLy5yZWxzUEsBAi0AFAAGAAgAAAAhAPdPSR/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1A3A65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roundrect>
                <v:roundrect id="Text Placeholder 1" o:spid="_x0000_s1043" style="position:absolute;left:5878;top:-944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OHowAAAANsAAAAPAAAAZHJzL2Rvd25yZXYueG1sRE/LisIw&#10;FN0L8w/hDrjT1BkoUhtFnBkYxY3VD7g2tw9sbkoTbfXrzUJweTjvdDWYRtyoc7VlBbNpBII4t7rm&#10;UsHp+DeZg3AeWWNjmRTcycFq+TFKMdG25wPdMl+KEMIuQQWV920ipcsrMuimtiUOXGE7gz7ArpS6&#10;wz6Em0Z+RVEsDdYcGipsaVNRfsmuRoGJahdvf/YYn3fX/cOvf4u4Pyk1/hzWCxCeBv8Wv9z/WsF3&#10;WB++hB8gl08AAAD//wMAUEsBAi0AFAAGAAgAAAAhANvh9svuAAAAhQEAABMAAAAAAAAAAAAAAAAA&#10;AAAAAFtDb250ZW50X1R5cGVzXS54bWxQSwECLQAUAAYACAAAACEAWvQsW78AAAAVAQAACwAAAAAA&#10;AAAAAAAAAAAfAQAAX3JlbHMvLnJlbHNQSwECLQAUAAYACAAAACEAewzh6MAAAADbAAAADwAAAAAA&#10;AAAAAAAAAAAHAgAAZHJzL2Rvd25yZXYueG1sUEsFBgAAAAADAAMAtwAAAPQCAAAAAA==&#10;" filled="f" stroked="f">
                  <v:textbox inset="3mm,3mm,3mm,3mm">
                    <w:txbxContent>
                      <w:p w14:paraId="3B218652" w14:textId="7C0F3BC5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LE PROJET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44AF0BEF" w14:textId="0C179B38" w:rsidR="000E614B" w:rsidRDefault="000E614B" w:rsidP="002658AB">
      <w:pPr>
        <w:pStyle w:val="Titre1"/>
        <w:jc w:val="both"/>
      </w:pPr>
      <w:r>
        <w:lastRenderedPageBreak/>
        <w:t>1</w:t>
      </w:r>
      <w:r w:rsidRPr="00ED2DDB">
        <w:t xml:space="preserve"> – </w:t>
      </w:r>
      <w:r w:rsidR="00302D4C">
        <w:t>N</w:t>
      </w:r>
      <w:r w:rsidR="00C010F4">
        <w:t>otice</w:t>
      </w:r>
    </w:p>
    <w:p w14:paraId="20FFEC45" w14:textId="4231AD33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Après lecture fine et attentive de l’intégralité du </w:t>
      </w:r>
      <w:r w:rsidR="00026F7B">
        <w:rPr>
          <w:rFonts w:cstheme="minorHAnsi"/>
          <w:sz w:val="22"/>
          <w:szCs w:val="22"/>
        </w:rPr>
        <w:t>cahier des charges</w:t>
      </w:r>
      <w:r w:rsidRPr="006A3BED">
        <w:rPr>
          <w:rFonts w:cstheme="minorHAnsi"/>
          <w:sz w:val="22"/>
          <w:szCs w:val="22"/>
        </w:rPr>
        <w:t xml:space="preserve">, le candidat </w:t>
      </w:r>
      <w:r w:rsidR="00026F7B">
        <w:rPr>
          <w:rFonts w:cstheme="minorHAnsi"/>
          <w:sz w:val="22"/>
          <w:szCs w:val="22"/>
        </w:rPr>
        <w:t>propose son projet selon la trame du présent document</w:t>
      </w:r>
      <w:r w:rsidRPr="006A3BED">
        <w:rPr>
          <w:rFonts w:cstheme="minorHAnsi"/>
          <w:sz w:val="22"/>
          <w:szCs w:val="22"/>
        </w:rPr>
        <w:t xml:space="preserve">. </w:t>
      </w:r>
    </w:p>
    <w:p w14:paraId="1517E9C3" w14:textId="77777777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Avant de commencer, le candidat doit prendre en compte les modalités de rédaction suivantes : </w:t>
      </w:r>
    </w:p>
    <w:p w14:paraId="516F9762" w14:textId="4D9BAC54" w:rsidR="00302D4C" w:rsidRPr="006A3BED" w:rsidRDefault="00302D4C" w:rsidP="006A3BED">
      <w:pPr>
        <w:pStyle w:val="Paragraphedeliste"/>
        <w:numPr>
          <w:ilvl w:val="0"/>
          <w:numId w:val="31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Le cadre de réponse obligatoire ne doit dépasser les </w:t>
      </w:r>
      <w:r w:rsidR="00026F7B">
        <w:rPr>
          <w:rFonts w:cstheme="minorHAnsi"/>
          <w:sz w:val="22"/>
          <w:szCs w:val="22"/>
        </w:rPr>
        <w:t>30</w:t>
      </w:r>
      <w:r w:rsidRPr="006A3BED">
        <w:rPr>
          <w:rFonts w:cstheme="minorHAnsi"/>
          <w:sz w:val="22"/>
          <w:szCs w:val="22"/>
        </w:rPr>
        <w:t xml:space="preserve"> pages.</w:t>
      </w:r>
    </w:p>
    <w:p w14:paraId="410F779F" w14:textId="77777777" w:rsidR="00302D4C" w:rsidRPr="006A3BED" w:rsidRDefault="00302D4C" w:rsidP="006A3BED">
      <w:pPr>
        <w:pStyle w:val="Paragraphedeliste"/>
        <w:numPr>
          <w:ilvl w:val="0"/>
          <w:numId w:val="31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Ce formulaire type doit être rempli en police ARIAL, taille 12. </w:t>
      </w:r>
    </w:p>
    <w:p w14:paraId="096CF39E" w14:textId="77777777" w:rsidR="00302D4C" w:rsidRPr="006A3BED" w:rsidRDefault="00302D4C" w:rsidP="006A3BED">
      <w:pPr>
        <w:pStyle w:val="Paragraphedeliste"/>
        <w:numPr>
          <w:ilvl w:val="0"/>
          <w:numId w:val="31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Le candidat peut seulement ajouter des annexes pour les catégories suivantes : </w:t>
      </w:r>
    </w:p>
    <w:p w14:paraId="33CABA9B" w14:textId="77777777" w:rsidR="00302D4C" w:rsidRPr="006A3BED" w:rsidRDefault="00302D4C" w:rsidP="00302D4C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>Équipe projet</w:t>
      </w:r>
    </w:p>
    <w:p w14:paraId="0365ADB8" w14:textId="77777777" w:rsidR="00302D4C" w:rsidRPr="006A3BED" w:rsidRDefault="00302D4C" w:rsidP="00302D4C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Planning prévisionnel </w:t>
      </w:r>
    </w:p>
    <w:p w14:paraId="6EC62469" w14:textId="77777777" w:rsidR="00302D4C" w:rsidRPr="006A3BED" w:rsidRDefault="00302D4C" w:rsidP="00302D4C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Budget prévisionnel </w:t>
      </w:r>
    </w:p>
    <w:p w14:paraId="426FD5AB" w14:textId="7AA4D959" w:rsidR="00302D4C" w:rsidRPr="006A3BED" w:rsidRDefault="00026F7B" w:rsidP="00302D4C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Pour son projet, le porteur de projet s’attachera à respecter un</w:t>
      </w:r>
      <w:r w:rsidR="00302D4C" w:rsidRPr="006A3BED">
        <w:rPr>
          <w:rFonts w:cstheme="minorHAnsi"/>
          <w:sz w:val="22"/>
          <w:szCs w:val="22"/>
        </w:rPr>
        <w:t xml:space="preserve"> style de rédaction simple, concis et pertinent avec une présentation aérée et une mise en page claire. </w:t>
      </w:r>
    </w:p>
    <w:p w14:paraId="4B1359AF" w14:textId="77777777" w:rsidR="000E614B" w:rsidRPr="000E614B" w:rsidRDefault="000E614B" w:rsidP="002658AB">
      <w:pPr>
        <w:jc w:val="both"/>
      </w:pPr>
    </w:p>
    <w:p w14:paraId="40647BE5" w14:textId="77777777" w:rsidR="000E614B" w:rsidRPr="000E614B" w:rsidRDefault="000E614B" w:rsidP="002658AB">
      <w:pPr>
        <w:jc w:val="both"/>
      </w:pPr>
    </w:p>
    <w:p w14:paraId="7E5A55AB" w14:textId="212DECCB" w:rsidR="000E614B" w:rsidRDefault="000E614B" w:rsidP="00354CB4">
      <w:pPr>
        <w:spacing w:before="0" w:after="160" w:line="259" w:lineRule="auto"/>
        <w:jc w:val="both"/>
      </w:pPr>
      <w:r>
        <w:br w:type="page"/>
      </w:r>
    </w:p>
    <w:p w14:paraId="6A958A63" w14:textId="216AE8E6" w:rsidR="000E614B" w:rsidRDefault="000E614B" w:rsidP="002658AB">
      <w:pPr>
        <w:pStyle w:val="Titre1"/>
        <w:jc w:val="both"/>
      </w:pPr>
      <w:r>
        <w:lastRenderedPageBreak/>
        <w:t>2</w:t>
      </w:r>
      <w:r w:rsidRPr="00ED2DDB">
        <w:t xml:space="preserve"> – </w:t>
      </w:r>
      <w:r w:rsidR="00302D4C">
        <w:t>Déclaration sur l’honneur</w:t>
      </w:r>
    </w:p>
    <w:p w14:paraId="3372CF23" w14:textId="77777777" w:rsidR="00302D4C" w:rsidRPr="006A3BED" w:rsidRDefault="00302D4C" w:rsidP="00302D4C">
      <w:pPr>
        <w:autoSpaceDE w:val="0"/>
        <w:autoSpaceDN w:val="0"/>
        <w:adjustRightInd w:val="0"/>
        <w:jc w:val="both"/>
        <w:rPr>
          <w:rFonts w:eastAsia="Times New Roman" w:cstheme="minorHAnsi"/>
          <w:sz w:val="22"/>
          <w:szCs w:val="22"/>
          <w:lang w:eastAsia="fr-FR"/>
        </w:rPr>
      </w:pPr>
      <w:r w:rsidRPr="006A3BED">
        <w:rPr>
          <w:rFonts w:eastAsia="Times New Roman" w:cstheme="minorHAnsi"/>
          <w:sz w:val="22"/>
          <w:szCs w:val="22"/>
          <w:lang w:eastAsia="fr-FR"/>
        </w:rPr>
        <w:t>Le droit d'accès aux informations prévues par la loi n° 78-17 du 6 janvier 1978 relative à l'informatique, aux fichiers et aux libertés s'exerce auprès du service ou de l'Etablissement auprès duquel vous déposez ce dossier.</w:t>
      </w:r>
    </w:p>
    <w:p w14:paraId="568142F0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BE7B4C1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Je soussigné(e), (nom et prénom) </w:t>
      </w:r>
    </w:p>
    <w:p w14:paraId="37F1C722" w14:textId="3D9A1A1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30D9ADE9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Représentant(e) légal(e) de l'association / de la structure </w:t>
      </w:r>
    </w:p>
    <w:p w14:paraId="517123F0" w14:textId="630E2621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7C7C9E0D" w14:textId="7777777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491F213A" w14:textId="29F18908" w:rsidR="00302D4C" w:rsidRPr="006A3BED" w:rsidRDefault="00302D4C" w:rsidP="006A3BED">
      <w:pPr>
        <w:widowControl w:val="0"/>
        <w:suppressAutoHyphens/>
        <w:jc w:val="both"/>
        <w:rPr>
          <w:rFonts w:eastAsia="Times New Roman" w:cstheme="minorHAnsi"/>
          <w:i/>
          <w:sz w:val="22"/>
          <w:szCs w:val="22"/>
          <w:lang w:eastAsia="ar-SA"/>
        </w:rPr>
      </w:pPr>
      <w:r w:rsidRPr="006A3BED">
        <w:rPr>
          <w:rFonts w:eastAsia="Times New Roman" w:cstheme="minorHAnsi"/>
          <w:i/>
          <w:sz w:val="22"/>
          <w:szCs w:val="22"/>
          <w:lang w:eastAsia="ar-SA"/>
        </w:rPr>
        <w:t>Si le signataire n'est pas le représentant légal de l'association, joindre le pouvoir lui permettant d'engager celle-ci.</w:t>
      </w:r>
    </w:p>
    <w:p w14:paraId="4A4A775A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b/>
          <w:sz w:val="22"/>
          <w:szCs w:val="22"/>
          <w:lang w:eastAsia="ar-SA"/>
        </w:rPr>
      </w:pPr>
      <w:r w:rsidRPr="006A3BED">
        <w:rPr>
          <w:rFonts w:eastAsia="Times New Roman" w:cstheme="minorHAnsi"/>
          <w:b/>
          <w:sz w:val="22"/>
          <w:szCs w:val="22"/>
          <w:lang w:eastAsia="ar-SA"/>
        </w:rPr>
        <w:t>Déclare :</w:t>
      </w:r>
    </w:p>
    <w:p w14:paraId="25D183E6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- que l'association / la structure est à jour de ses obligations sociales et fiscales (déclarations et paiements correspondants) ;</w:t>
      </w:r>
    </w:p>
    <w:p w14:paraId="71BDDDFA" w14:textId="52048E29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- exactes et sincères les informations du présent </w:t>
      </w:r>
      <w:r w:rsidR="004C1995">
        <w:rPr>
          <w:rFonts w:eastAsia="Times New Roman" w:cstheme="minorHAnsi"/>
          <w:sz w:val="22"/>
          <w:szCs w:val="22"/>
          <w:lang w:eastAsia="ar-SA"/>
        </w:rPr>
        <w:t>document</w:t>
      </w:r>
      <w:r w:rsidRPr="006A3BED">
        <w:rPr>
          <w:rFonts w:eastAsia="Times New Roman" w:cstheme="minorHAnsi"/>
          <w:sz w:val="22"/>
          <w:szCs w:val="22"/>
          <w:lang w:eastAsia="ar-SA"/>
        </w:rPr>
        <w:t xml:space="preserve">, notamment relatives aux demandes de subventions déposées auprès d'autres financeurs publics </w:t>
      </w:r>
    </w:p>
    <w:p w14:paraId="1BF9AE58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4A21672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9440142" w14:textId="77777777" w:rsidR="00302D4C" w:rsidRPr="006A3BED" w:rsidRDefault="00302D4C" w:rsidP="00302D4C">
      <w:pPr>
        <w:widowControl w:val="0"/>
        <w:tabs>
          <w:tab w:val="left" w:pos="496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Fait, le …………………………… à …………………………………… </w:t>
      </w:r>
    </w:p>
    <w:p w14:paraId="70F125C1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E4242B7" w14:textId="77777777" w:rsidR="00302D4C" w:rsidRPr="006A3BED" w:rsidRDefault="00302D4C" w:rsidP="00302D4C">
      <w:pPr>
        <w:widowControl w:val="0"/>
        <w:suppressAutoHyphens/>
        <w:ind w:left="4962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Signature</w:t>
      </w:r>
    </w:p>
    <w:p w14:paraId="2A0521E9" w14:textId="77777777" w:rsidR="000E614B" w:rsidRPr="000E614B" w:rsidRDefault="000E614B" w:rsidP="002658AB">
      <w:pPr>
        <w:jc w:val="both"/>
      </w:pPr>
    </w:p>
    <w:p w14:paraId="21F2BF2A" w14:textId="77777777" w:rsidR="000E614B" w:rsidRDefault="000E614B" w:rsidP="002658AB">
      <w:pPr>
        <w:spacing w:before="0" w:after="160" w:line="259" w:lineRule="auto"/>
        <w:jc w:val="both"/>
      </w:pPr>
      <w:r>
        <w:br w:type="page"/>
      </w:r>
    </w:p>
    <w:p w14:paraId="375C4090" w14:textId="2B6D5700" w:rsidR="00C010F4" w:rsidRDefault="00C010F4" w:rsidP="00C010F4">
      <w:pPr>
        <w:pStyle w:val="Titre1"/>
        <w:jc w:val="both"/>
      </w:pPr>
      <w:r>
        <w:lastRenderedPageBreak/>
        <w:t>3</w:t>
      </w:r>
      <w:r w:rsidRPr="00ED2DDB">
        <w:t xml:space="preserve"> – </w:t>
      </w:r>
      <w:r>
        <w:t>Présentation du porteur de projet</w:t>
      </w:r>
    </w:p>
    <w:p w14:paraId="597D72AF" w14:textId="3B53413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Nom ou raison sociale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3FAEC1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3569EA6E" w14:textId="4762CB64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F43BB00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7BAA742" w14:textId="5282820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Nom, prénom et fonction du responsable légal : </w:t>
      </w: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</w:t>
      </w:r>
      <w:r>
        <w:rPr>
          <w:rFonts w:eastAsia="Calibri" w:cs="Calibri"/>
          <w:color w:val="auto"/>
          <w:sz w:val="22"/>
          <w:szCs w:val="22"/>
        </w:rPr>
        <w:t>………..</w:t>
      </w:r>
    </w:p>
    <w:p w14:paraId="51C8A7F6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4EAF9A0B" w14:textId="34218582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F9D4301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EC9B2C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Domaine d’activité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FD2F7FA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6F4D51A" w14:textId="050B9F53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A5156D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3E7973F5" w14:textId="36140D5C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Adresse du siège social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BF90954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4758379" w14:textId="29EBF77D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8F15A7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05EE15A9" w14:textId="10A946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Téléphone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7575068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45D75F" w14:textId="5C8243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0CC30F9D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4911F74" w14:textId="51AA491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Courriel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D652D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22AA3636" w14:textId="0C538FB0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94A47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272659DC" w14:textId="10549E5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Site internet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8BA7A2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DDA235" w14:textId="1E96C2D3" w:rsid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8BCD93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C47E0B0" w14:textId="2469BF53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N° SIRET : </w:t>
      </w:r>
    </w:p>
    <w:p w14:paraId="728F17D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0F43A22" w14:textId="1FE6E90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DB03C06" w14:textId="77777777" w:rsidR="00C010F4" w:rsidRDefault="00C010F4" w:rsidP="00C010F4">
      <w:pPr>
        <w:pStyle w:val="Titre1"/>
        <w:jc w:val="both"/>
      </w:pPr>
    </w:p>
    <w:p w14:paraId="48E1315E" w14:textId="77777777" w:rsidR="00C010F4" w:rsidRDefault="00C010F4" w:rsidP="00C010F4">
      <w:pPr>
        <w:pStyle w:val="Titre1"/>
        <w:jc w:val="both"/>
      </w:pPr>
    </w:p>
    <w:p w14:paraId="7DA8799D" w14:textId="77777777" w:rsidR="00C010F4" w:rsidRDefault="00C010F4" w:rsidP="00C010F4">
      <w:pPr>
        <w:pStyle w:val="Titre1"/>
        <w:jc w:val="both"/>
      </w:pPr>
    </w:p>
    <w:p w14:paraId="77DADB61" w14:textId="788692A6" w:rsidR="00C010F4" w:rsidRDefault="00C010F4" w:rsidP="00C010F4">
      <w:pPr>
        <w:pStyle w:val="Titre1"/>
        <w:jc w:val="both"/>
      </w:pPr>
    </w:p>
    <w:p w14:paraId="5DB4D3BA" w14:textId="77777777" w:rsidR="00C010F4" w:rsidRPr="00C010F4" w:rsidRDefault="00C010F4" w:rsidP="00C010F4"/>
    <w:p w14:paraId="1C3A7F78" w14:textId="221F1419" w:rsidR="00302D4C" w:rsidRPr="00C010F4" w:rsidRDefault="00C010F4" w:rsidP="00C010F4">
      <w:pPr>
        <w:pStyle w:val="Titre1"/>
        <w:jc w:val="both"/>
      </w:pPr>
      <w:r>
        <w:lastRenderedPageBreak/>
        <w:t xml:space="preserve">4 </w:t>
      </w:r>
      <w:r w:rsidR="000E614B" w:rsidRPr="00ED2DDB">
        <w:t xml:space="preserve">– </w:t>
      </w:r>
      <w:r w:rsidR="00302D4C">
        <w:t>Description de l’activité du porteur de projet</w:t>
      </w:r>
    </w:p>
    <w:tbl>
      <w:tblPr>
        <w:tblStyle w:val="Tableausimple5"/>
        <w:tblpPr w:leftFromText="141" w:rightFromText="141" w:vertAnchor="text" w:horzAnchor="margin" w:tblpXSpec="center" w:tblpY="-49"/>
        <w:tblW w:w="9946" w:type="dxa"/>
        <w:tblLook w:val="0000" w:firstRow="0" w:lastRow="0" w:firstColumn="0" w:lastColumn="0" w:noHBand="0" w:noVBand="0"/>
      </w:tblPr>
      <w:tblGrid>
        <w:gridCol w:w="9946"/>
      </w:tblGrid>
      <w:tr w:rsidR="00302D4C" w14:paraId="62AFA248" w14:textId="77777777" w:rsidTr="00302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6" w:type="dxa"/>
          </w:tcPr>
          <w:p w14:paraId="0B38E135" w14:textId="77777777" w:rsidR="00302D4C" w:rsidRPr="000B53A6" w:rsidRDefault="00302D4C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>Historique et description des missions de la structure :</w:t>
            </w:r>
          </w:p>
          <w:p w14:paraId="20247417" w14:textId="7D924404" w:rsidR="00302D4C" w:rsidRPr="000B53A6" w:rsidRDefault="00302D4C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Il s’agit de présenter </w:t>
            </w:r>
            <w:r w:rsidR="00DF03A4">
              <w:rPr>
                <w:i/>
                <w:sz w:val="22"/>
                <w:szCs w:val="22"/>
              </w:rPr>
              <w:t>la structure</w:t>
            </w:r>
            <w:r w:rsidRPr="000B53A6">
              <w:rPr>
                <w:i/>
                <w:sz w:val="22"/>
                <w:szCs w:val="22"/>
              </w:rPr>
              <w:t xml:space="preserve">, son réseau, son cœur de métier, quelles sont </w:t>
            </w:r>
            <w:r w:rsidR="003031CE">
              <w:rPr>
                <w:i/>
                <w:sz w:val="22"/>
                <w:szCs w:val="22"/>
              </w:rPr>
              <w:t>s</w:t>
            </w:r>
            <w:r w:rsidRPr="000B53A6">
              <w:rPr>
                <w:i/>
                <w:sz w:val="22"/>
                <w:szCs w:val="22"/>
              </w:rPr>
              <w:t>es cibles prioritaires et sa stratégie de développement</w:t>
            </w:r>
            <w:r w:rsidR="003031CE">
              <w:rPr>
                <w:i/>
                <w:sz w:val="22"/>
                <w:szCs w:val="22"/>
              </w:rPr>
              <w:t xml:space="preserve"> ainsi que toute information permettant de comprendre les missions et métiers.</w:t>
            </w:r>
          </w:p>
          <w:p w14:paraId="318654EC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974AEEA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C66FDEE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62872C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8C7CB35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3CB696C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D9844C6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593598A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0DED567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FADBB31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F31A7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7C1F00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218FD0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4096E78B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83D962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6DB78F58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030FFE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E8941D7" w14:textId="77777777" w:rsidR="00302D4C" w:rsidRPr="008F5CB9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</w:tc>
      </w:tr>
    </w:tbl>
    <w:p w14:paraId="0364AA51" w14:textId="1AA7B345" w:rsidR="00C14D72" w:rsidRDefault="00C14D72" w:rsidP="00C14D72">
      <w:pPr>
        <w:spacing w:before="0" w:after="160" w:line="259" w:lineRule="auto"/>
      </w:pPr>
      <w:r>
        <w:br w:type="page"/>
      </w:r>
    </w:p>
    <w:p w14:paraId="3307E46F" w14:textId="0F63E452" w:rsidR="008F0A94" w:rsidRDefault="00C010F4" w:rsidP="00B656AB">
      <w:pPr>
        <w:pStyle w:val="Titre1"/>
        <w:jc w:val="both"/>
      </w:pPr>
      <w:r>
        <w:lastRenderedPageBreak/>
        <w:t>5</w:t>
      </w:r>
      <w:r w:rsidR="00B656AB" w:rsidRPr="00ED2DDB">
        <w:t xml:space="preserve"> – </w:t>
      </w:r>
      <w:r w:rsidR="00302D4C">
        <w:t>Le projet</w:t>
      </w:r>
    </w:p>
    <w:p w14:paraId="27298583" w14:textId="59F71D6A" w:rsidR="00D308CB" w:rsidRPr="006A3BED" w:rsidRDefault="00D308CB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6A3BED">
        <w:rPr>
          <w:b/>
          <w:sz w:val="22"/>
          <w:szCs w:val="22"/>
        </w:rPr>
        <w:t xml:space="preserve">La compréhension du contexte et des enjeux </w:t>
      </w:r>
    </w:p>
    <w:tbl>
      <w:tblPr>
        <w:tblStyle w:val="Tableausimple5"/>
        <w:tblW w:w="9349" w:type="dxa"/>
        <w:tblInd w:w="-426" w:type="dxa"/>
        <w:tblLook w:val="0000" w:firstRow="0" w:lastRow="0" w:firstColumn="0" w:lastColumn="0" w:noHBand="0" w:noVBand="0"/>
      </w:tblPr>
      <w:tblGrid>
        <w:gridCol w:w="9349"/>
      </w:tblGrid>
      <w:tr w:rsidR="00D308CB" w14:paraId="2B19F245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9" w:type="dxa"/>
          </w:tcPr>
          <w:p w14:paraId="7EF3B366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>Le contexte :</w:t>
            </w:r>
          </w:p>
          <w:p w14:paraId="663654D3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expliquera de façon globale sa compréhension du contexte du projet.</w:t>
            </w:r>
          </w:p>
          <w:p w14:paraId="4D611DC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1BF860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B85794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89B41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203D11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77A4882" w14:textId="78304592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9D89D" w14:textId="1C27F281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38EEEE4" w14:textId="5D6F8B3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3D0737" w14:textId="0F4A85F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0275C1" w14:textId="2E6C2DD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727DBA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93C90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8225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2DDB7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EDBD3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4F4CB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3F1BCA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4B621332" w14:textId="66358B03" w:rsidR="00D308CB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p w14:paraId="2F22EA47" w14:textId="698266C1" w:rsidR="00D308CB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p w14:paraId="5E64510B" w14:textId="77777777" w:rsidR="00D308CB" w:rsidRPr="00480212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tbl>
      <w:tblPr>
        <w:tblStyle w:val="Tableausimple5"/>
        <w:tblW w:w="9364" w:type="dxa"/>
        <w:tblInd w:w="-426" w:type="dxa"/>
        <w:tblLook w:val="0000" w:firstRow="0" w:lastRow="0" w:firstColumn="0" w:lastColumn="0" w:noHBand="0" w:noVBand="0"/>
      </w:tblPr>
      <w:tblGrid>
        <w:gridCol w:w="9364"/>
      </w:tblGrid>
      <w:tr w:rsidR="00D308CB" w14:paraId="43D0592F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0C87393D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bookmarkStart w:id="0" w:name="_Hlk536520155"/>
            <w:r w:rsidRPr="000B53A6">
              <w:rPr>
                <w:sz w:val="22"/>
                <w:szCs w:val="22"/>
                <w:u w:val="single"/>
              </w:rPr>
              <w:t xml:space="preserve">Les enjeux : </w:t>
            </w:r>
          </w:p>
          <w:p w14:paraId="3AAB84FE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les enjeux qu’il a pu identifier.</w:t>
            </w:r>
          </w:p>
          <w:p w14:paraId="6119E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E91F0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575E1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1E52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A80337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342A46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EAA1D9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F3F2F8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104FC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D13C1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FA29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18C3B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1A085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BFEEC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337AF4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84A3D1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433C70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63AC9D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4BAA47" w14:textId="4C725640" w:rsidR="00C010F4" w:rsidRPr="008F5CB9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330F0D9A" w14:textId="77777777" w:rsidTr="00573AC6">
        <w:trPr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76764A58" w14:textId="0673D530" w:rsidR="00D308CB" w:rsidRPr="00480212" w:rsidRDefault="00D308CB" w:rsidP="00573AC6">
            <w:pPr>
              <w:jc w:val="both"/>
              <w:rPr>
                <w:rFonts w:asciiTheme="minorHAnsi" w:hAnsiTheme="minorHAnsi" w:cstheme="minorHAnsi"/>
                <w:color w:val="636363" w:themeColor="text1"/>
                <w:sz w:val="24"/>
                <w:szCs w:val="36"/>
                <w:u w:val="single"/>
              </w:rPr>
            </w:pPr>
          </w:p>
        </w:tc>
      </w:tr>
      <w:bookmarkEnd w:id="0"/>
    </w:tbl>
    <w:p w14:paraId="7B725A8A" w14:textId="77777777" w:rsidR="00C010F4" w:rsidRDefault="00C010F4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</w:p>
    <w:p w14:paraId="01C22E68" w14:textId="5FE1FB4B" w:rsidR="00D308CB" w:rsidRPr="00C010F4" w:rsidRDefault="00D308CB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C010F4">
        <w:rPr>
          <w:b/>
          <w:sz w:val="22"/>
          <w:szCs w:val="22"/>
        </w:rPr>
        <w:lastRenderedPageBreak/>
        <w:t>Votre idée, votre projet</w:t>
      </w:r>
    </w:p>
    <w:tbl>
      <w:tblPr>
        <w:tblStyle w:val="Tableausimple5"/>
        <w:tblW w:w="9581" w:type="dxa"/>
        <w:tblInd w:w="-426" w:type="dxa"/>
        <w:tblLook w:val="0000" w:firstRow="0" w:lastRow="0" w:firstColumn="0" w:lastColumn="0" w:noHBand="0" w:noVBand="0"/>
      </w:tblPr>
      <w:tblGrid>
        <w:gridCol w:w="9581"/>
      </w:tblGrid>
      <w:tr w:rsidR="00D308CB" w14:paraId="145308C6" w14:textId="77777777" w:rsidTr="006A3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1" w:type="dxa"/>
          </w:tcPr>
          <w:p w14:paraId="117AF61E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>Intitulé du projet :</w:t>
            </w:r>
          </w:p>
          <w:p w14:paraId="3540A86E" w14:textId="33156AE8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 titre de son projet.</w:t>
            </w:r>
          </w:p>
          <w:p w14:paraId="22919DD7" w14:textId="77777777" w:rsidR="006A3BED" w:rsidRPr="006A3BED" w:rsidRDefault="006A3BED" w:rsidP="00573AC6">
            <w:pPr>
              <w:jc w:val="both"/>
              <w:rPr>
                <w:rFonts w:cstheme="minorHAnsi"/>
                <w:i/>
                <w:color w:val="636363" w:themeColor="text1"/>
                <w:sz w:val="22"/>
                <w:szCs w:val="22"/>
              </w:rPr>
            </w:pPr>
          </w:p>
          <w:p w14:paraId="317C9AFF" w14:textId="77777777" w:rsidR="00D308CB" w:rsidRPr="008F5CB9" w:rsidRDefault="00D308CB" w:rsidP="00D308CB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A05A557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74" w:type="dxa"/>
        <w:tblLook w:val="0000" w:firstRow="0" w:lastRow="0" w:firstColumn="0" w:lastColumn="0" w:noHBand="0" w:noVBand="0"/>
      </w:tblPr>
      <w:tblGrid>
        <w:gridCol w:w="9498"/>
      </w:tblGrid>
      <w:tr w:rsidR="00D308CB" w14:paraId="19274066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35A4B892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 xml:space="preserve">Les objectifs et les résultats attendus : </w:t>
            </w:r>
          </w:p>
          <w:p w14:paraId="0B499B33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doit décrire comment le projet répond aux critères de l’appel à projet et son impact sur le territoire et sur les bénéficiaires.</w:t>
            </w:r>
          </w:p>
          <w:p w14:paraId="21D3A50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6FE66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2E6A8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5DB215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29B2DEC" w14:textId="6C3A08C6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96F8992" w14:textId="16FD6069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16862B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D815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098A35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BE9F7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F94D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017BF6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CBE5F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DD342C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D35EE68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5"/>
        <w:gridCol w:w="9501"/>
      </w:tblGrid>
      <w:tr w:rsidR="00D308CB" w14:paraId="69D9DAB8" w14:textId="77777777" w:rsidTr="006A3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7907E5FE" w14:textId="2AA87C90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lastRenderedPageBreak/>
              <w:t xml:space="preserve">Le contenu </w:t>
            </w:r>
            <w:r w:rsidR="00B256CA">
              <w:rPr>
                <w:sz w:val="22"/>
                <w:szCs w:val="22"/>
                <w:u w:val="single"/>
              </w:rPr>
              <w:t>du projet</w:t>
            </w:r>
            <w:r w:rsidRPr="000B53A6">
              <w:rPr>
                <w:sz w:val="22"/>
                <w:szCs w:val="22"/>
                <w:u w:val="single"/>
              </w:rPr>
              <w:t xml:space="preserve"> : </w:t>
            </w:r>
          </w:p>
          <w:p w14:paraId="3F0F35CA" w14:textId="3694A83A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présentera </w:t>
            </w:r>
            <w:r w:rsidR="00B256CA">
              <w:rPr>
                <w:i/>
                <w:sz w:val="22"/>
                <w:szCs w:val="22"/>
              </w:rPr>
              <w:t>son projet, actions, réalisations, échéances intermédiaires, modalités et</w:t>
            </w:r>
            <w:r w:rsidR="00C343C9">
              <w:rPr>
                <w:i/>
                <w:sz w:val="22"/>
                <w:szCs w:val="22"/>
              </w:rPr>
              <w:t>c</w:t>
            </w:r>
            <w:r w:rsidR="00B256CA">
              <w:rPr>
                <w:i/>
                <w:sz w:val="22"/>
                <w:szCs w:val="22"/>
              </w:rPr>
              <w:t>…</w:t>
            </w:r>
            <w:r w:rsidRPr="000B53A6">
              <w:rPr>
                <w:i/>
                <w:sz w:val="22"/>
                <w:szCs w:val="22"/>
              </w:rPr>
              <w:t xml:space="preserve"> (méthodologie, contenu, déroulement </w:t>
            </w:r>
            <w:r w:rsidR="000B53A6" w:rsidRPr="000B53A6">
              <w:rPr>
                <w:i/>
                <w:sz w:val="22"/>
                <w:szCs w:val="22"/>
              </w:rPr>
              <w:t>opérationnel…</w:t>
            </w:r>
            <w:r w:rsidRPr="000B53A6">
              <w:rPr>
                <w:i/>
                <w:sz w:val="22"/>
                <w:szCs w:val="22"/>
              </w:rPr>
              <w:t>).</w:t>
            </w:r>
          </w:p>
          <w:p w14:paraId="458F4B3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546609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7F45D3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A9EB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5CD3CE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DA6B7F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EC929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BF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9C08E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C0D837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79635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4E5DF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1965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B1091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4B71C8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CF8C4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AB04C7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C5812F" w14:textId="1A12405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93B7438" w14:textId="08E652AD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6A048B" w14:textId="77777777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45D3C4" w14:textId="18715B3A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:rsidRPr="008F5CB9" w14:paraId="68B5DF5F" w14:textId="77777777" w:rsidTr="006A3BED">
        <w:trPr>
          <w:gridBefore w:val="1"/>
          <w:wBefore w:w="25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01" w:type="dxa"/>
          </w:tcPr>
          <w:p w14:paraId="2E56EA30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lastRenderedPageBreak/>
              <w:t xml:space="preserve">Le(s) territoire(s) concerné(s) par l’action : </w:t>
            </w:r>
          </w:p>
          <w:p w14:paraId="5762FA2B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précisera sur quel(s) territoire(s) se déroule l’action. </w:t>
            </w:r>
          </w:p>
          <w:p w14:paraId="0B242F7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CEA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9FD124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CB32F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34BE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F809CC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0BEDFD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0D862265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8"/>
        <w:gridCol w:w="9498"/>
      </w:tblGrid>
      <w:tr w:rsidR="00D308CB" w14:paraId="50E8BCCD" w14:textId="77777777" w:rsidTr="00C01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6DE233C3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 xml:space="preserve">Le public ciblé : </w:t>
            </w:r>
          </w:p>
          <w:p w14:paraId="19E8AD17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rFonts w:cs="Arial"/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quel public sera visé par le projet</w:t>
            </w:r>
            <w:r w:rsidRPr="000B53A6">
              <w:rPr>
                <w:rFonts w:cs="Arial"/>
                <w:i/>
                <w:sz w:val="22"/>
                <w:szCs w:val="22"/>
              </w:rPr>
              <w:t xml:space="preserve">. </w:t>
            </w:r>
          </w:p>
          <w:p w14:paraId="0E44F8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FF8DE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F424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214CB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89629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98582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D79CD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4DE7C3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50A9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85FA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B38A3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75AF04EA" w14:textId="77777777" w:rsidTr="00C010F4">
        <w:trPr>
          <w:gridBefore w:val="1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19FAD26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lastRenderedPageBreak/>
              <w:t xml:space="preserve">Les moyens de mise en œuvre de l’action : </w:t>
            </w:r>
          </w:p>
          <w:p w14:paraId="15C28132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 :</w:t>
            </w:r>
          </w:p>
          <w:p w14:paraId="01FBC0DF" w14:textId="4E3635C8" w:rsidR="000B53A6" w:rsidRPr="000B53A6" w:rsidRDefault="00D308CB" w:rsidP="000B53A6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Intervenants : Il s’agit de préciser les fonctions des personnes directement et/ ou indirectement affectées à l’action ainsi que le temps prévisionnel (fonction, mission, effectifs ETP rémunéré, heures totales d’intervention</w:t>
            </w:r>
            <w:r w:rsidR="002C5585">
              <w:rPr>
                <w:i/>
                <w:sz w:val="22"/>
                <w:szCs w:val="22"/>
              </w:rPr>
              <w:t xml:space="preserve">, </w:t>
            </w:r>
            <w:r w:rsidRPr="000B53A6">
              <w:rPr>
                <w:i/>
                <w:sz w:val="22"/>
                <w:szCs w:val="22"/>
              </w:rPr>
              <w:t>qualification…).</w:t>
            </w:r>
          </w:p>
          <w:p w14:paraId="5EA9FBC4" w14:textId="5850900B" w:rsidR="00D308CB" w:rsidRPr="000B53A6" w:rsidRDefault="00D308CB" w:rsidP="000B53A6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Moyens matériels : Il s’agit de préciser tous les moyens matériels et immatériels utilisés pour les besoins du projet (locaux, logiciel…).</w:t>
            </w:r>
          </w:p>
          <w:p w14:paraId="3A2C7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0763F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3E1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2FE7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5B5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CD6492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3C1C26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AA8D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3C94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10997C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10CF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7FB77D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3126B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A7B38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8E2681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016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CFBD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FACA5" w14:textId="1E343486" w:rsidR="000B53A6" w:rsidRPr="008F5CB9" w:rsidRDefault="000B53A6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48A5991D" w14:textId="77777777" w:rsidTr="00C010F4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379A608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lastRenderedPageBreak/>
              <w:t xml:space="preserve">Les partenaires impliqués (techniques et financiers) : </w:t>
            </w:r>
          </w:p>
          <w:p w14:paraId="1CE382AF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indiquera dans la mise en œuvre et/ou sur le suivi du projet les partenaires impliqués dans le projet. </w:t>
            </w:r>
          </w:p>
          <w:p w14:paraId="5F193E2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671478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D3356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B4A5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C3688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31273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FBA983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6F3087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3EFC0DC" w14:textId="77BF2E49" w:rsidR="00C343C9" w:rsidRDefault="00C343C9" w:rsidP="00D308CB">
      <w:pPr>
        <w:spacing w:after="160" w:line="259" w:lineRule="auto"/>
        <w:rPr>
          <w:rFonts w:asciiTheme="minorHAnsi" w:hAnsiTheme="minorHAnsi"/>
          <w:b/>
        </w:rPr>
      </w:pPr>
    </w:p>
    <w:p w14:paraId="7C5F9F9E" w14:textId="77777777" w:rsidR="00C343C9" w:rsidRDefault="00C343C9">
      <w:pPr>
        <w:spacing w:before="0"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181EFC3B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p w14:paraId="6FC66ACC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282907ED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9FBFAC3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>Le pilotage et l’évaluation :</w:t>
            </w:r>
          </w:p>
          <w:p w14:paraId="42CFDEFC" w14:textId="0A467E3F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les modalités de pilotage</w:t>
            </w:r>
            <w:r w:rsidR="002C5585">
              <w:rPr>
                <w:i/>
                <w:sz w:val="22"/>
                <w:szCs w:val="22"/>
              </w:rPr>
              <w:t xml:space="preserve"> et d’évaluation du projet</w:t>
            </w:r>
            <w:r w:rsidRPr="000B53A6">
              <w:rPr>
                <w:i/>
                <w:sz w:val="22"/>
                <w:szCs w:val="22"/>
              </w:rPr>
              <w:t>, indicateurs permettant d’évaluer l’atteinte des objectifs.</w:t>
            </w:r>
          </w:p>
          <w:p w14:paraId="3BAA4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DCE1FC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A6D3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6101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AA95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82AB1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587DCA8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A3B0C40" w14:textId="4F00055D" w:rsidR="00C343C9" w:rsidRDefault="00C343C9" w:rsidP="001806DE">
      <w:pPr>
        <w:rPr>
          <w:b/>
          <w:bCs/>
          <w:u w:val="single"/>
        </w:rPr>
      </w:pPr>
    </w:p>
    <w:p w14:paraId="4EDAAA6F" w14:textId="77777777" w:rsidR="00C343C9" w:rsidRDefault="00C343C9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4B7E7FF7" w14:textId="77777777" w:rsidR="00D308CB" w:rsidRDefault="00D308CB" w:rsidP="001806DE">
      <w:pPr>
        <w:rPr>
          <w:b/>
          <w:bCs/>
          <w:u w:val="single"/>
        </w:rPr>
      </w:pPr>
    </w:p>
    <w:p w14:paraId="32EA4218" w14:textId="77777777" w:rsidR="00931DBA" w:rsidRDefault="00931DBA" w:rsidP="001806DE">
      <w:pPr>
        <w:rPr>
          <w:b/>
          <w:bCs/>
          <w:u w:val="single"/>
        </w:rPr>
      </w:pPr>
    </w:p>
    <w:p w14:paraId="1FEEAB77" w14:textId="0BE7C12D" w:rsidR="00D308CB" w:rsidRPr="00931DBA" w:rsidRDefault="00D308CB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931DBA">
        <w:rPr>
          <w:b/>
          <w:sz w:val="22"/>
          <w:szCs w:val="22"/>
        </w:rPr>
        <w:t xml:space="preserve">Planning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655B002D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234C36F" w14:textId="325EEA41" w:rsidR="00D308CB" w:rsidRPr="00931DBA" w:rsidRDefault="00D308CB" w:rsidP="00931DBA">
            <w:pPr>
              <w:pStyle w:val="Titre2"/>
              <w:outlineLvl w:val="1"/>
              <w:rPr>
                <w:i/>
                <w:iCs/>
                <w:sz w:val="22"/>
                <w:szCs w:val="22"/>
              </w:rPr>
            </w:pPr>
            <w:bookmarkStart w:id="1" w:name="_Hlk61348502"/>
            <w:r w:rsidRPr="00931DBA">
              <w:rPr>
                <w:i/>
                <w:iCs/>
                <w:sz w:val="22"/>
                <w:szCs w:val="22"/>
              </w:rPr>
              <w:t>Le candidat indiquera le planning prévisionnel de son projet (il pourra l’intégrer dans un autre format en annexe</w:t>
            </w:r>
            <w:r w:rsidR="00E04E55">
              <w:rPr>
                <w:i/>
                <w:iCs/>
                <w:sz w:val="22"/>
                <w:szCs w:val="22"/>
              </w:rPr>
              <w:t>, un modèle est proposé dans les annexes au cahier des charges de l’appel à projet</w:t>
            </w:r>
            <w:r w:rsidRPr="00931DBA">
              <w:rPr>
                <w:i/>
                <w:iCs/>
                <w:sz w:val="22"/>
                <w:szCs w:val="22"/>
              </w:rPr>
              <w:t xml:space="preserve">). </w:t>
            </w:r>
          </w:p>
          <w:bookmarkEnd w:id="1"/>
          <w:p w14:paraId="4DDA1674" w14:textId="5FF66AE8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B703E78" w14:textId="6C19428E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01B2DEF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9C37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E1B8758" w14:textId="41DE85EC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C47B04" w14:textId="5CAFF87B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BCCDE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4ED62E" w14:textId="77777777" w:rsidR="00C4257B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2436E8" w14:textId="7D873024" w:rsidR="00C4257B" w:rsidRPr="008F5CB9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664D958A" w14:textId="54837B4E" w:rsidR="00BB28A6" w:rsidRDefault="00BB28A6" w:rsidP="001806DE">
      <w:pPr>
        <w:rPr>
          <w:b/>
          <w:bCs/>
          <w:sz w:val="22"/>
          <w:szCs w:val="22"/>
          <w:u w:val="single"/>
        </w:rPr>
      </w:pPr>
    </w:p>
    <w:p w14:paraId="531E51AD" w14:textId="77777777" w:rsidR="00BB28A6" w:rsidRDefault="00BB28A6">
      <w:pPr>
        <w:spacing w:before="0" w:after="160" w:line="259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</w:p>
    <w:p w14:paraId="49F198E6" w14:textId="77777777" w:rsidR="00D308CB" w:rsidRPr="00C4257B" w:rsidRDefault="00D308CB" w:rsidP="001806DE">
      <w:pPr>
        <w:rPr>
          <w:b/>
          <w:bCs/>
          <w:sz w:val="22"/>
          <w:szCs w:val="22"/>
          <w:u w:val="single"/>
        </w:rPr>
      </w:pPr>
    </w:p>
    <w:p w14:paraId="60C74B9E" w14:textId="3D43CEA5" w:rsidR="00D308CB" w:rsidRPr="00C4257B" w:rsidRDefault="00D308CB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C4257B">
        <w:rPr>
          <w:b/>
          <w:sz w:val="22"/>
          <w:szCs w:val="22"/>
        </w:rPr>
        <w:t>Acteurs</w:t>
      </w:r>
      <w:r w:rsidR="00BB28A6">
        <w:rPr>
          <w:b/>
          <w:sz w:val="22"/>
          <w:szCs w:val="22"/>
        </w:rPr>
        <w:t>/équipe projet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1B6D62FA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58ACCE07" w14:textId="77777777" w:rsidR="00D308CB" w:rsidRPr="00C4257B" w:rsidRDefault="00D308CB" w:rsidP="00C4257B">
            <w:pPr>
              <w:pStyle w:val="Titre2"/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 xml:space="preserve">Le candidat indiquera l’ensemble des acteurs impliqués dans le projet : </w:t>
            </w:r>
          </w:p>
          <w:p w14:paraId="37618B13" w14:textId="77777777" w:rsidR="00C4257B" w:rsidRDefault="00D308CB" w:rsidP="00C4257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>L’équipe projet (qui peut être rédigée sur un autre format dans un document annexe)</w:t>
            </w:r>
          </w:p>
          <w:p w14:paraId="55935DD0" w14:textId="77777777" w:rsidR="00C4257B" w:rsidRDefault="00D308CB" w:rsidP="00C4257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 xml:space="preserve">Les partenaires </w:t>
            </w:r>
          </w:p>
          <w:p w14:paraId="59C85AC8" w14:textId="1A9B5EDF" w:rsidR="00D308CB" w:rsidRPr="00C4257B" w:rsidRDefault="00D308CB" w:rsidP="00C4257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 xml:space="preserve">Les prestataires </w:t>
            </w:r>
          </w:p>
          <w:p w14:paraId="12CBF032" w14:textId="155228FE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BFB4289" w14:textId="41344654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D7AE613" w14:textId="3ED92D69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2CAFEC10" w14:textId="73FFF042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CB11AFF" w14:textId="1182D55F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3406B10" w14:textId="77777777" w:rsidR="00C4257B" w:rsidRPr="00931DBA" w:rsidRDefault="00C4257B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4F86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3EE2A0E" w14:textId="54EB09C5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E2ADEC" w14:textId="2E370B08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AEF2A6" w14:textId="229F7B63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D3777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D0567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D92FFD5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1E10DE2" w14:textId="06F5EA80" w:rsidR="0069774A" w:rsidRDefault="0069774A" w:rsidP="001806DE">
      <w:pPr>
        <w:rPr>
          <w:b/>
          <w:bCs/>
          <w:u w:val="single"/>
        </w:rPr>
      </w:pPr>
    </w:p>
    <w:p w14:paraId="2331EFF7" w14:textId="77777777" w:rsidR="0069774A" w:rsidRDefault="0069774A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82823E6" w14:textId="77777777" w:rsidR="00931DBA" w:rsidRDefault="00931DBA" w:rsidP="001806DE">
      <w:pPr>
        <w:rPr>
          <w:b/>
          <w:bCs/>
          <w:u w:val="single"/>
        </w:rPr>
      </w:pPr>
    </w:p>
    <w:p w14:paraId="48414702" w14:textId="716A49AF" w:rsidR="00D308CB" w:rsidRPr="00BB28A6" w:rsidRDefault="00D308CB" w:rsidP="00BB28A6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C4257B">
        <w:rPr>
          <w:b/>
          <w:sz w:val="22"/>
          <w:szCs w:val="22"/>
        </w:rPr>
        <w:t xml:space="preserve">Budget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BB28A6" w14:paraId="14512CF8" w14:textId="77777777" w:rsidTr="002D7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06C9F38B" w14:textId="29996E0E" w:rsidR="00BB28A6" w:rsidRPr="00931DBA" w:rsidRDefault="00BB28A6" w:rsidP="00BB28A6">
            <w:pPr>
              <w:pStyle w:val="Titre2"/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>Le</w:t>
            </w:r>
            <w:r w:rsidRPr="00931DBA">
              <w:rPr>
                <w:i/>
                <w:iCs/>
                <w:sz w:val="22"/>
                <w:szCs w:val="22"/>
              </w:rPr>
              <w:t xml:space="preserve"> candidat indiquera le </w:t>
            </w:r>
            <w:r>
              <w:rPr>
                <w:i/>
                <w:iCs/>
                <w:sz w:val="22"/>
                <w:szCs w:val="22"/>
              </w:rPr>
              <w:t xml:space="preserve">budget </w:t>
            </w:r>
            <w:r w:rsidRPr="00931DBA">
              <w:rPr>
                <w:i/>
                <w:iCs/>
                <w:sz w:val="22"/>
                <w:szCs w:val="22"/>
              </w:rPr>
              <w:t>prévisionnel de son projet (il pourra l’intégrer dans un autre format en annexe</w:t>
            </w:r>
            <w:r>
              <w:rPr>
                <w:i/>
                <w:iCs/>
                <w:sz w:val="22"/>
                <w:szCs w:val="22"/>
              </w:rPr>
              <w:t>, un modèle est proposé dans les annexes au cahier des charges de l’appel à projet</w:t>
            </w:r>
            <w:r w:rsidRPr="00931DBA">
              <w:rPr>
                <w:i/>
                <w:iCs/>
                <w:sz w:val="22"/>
                <w:szCs w:val="22"/>
              </w:rPr>
              <w:t xml:space="preserve">). </w:t>
            </w:r>
          </w:p>
          <w:p w14:paraId="1DC9FD86" w14:textId="0C90D605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90FB247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A373B4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53E961A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B53A46C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2D7A6E4" w14:textId="77777777" w:rsidR="00BB28A6" w:rsidRPr="00931DBA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2A42A1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E4B1778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D02F89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ABC658D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909057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FE2355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9E69E3" w14:textId="77777777" w:rsidR="00BB28A6" w:rsidRPr="008F5CB9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FFDE6E2" w14:textId="024BE6F7" w:rsidR="00931DBA" w:rsidRDefault="00931DBA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34E85099" w14:textId="4F68C045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00A4FAE0" w14:textId="543914C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DDFE7E" w14:textId="5B78E69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48320465" w14:textId="41DF679D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7A8CDC" w14:textId="4061563B" w:rsidR="00195150" w:rsidRDefault="00C010F4" w:rsidP="002658AB">
      <w:pPr>
        <w:pStyle w:val="Titre1"/>
        <w:jc w:val="both"/>
      </w:pPr>
      <w:r>
        <w:lastRenderedPageBreak/>
        <w:t>6</w:t>
      </w:r>
      <w:r w:rsidR="00195150" w:rsidRPr="00ED2DDB">
        <w:t xml:space="preserve"> – </w:t>
      </w:r>
      <w:r w:rsidR="00D308CB">
        <w:t>Annexes</w:t>
      </w: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3432"/>
        <w:gridCol w:w="3006"/>
        <w:gridCol w:w="3009"/>
      </w:tblGrid>
      <w:tr w:rsidR="00D308CB" w:rsidRPr="009B7481" w14:paraId="13316D56" w14:textId="77777777" w:rsidTr="00D308CB">
        <w:tc>
          <w:tcPr>
            <w:tcW w:w="3432" w:type="dxa"/>
            <w:vAlign w:val="center"/>
          </w:tcPr>
          <w:p w14:paraId="767CDC2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14:paraId="2F171345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Intitulé de l’annexe</w:t>
            </w:r>
          </w:p>
        </w:tc>
        <w:tc>
          <w:tcPr>
            <w:tcW w:w="3009" w:type="dxa"/>
            <w:vAlign w:val="center"/>
          </w:tcPr>
          <w:p w14:paraId="234B1A01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Référence au cadre de réponse obligatoire</w:t>
            </w:r>
          </w:p>
        </w:tc>
      </w:tr>
      <w:tr w:rsidR="00D308CB" w:rsidRPr="009B7481" w14:paraId="424EC82B" w14:textId="77777777" w:rsidTr="00D308CB">
        <w:tc>
          <w:tcPr>
            <w:tcW w:w="3432" w:type="dxa"/>
            <w:vAlign w:val="center"/>
          </w:tcPr>
          <w:p w14:paraId="6A3C2EF7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1</w:t>
            </w:r>
          </w:p>
        </w:tc>
        <w:tc>
          <w:tcPr>
            <w:tcW w:w="3006" w:type="dxa"/>
            <w:vAlign w:val="center"/>
          </w:tcPr>
          <w:p w14:paraId="21E2B8D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11D8B97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08FD1E46" w14:textId="77777777" w:rsidTr="00D308CB">
        <w:tc>
          <w:tcPr>
            <w:tcW w:w="3432" w:type="dxa"/>
            <w:vAlign w:val="center"/>
          </w:tcPr>
          <w:p w14:paraId="6361E23A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2</w:t>
            </w:r>
          </w:p>
        </w:tc>
        <w:tc>
          <w:tcPr>
            <w:tcW w:w="3006" w:type="dxa"/>
            <w:vAlign w:val="center"/>
          </w:tcPr>
          <w:p w14:paraId="3D30A54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0E41AFAC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6C0533C5" w14:textId="77777777" w:rsidTr="00D308CB">
        <w:tc>
          <w:tcPr>
            <w:tcW w:w="3432" w:type="dxa"/>
            <w:vAlign w:val="center"/>
          </w:tcPr>
          <w:p w14:paraId="717F0D29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3</w:t>
            </w:r>
          </w:p>
        </w:tc>
        <w:tc>
          <w:tcPr>
            <w:tcW w:w="3006" w:type="dxa"/>
            <w:vAlign w:val="center"/>
          </w:tcPr>
          <w:p w14:paraId="3228E4C4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DD0B3E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DBF4053" w14:textId="77777777" w:rsidTr="00D308CB">
        <w:tc>
          <w:tcPr>
            <w:tcW w:w="3432" w:type="dxa"/>
            <w:vAlign w:val="center"/>
          </w:tcPr>
          <w:p w14:paraId="1E9FFC23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4</w:t>
            </w:r>
          </w:p>
        </w:tc>
        <w:tc>
          <w:tcPr>
            <w:tcW w:w="3006" w:type="dxa"/>
            <w:vAlign w:val="center"/>
          </w:tcPr>
          <w:p w14:paraId="7A989005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49DA10B1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13FECFCB" w14:textId="77777777" w:rsidTr="00D308CB">
        <w:tc>
          <w:tcPr>
            <w:tcW w:w="3432" w:type="dxa"/>
            <w:vAlign w:val="center"/>
          </w:tcPr>
          <w:p w14:paraId="3D138AD1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31C14586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5E94F81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ACC4F65" w14:textId="77777777" w:rsidTr="00D308CB">
        <w:tc>
          <w:tcPr>
            <w:tcW w:w="3432" w:type="dxa"/>
            <w:vAlign w:val="center"/>
          </w:tcPr>
          <w:p w14:paraId="31766A20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26D21D2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B423BF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677AC64C" w14:textId="2172D0CB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bookmarkStart w:id="2" w:name="_GoBack"/>
      <w:bookmarkEnd w:id="2"/>
      <w:r w:rsidRPr="00931DBA">
        <w:rPr>
          <w:sz w:val="22"/>
          <w:szCs w:val="22"/>
        </w:rPr>
        <w:t>Le candidat devra ajouter ces annexes à la suite de ce dossier dans la partie « Annexes de l’appel à projet</w:t>
      </w:r>
      <w:r w:rsidR="00931DBA">
        <w:rPr>
          <w:sz w:val="22"/>
          <w:szCs w:val="22"/>
        </w:rPr>
        <w:t>s</w:t>
      </w:r>
      <w:r w:rsidRPr="00931DBA">
        <w:rPr>
          <w:sz w:val="22"/>
          <w:szCs w:val="22"/>
        </w:rPr>
        <w:t xml:space="preserve"> » en indiquant les titres de chaque document. </w:t>
      </w:r>
    </w:p>
    <w:p w14:paraId="6C163603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 xml:space="preserve">Si les fichiers sont dans d’autres formats (ex : Excel), le candidat doit joindre en complément du cadre de réponse obligatoire ses fichiers avec un nom bien défini : </w:t>
      </w:r>
    </w:p>
    <w:p w14:paraId="2B22FA37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>Exemple : CCCABTP_Annexe1_Equipeprojet_</w:t>
      </w:r>
      <w:r w:rsidRPr="00931DBA">
        <w:rPr>
          <w:i/>
          <w:sz w:val="22"/>
          <w:szCs w:val="22"/>
        </w:rPr>
        <w:t>Nom du porteur de projet</w:t>
      </w:r>
    </w:p>
    <w:p w14:paraId="1CC2C143" w14:textId="77777777" w:rsidR="00D308CB" w:rsidRPr="00D308CB" w:rsidRDefault="00D308CB" w:rsidP="00D308CB"/>
    <w:p w14:paraId="785F1937" w14:textId="59F16CD1" w:rsidR="002658AB" w:rsidRPr="002658AB" w:rsidRDefault="002658AB" w:rsidP="002658AB">
      <w:pPr>
        <w:sectPr w:rsidR="002658AB" w:rsidRPr="002658AB" w:rsidSect="00063C7E">
          <w:headerReference w:type="first" r:id="rId11"/>
          <w:pgSz w:w="11906" w:h="16838" w:code="9"/>
          <w:pgMar w:top="3267" w:right="1440" w:bottom="1440" w:left="1440" w:header="720" w:footer="720" w:gutter="0"/>
          <w:cols w:space="720"/>
          <w:titlePg/>
          <w:docGrid w:linePitch="360"/>
        </w:sectPr>
      </w:pPr>
    </w:p>
    <w:p w14:paraId="7357385B" w14:textId="77777777" w:rsidR="00ED2DDB" w:rsidRPr="00ED2DDB" w:rsidRDefault="00ED2DDB" w:rsidP="002658AB">
      <w:pPr>
        <w:pStyle w:val="Paragraphedeliste"/>
        <w:jc w:val="both"/>
        <w:rPr>
          <w:rFonts w:ascii="Times New Roman" w:eastAsia="Times New Roman" w:hAnsi="Times New Roman" w:cs="Times New Roman"/>
          <w:color w:val="FFED00"/>
          <w:szCs w:val="24"/>
        </w:rPr>
      </w:pPr>
    </w:p>
    <w:p w14:paraId="7419F21E" w14:textId="77777777" w:rsidR="00063C7E" w:rsidRPr="002124E2" w:rsidRDefault="00ED2DDB" w:rsidP="002658AB">
      <w:pPr>
        <w:jc w:val="both"/>
      </w:pPr>
      <w:r w:rsidRPr="00ED2DDB">
        <w:br/>
      </w:r>
    </w:p>
    <w:p w14:paraId="226A5ADE" w14:textId="77777777" w:rsidR="00063C7E" w:rsidRPr="002124E2" w:rsidRDefault="00063C7E" w:rsidP="002658AB">
      <w:pPr>
        <w:jc w:val="both"/>
      </w:pPr>
    </w:p>
    <w:p w14:paraId="652CB4C3" w14:textId="77777777" w:rsidR="00063C7E" w:rsidRPr="002124E2" w:rsidRDefault="00063C7E" w:rsidP="002658AB">
      <w:pPr>
        <w:jc w:val="both"/>
      </w:pPr>
    </w:p>
    <w:p w14:paraId="7F1F8CEE" w14:textId="77777777" w:rsidR="00063C7E" w:rsidRPr="002124E2" w:rsidRDefault="00063C7E" w:rsidP="002658AB">
      <w:pPr>
        <w:jc w:val="both"/>
      </w:pPr>
    </w:p>
    <w:p w14:paraId="786E7C78" w14:textId="77777777" w:rsidR="00063C7E" w:rsidRPr="002124E2" w:rsidRDefault="00063C7E" w:rsidP="002658AB">
      <w:pPr>
        <w:jc w:val="both"/>
      </w:pPr>
    </w:p>
    <w:p w14:paraId="41AA0B18" w14:textId="77777777" w:rsidR="00063C7E" w:rsidRPr="002124E2" w:rsidRDefault="00063C7E" w:rsidP="002658AB">
      <w:pPr>
        <w:jc w:val="both"/>
      </w:pPr>
    </w:p>
    <w:p w14:paraId="3378692B" w14:textId="77777777" w:rsidR="00063C7E" w:rsidRPr="002124E2" w:rsidRDefault="003D47BB" w:rsidP="002658AB">
      <w:pPr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41AA422" wp14:editId="316F0BE3">
                <wp:simplePos x="0" y="0"/>
                <wp:positionH relativeFrom="margin">
                  <wp:posOffset>1616364</wp:posOffset>
                </wp:positionH>
                <wp:positionV relativeFrom="paragraph">
                  <wp:posOffset>160655</wp:posOffset>
                </wp:positionV>
                <wp:extent cx="2770909" cy="2252345"/>
                <wp:effectExtent l="0" t="0" r="0" b="0"/>
                <wp:wrapNone/>
                <wp:docPr id="16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0909" cy="2252345"/>
                          <a:chOff x="0" y="0"/>
                          <a:chExt cx="2500387" cy="2252804"/>
                        </a:xfrm>
                      </wpg:grpSpPr>
                      <wps:wsp>
                        <wps:cNvPr id="162" name="Title 18"/>
                        <wps:cNvSpPr txBox="1">
                          <a:spLocks/>
                        </wps:cNvSpPr>
                        <wps:spPr>
                          <a:xfrm>
                            <a:off x="207539" y="0"/>
                            <a:ext cx="2093512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3531BE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 Black" w:hAnsi="Montserrat Black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 Black" w:hAnsi="Montserrat Black"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RENDEZ-VOUS SUR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3" name="Title 18"/>
                        <wps:cNvSpPr txBox="1">
                          <a:spLocks/>
                        </wps:cNvSpPr>
                        <wps:spPr>
                          <a:xfrm>
                            <a:off x="180815" y="385763"/>
                            <a:ext cx="2294917" cy="32861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021F4C" w14:textId="3CF221CB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hAnsi="Montserrat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www.</w:t>
                              </w:r>
                              <w:r w:rsidR="00BC70BE">
                                <w:rPr>
                                  <w:rFonts w:ascii="Montserrat" w:hAnsi="Montserrat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appels-a-projets-cccabtp.fr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4" name="Title 18"/>
                        <wps:cNvSpPr txBox="1">
                          <a:spLocks/>
                        </wps:cNvSpPr>
                        <wps:spPr>
                          <a:xfrm>
                            <a:off x="0" y="728268"/>
                            <a:ext cx="2488481" cy="9294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5321BE" w14:textId="77777777" w:rsidR="00AD4A2E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eastAsiaTheme="majorEastAsia" w:hAnsi="Montserrat" w:cstheme="majorBidi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eastAsiaTheme="majorEastAsia" w:hAnsi="Montserrat" w:cstheme="majorBidi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Pour plus d'informations, contactez le CCCA-BTP</w:t>
                              </w:r>
                            </w:p>
                            <w:p w14:paraId="10421D37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  <w:t>19, rue du Père Corentin</w:t>
                              </w:r>
                            </w:p>
                            <w:p w14:paraId="53677A62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  <w:t>75 014 Paris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5" name="Title 18"/>
                        <wps:cNvSpPr txBox="1">
                          <a:spLocks/>
                        </wps:cNvSpPr>
                        <wps:spPr>
                          <a:xfrm>
                            <a:off x="11906" y="1629106"/>
                            <a:ext cx="2488481" cy="34737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A7D910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color w:val="1D1D1B" w:themeColor="background2"/>
                                </w:rPr>
                              </w:pPr>
                              <w:r w:rsidRPr="003D47BB">
                                <w:rPr>
                                  <w:rFonts w:ascii="Montserrat" w:eastAsiaTheme="majorEastAsia" w:hAnsi="Montserrat" w:cstheme="majorBidi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www.ccca-btp.fr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" name="Graphic 2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809" y="2062931"/>
                            <a:ext cx="1443037" cy="18987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41AA422" id="Group 1" o:spid="_x0000_s1044" style="position:absolute;left:0;text-align:left;margin-left:127.25pt;margin-top:12.65pt;width:218.2pt;height:177.35pt;z-index:251684864;mso-position-horizontal-relative:margin;mso-width-relative:margin" coordsize="25003,22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a5MfwMAAIYMAAAOAAAAZHJzL2Uyb0RvYy54bWzkV9tu3DYQfQ/QfyD0&#10;Huu+usDrII0bI0CQGEn6AVwutSIikQTJ9a779RkOJa0vCVq4cVEgD5ZJiRyeOWeGM3v+6jgO5IYb&#10;K5RcR+lZEhEumdoKuVtHf355+7KOiHVUbumgJF9Ht9xGry5+e3F+0C3PVK+GLTcEjEjbHvQ66p3T&#10;bRxb1vOR2jOluYSPnTIjdTA1u3hr6AGsj0OcJckqPiiz1UYxbi28vQwfowu033WcuY9dZ7kjwzoC&#10;bA6fBp8b/4wvzmm7M1T3gk0w6BNQjFRIOHQxdUkdJXsjHpkaBTPKqs6dMTXGqusE4+gDeJMmD7y5&#10;Mmqv0Zdde9jphSag9gFPTzbLPtxcGyK2oN0qjYikI4iE55LUk3PQuxbWXBn9WV+b6cUuzLy/x86M&#10;/j94Qo5I6+1CKz86wuBlVlVJkzQRYfAty8osL8pAPOtBnUf7WP/HvLNMkryuTjvrpPA74/ng2ONb&#10;4Bw0BJE98WT/HU+fe6o50m89BwtP2czTF+EGTtI6EIWLPEvEHX9X4HeKEWH1e8W+Wo/a4wNDfo1n&#10;1rYWR7MzC4tZUpU58PUdKpMmL1MAgFTWZVViCC980FYb6664GokfrCMDGYAw6M176wJ185IJUQDh&#10;4bjj5hhiIZtd2qjtLXgEGQ7GemX+isjwTgKxTVoUPqFwUpRVBhNz98vm3hc3vFEhBalkYGcdMWcQ&#10;mFSv9051AsF5FOHICRzIGaj6D3TNn1vXtE7qtERdc9BulYcsWPIka4omnaI9z+oVCH032H+WuHjs&#10;ielfQ9ziucWF+Id8rbI6W+GFQNtF16KuixpuV5+0DYicNs+iK16Nv5qukE6haD3XZZymTbJCbdNV&#10;1qQwhpz8gbh5UeUVqv/Tb2SsmP8bcbVgLfxNHQmMHlXav+/cYJfbGx5NRsZ/ZGOk5utev4TmSVMn&#10;NmIQ7hYbQaglHpS8uRbMl1c/uVu0QcK5uQnNXobpMi8Lm+CGFQzLNZHqTU/ljr+2GkqoL+b+Kr6/&#10;HKf3TtwMQr8Vw+AjxI8n36DcPWjYvkNPaAYvFduPXLrQ3Ro+gJtK2l5oCwW25eOGQ7Nm3m0REG2t&#10;M9yx3h/YwcGfAGyoGcsHRHkC5l34Qd9RQtHxfZpv0xII9nw6Y77IoOTnST4VqLRu6gpLyZNj/QQF&#10;McIUqz42uzC6103fneOq08+Hi28AAAD//wMAUEsDBAoAAAAAAAAAIQAk5aaxow4AAKMOAAAUAAAA&#10;ZHJzL21lZGlhL2ltYWdlMS5wbmeJUE5HDQoaCgAAAA1JSERSAAAByAAAADwIBgAAAOLVKlEAAAAB&#10;c1JHQgCuzhzpAAAABGdBTUEAALGPC/xhBQAAAAlwSFlzAAA7DgAAOw4BzLahgwAADjhJREFUeF7t&#10;nI2V5ToRhDcEQiAEQiAEQiAEQiADQiAEQiAEQiAEQoD5ltU+395queUry5Ju1znF8DSyrZ9WVUv2&#10;7Lcf+OMX//nFf2/Kf3zx919MjAFj/Zcv/u2Lf/8i48/Pv/5gzsVn4XdfZM7/8IN/+sE/f5E4KSQ2&#10;iJlCYqaQGCpEqzz+S5QVHu9ReHwGzywxCku7aCftRSchfaA/9OtTwTgwXoz3TiQOmO+fYOL/88X/&#10;fgBTmO8DYoGoEGRq7C0RLOpfAQL1yeI0I5gPtKSIJonpp+gKpL/ENAKLqe6sNfRv97llLr+DLEpV&#10;2JEEb6I/EEYEQo35GVloLxlbBWStiC8xm5gDJCuY4ieZYZTE6W5GyRr8lLkmEfiowEZcV0Y5lpoF&#10;7BpIOtRYt/JnxmZQdibHnSmLNPE8Pkks3+F3od0EnPqoPu5IYlv+YleubpBltz+DSWJcvU8fmB/u&#10;y64EUeG/rQDn7nEOfMIxW0+yy94Bvdf87JSFu3Jlg+So5ihIT5rkHeYYIf3n2Ylnwc5RzU+yzh12&#10;kpz0qL7tSlm4K1c2SBaX7c9TJkk2bNtyNzFHjloTz4IEhXWk5ihZJzG8+jvJNMiNubJBeju20Sb5&#10;xO4BYbH9RKjzXeR4fNI7qDu4+oeCaZAbc2WDrH0lOtIkRy+Q486xmCIiw3jkjnI8cvf4PlfeRbas&#10;f2KF0yZOv/h59Uv3JykLZyDCyGSQsSKKfLhR/kCXn5QhkBCDiEzcrgYJr/5NYQsYa/XsO8nCgswd&#10;MVHKd3ifsxpYd8e5SV7jyrEb0VnWKX1U3wuoV0UzUxY+SQYXsW/NsiJHP6saJIGm+mNJ/+7MTnv9&#10;Sce7xDBnAcmZauPZUZp3ZD7zsbEnboxBSVbf4TEBeoeMrb33TEfDtG9VRAzyLFn31syMlIVPEYG/&#10;KhA7GyRQ/fF415HrDEckzKHKTJ+Cl7wg9h64RpkB4zszPFPvlZT1MkiVQGGSqu4TrMXG7DgzyOj6&#10;XOW4VRY+QQbsHeHb3SBbA4q+9txNznC8hkDPZI4FrcbhifVMO2MFLwbTINvJeloRZwYZjWHqqetn&#10;oywcTRbGuwGzu0FGjjYUe4kuO3t1/1GkHzOaI/COjLx3TV6sIuKzAhNUbYZpkO2865TnbpzpUPT9&#10;6irHrLJwNM/OrCPY3SDfzbi4/h0heyqgEc3oonsKGLdqu/euSYkM/Zw1AQC1E4Q0yHbOHtMeeu0g&#10;I3o9A2XhSPYSht0N0hPhVhLAV3br3gcad3OVvxsjtmzbiW2LVjOdBbUEidjAgCwVMFNVF36SQfbY&#10;FDyBM4OMvke/eiI2mrJwJHsJw+4GCXq+2GYsWszyKYFZxSC9BMLurrxxpHxmXEmQ1M6ythPtxRUM&#10;cvaEyEPE2M52x08l21coC0ey5Sye7Jt3YQywpfehxJGrG+Rdx5zFLBlHzzBHCJviKgbp7QwZ0yPU&#10;n8rMfrwK6Idt9xnTIH1iNCsiuvOzcV9Aea+TghGUhSMZfX9B0L87sKsbJBh1NEHCgZizM4dXBLIH&#10;ldjNCrXDtzuFSJ0ZwTzYdp8xDdLnqlrUoj8l8SaxR0P4b1VvZsrCkYwYZK/g3sEge72LXIUtJwxP&#10;Q5nI8T2kZw5etg3sqUn074R5FuvG0oL72Tpca6F2vmdsMUjGyTJSB9p6EYMkUSlJ4BXh5rmYBc/i&#10;Z+vrD+qviFEJ+iyUhSMZwZXFqbiDQQK72HcmfV0FGILqQzEc74hcGQnGVRNuhKqWXHrPslCvJri3&#10;hap3xhaDVKZs++CZim1bzSAxNu5rj7S98bLk3rRVHYkzZ1GjpB0rIg1yIKNBcmVxKq5qkAgNRxTH&#10;RcliVH3cjdEd0yxQAll2iCqOVUwi1mpnpOiNT2+DvCKMsxkkY30lqYDFWM/AGo2O1YqY2SCZI2Ik&#10;unYilIWjGDXIXpOyqkGy6EofWPwsVIQRUekZDDOyJmgzgvmxfUDAgTJPEp8j6G/LnFJXjVFvg6zt&#10;Zj3OZJDcPxJLao5g60mGGlfLFRHRYsb/jOo67q3qHqmuYW6YW7urp4zk9B3/kIWjmAYZw9EgLb0F&#10;vQsjojYTylGepbfjt/3DMFW9Gq3JgjTIa1AizP1bQd/tfSytoK+AiBZH+qWuU3FsUZJH4lHFjAfq&#10;XtFKWTiKaZBx7G6EitH4mA1lER+pDMbGI8LiXYt4QPV7NU69DfJK/M1mkIwvY0h978MoleCoY2za&#10;y3O4F+1UONOtNMhXRg2SMb86dmod1igLR1EtbIU0SJ3Z7k4WwoqIflRmhdwztaN5eDsTK+JpkK+g&#10;LTa5iLTP0wwrtMokvdOEwjTIV0YMkue/M25c2xLLsnAU0yDjOFtsOzKyYGZEdK6sqbGrsXWiZmV3&#10;RGmQr1BzonaRNgFRY2HrQPVM71i9UI3P7Iho8Z0G2WPMvLWhKAt7ElNiUBWjOwSCT11/pM0OFVc2&#10;SHBFpFbmigICEAjVnyNVcohA2HpqjRDvtp4Vl94GGVlflmr+ZjJIJch27jgNsFB9UPXO4iAN8pUj&#10;E+KolsrCnlSBfwciHV7dIFsyn9W5+lydCYkScXU0GzVIK9BpkK9QBqnqWVNTddIg61zBIJlX1QZL&#10;WdiTowxSPdtyddEF9EH1bTcqYVoJZ8kMgm2hzCpqkLZeGuQrrhokbbCIGiSojVsa5CuvGCTP4ihb&#10;fUhVg4oHRVnYkyMM0lt0ljsYJItK9W03KgNZCbXdA6KpRCQN8hWzGiT9QkuO9BK6NEgNdV2LQTIv&#10;jLu9h5ovhaiOysKeHGGQZy/DCxnQHRDt78pcUTwsvGN/ZXpAmZWqmwb5CtuHuw2yBWmQGuq6qEGi&#10;f7VxjXiOnWePsrAnRxik+vpPcReDBIzrFdFagcoUVgQCrPrn7Y6VWamxSIN8he1DGuR9mMEgvcSz&#10;UMWvgrrWUhb25AiDZGDVsy13MkhAIKpjhtXZ+j5hVniJm9e/NMhXpEHOh6cN0oufIxnzCCIxLQt7&#10;coRBqkWuuJtBFng7lRWpDGFV7GSQZ1m7YhpkXYQjRjIbnjbI6GlhxHcimwtZ2JMjDDIyaXBXgywg&#10;eKJjMSt32T2CnQzyyknFrgbp9aGVaZCv7GmQER2ZwiAJMBrrMQICUl1bGM1udzNIxpag4mf5/3xu&#10;fkXMZqAS5pWRBvkr0iB/44p42iCZM3WtJfN9hikMssboWXFkUiLc0SBVP1dlJKhXQhrkr0iD/I0r&#10;4mmDVP+YhmIa5AXuZpAEYnT3PDt3mxuwk0FeWYOfZJDELwJvaesduSLSIAcyDfJ9eEK4GnfbPYKR&#10;Bmn/JZc0yFdcNUjm0EL1wfuXdGy9Qq8vsyMNciDTIN8HwRiZ6JmphGoHtBok42DrRg3SjmFvg4wK&#10;05E7GKQSbfp1rANbDXJVLUqDHMg0yD5Y2SRpd2RBrYhWg1RHclGDxEyO6G2QyrzP2NsgvfV71SAj&#10;5qfG35ooVAapjLRQjfEKSIMcyDTIfiAoGU/V71lJe5Uw7oJWg1QibtcI86zeO1tBiBik1z4l3sq8&#10;z9jTIGuxctUglYja9nmaYefAJijA6ytUxrsC0iAHMg2yLxAkJZ6zUr3f2QmtBuntOIpwIDyeUVkz&#10;UoZQ6nEfTMRLqJRBeoZbY4tBqjEp40F7aoIXMUjAfJQ+e0eitn2eRtHe8nvap0yhllR4z58daZAD&#10;mQZ5DzxhnomrCkQLWg0SWLE/0jM0tRspAq7o3adQGaRnuDW2GGRE0DxEDbKgJuBqzijzULtXLVk9&#10;a+OsSIMcyDTIexENptFEOCKLaHVcMcjasZxHdT/GV9U9kvWnzFIZ5JV2tRhkzYQKvHGLGKRqi4Ja&#10;M1GdOuIsoVBHsisgDXIg0yDHgGBBNBjHSFDcScwxKlar44pBAu86S9ZPTWhrc821xIXasSqDjBiu&#10;ZYtBnq1N+unViRhkWQM10EeVMEA1Jh7ot3efwoiAz4g0yIFMgxwLxEkJ4igy/p9ijuCqQQLmqiay&#10;xeBq8ISaeeD+IGqQ4Ez0LVsMEnq7SMp5NsmVQtQg+Z3XN0T9bG1E4pe5jXwHsOo6SIMcSII+gjTI&#10;90EG3ipwPcnYRxbOTkAEEXfLFnGkPvGP6DKGiHjLPTAkhId7lGuP84Cgl3YVervS1nWImGFWR54J&#10;HL/n+bS77BrL74hfez9ohY6xsnWUidL30n97jxq5F9cjwrSTny33iOrejEiDHMg0yPuBAJxlxneT&#10;+fs0c9wRCJia32QbWY+rIg1yINMg7wPGGM1o7yRikOa4B9i1qjlOttHboa+ANMiBTIPsC457Wo+L&#10;7iTHUGmOeyHyfi3pE81beU1EtJgYOaO6DjI+Z1TXKaprLdV1R8rCUaSBEaRB/goWGRk9mRJZ1Sym&#10;CJnXSAaXWA8kYGrOkzGufLwKemnxKpSFo5gGWQcmQ99ZVPyk/TCS+TxF2pm7xn3B3NZ2AEmfrFtO&#10;eVZGGuRApkHGED13f5LMEe89E/uDeVYxkKyT3ffqSIMcyDTIOMg8ZzRKxnTljw4S15BHrW3kffwO&#10;SIMcyDTIdmCUfO315DEX88ac0JY8Tv1cMP/EgoqR5P/J+OyUQGL0qp878rtf8D/qlyM42iDZge2E&#10;8oGO6usdZB4w55Y/dE/sDRIkdpP5XvKVaBvfDqz+ztGC/qj+7sjvf3by5PuEkQbJs3Z+R4ZZMqG9&#10;kglYFjkZcO4UE2cgBjFLkjbi8FNMk3VCX9lssMNiDHZOIj9hF0n8/tQ8soIS0CMZPfJEpAnCq6Rv&#10;u2VyZyAZwNgwTQK6iNZxnhl//pvx5fdlcTNWaYiJnsAwiCviEmKmkBiFxB0kXguJxxK7RxKvR5a4&#10;9mjrw+P9ynMgzy1tgbSNdpZ20wdIfz55jTAujK3S25VJn5j3r7n99u1/l+EJBrxntCoAAAAASUVO&#10;RK5CYIJQSwMEFAAGAAgAAAAhALunaknhAAAACgEAAA8AAABkcnMvZG93bnJldi54bWxMj8FKw0AQ&#10;hu+C77CM4M3upjGljdmUUtRTEWwF8TZNpklodjZkt0n69m5PepthPv75/mw9mVYM1LvGsoZopkAQ&#10;F7ZsuNLwdXh7WoJwHrnE1jJpuJKDdX5/l2Fa2pE/adj7SoQQdilqqL3vUildUZNBN7MdcbidbG/Q&#10;h7WvZNnjGMJNK+dKLaTBhsOHGjva1lSc9xej4X3EcRNHr8PufNpefw7Jx/cuIq0fH6bNCwhPk/+D&#10;4aYf1CEPTkd74dKJVsM8eU4CehtiEAFYrNQKxFFDvFQKZJ7J/xXyX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sMa5MfwMAAIYMAAAOAAAAAAAAAAAAAAAAADoC&#10;AABkcnMvZTJvRG9jLnhtbFBLAQItAAoAAAAAAAAAIQAk5aaxow4AAKMOAAAUAAAAAAAAAAAAAAAA&#10;AOUFAABkcnMvbWVkaWEvaW1hZ2UxLnBuZ1BLAQItABQABgAIAAAAIQC7p2pJ4QAAAAoBAAAPAAAA&#10;AAAAAAAAAAAAALoUAABkcnMvZG93bnJldi54bWxQSwECLQAUAAYACAAAACEAqiYOvrwAAAAhAQAA&#10;GQAAAAAAAAAAAAAAAADIFQAAZHJzL19yZWxzL2Uyb0RvYy54bWwucmVsc1BLBQYAAAAABgAGAHwB&#10;AAC7F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itle 18" o:spid="_x0000_s1045" type="#_x0000_t202" style="position:absolute;left:2075;width:20935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8wWwQAAANwAAAAPAAAAZHJzL2Rvd25yZXYueG1sRE/NisIw&#10;EL4LvkMYwYtoqoeu1EYRQRDZPaz6AGMzbYrNpDSx1rffLCzsbT6+38l3g21ET52vHStYLhIQxIXT&#10;NVcKbtfjfA3CB2SNjWNS8CYPu+14lGOm3Yu/qb+ESsQQ9hkqMCG0mZS+MGTRL1xLHLnSdRZDhF0l&#10;dYevGG4buUqSVFqsOTYYbOlgqHhcnlbBzLTJ12d5uh91WpjH2eOH7c9KTSfDfgMi0BD+xX/uk47z&#10;0xX8PhMvkNsfAAAA//8DAFBLAQItABQABgAIAAAAIQDb4fbL7gAAAIUBAAATAAAAAAAAAAAAAAAA&#10;AAAAAABbQ29udGVudF9UeXBlc10ueG1sUEsBAi0AFAAGAAgAAAAhAFr0LFu/AAAAFQEAAAsAAAAA&#10;AAAAAAAAAAAAHwEAAF9yZWxzLy5yZWxzUEsBAi0AFAAGAAgAAAAhAB9fzBbBAAAA3AAAAA8AAAAA&#10;AAAAAAAAAAAABwIAAGRycy9kb3ducmV2LnhtbFBLBQYAAAAAAwADALcAAAD1AgAAAAA=&#10;" filled="f" stroked="f">
                  <v:textbox>
                    <w:txbxContent>
                      <w:p w14:paraId="6A3531BE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 Black" w:hAnsi="Montserrat Black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 Black" w:hAnsi="Montserrat Black"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RENDEZ-VOUS SUR</w:t>
                        </w:r>
                      </w:p>
                    </w:txbxContent>
                  </v:textbox>
                </v:shape>
                <v:shape id="Title 18" o:spid="_x0000_s1046" type="#_x0000_t202" style="position:absolute;left:1808;top:3857;width:22949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2mNwQAAANwAAAAPAAAAZHJzL2Rvd25yZXYueG1sRE/NisIw&#10;EL4LvkMYwYusqS5UqUYRQRDZPVh9gNlmbIrNpDSx1rffLCx4m4/vd9bb3taio9ZXjhXMpgkI4sLp&#10;iksF18vhYwnCB2SNtWNS8CIP281wsMZMuyefqctDKWII+wwVmBCaTEpfGLLop64hjtzNtRZDhG0p&#10;dYvPGG5rOU+SVFqsODYYbGhvqLjnD6tgYprk++t2/DnotDD3k8eF7U5KjUf9bgUiUB/e4n/3Ucf5&#10;6Sf8PRMvkJtfAAAA//8DAFBLAQItABQABgAIAAAAIQDb4fbL7gAAAIUBAAATAAAAAAAAAAAAAAAA&#10;AAAAAABbQ29udGVudF9UeXBlc10ueG1sUEsBAi0AFAAGAAgAAAAhAFr0LFu/AAAAFQEAAAsAAAAA&#10;AAAAAAAAAAAAHwEAAF9yZWxzLy5yZWxzUEsBAi0AFAAGAAgAAAAhAHATaY3BAAAA3AAAAA8AAAAA&#10;AAAAAAAAAAAABwIAAGRycy9kb3ducmV2LnhtbFBLBQYAAAAAAwADALcAAAD1AgAAAAA=&#10;" filled="f" stroked="f">
                  <v:textbox>
                    <w:txbxContent>
                      <w:p w14:paraId="55021F4C" w14:textId="3CF221CB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hAnsi="Montserrat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www.</w:t>
                        </w:r>
                        <w:r w:rsidR="00BC70BE">
                          <w:rPr>
                            <w:rFonts w:ascii="Montserrat" w:hAnsi="Montserrat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appels-a-projets-cccabtp.fr</w:t>
                        </w:r>
                      </w:p>
                    </w:txbxContent>
                  </v:textbox>
                </v:shape>
                <v:shape id="Title 18" o:spid="_x0000_s1047" type="#_x0000_t202" style="position:absolute;top:7282;width:24884;height:9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vH5wQAAANwAAAAPAAAAZHJzL2Rvd25yZXYueG1sRE/NisIw&#10;EL4LvkMYwYusqbJUqUYRQRDZPVh9gNlmbIrNpDSx1rffLCx4m4/vd9bb3taio9ZXjhXMpgkI4sLp&#10;iksF18vhYwnCB2SNtWNS8CIP281wsMZMuyefqctDKWII+wwVmBCaTEpfGLLop64hjtzNtRZDhG0p&#10;dYvPGG5rOU+SVFqsODYYbGhvqLjnD6tgYprk++t2/DnotDD3k8eF7U5KjUf9bgUiUB/e4n/3Ucf5&#10;6Sf8PRMvkJtfAAAA//8DAFBLAQItABQABgAIAAAAIQDb4fbL7gAAAIUBAAATAAAAAAAAAAAAAAAA&#10;AAAAAABbQ29udGVudF9UeXBlc10ueG1sUEsBAi0AFAAGAAgAAAAhAFr0LFu/AAAAFQEAAAsAAAAA&#10;AAAAAAAAAAAAHwEAAF9yZWxzLy5yZWxzUEsBAi0AFAAGAAgAAAAhAP/68fnBAAAA3AAAAA8AAAAA&#10;AAAAAAAAAAAABwIAAGRycy9kb3ducmV2LnhtbFBLBQYAAAAAAwADALcAAAD1AgAAAAA=&#10;" filled="f" stroked="f">
                  <v:textbox>
                    <w:txbxContent>
                      <w:p w14:paraId="005321BE" w14:textId="77777777" w:rsidR="00AD4A2E" w:rsidRDefault="00AD4A2E" w:rsidP="003D47BB">
                        <w:pPr>
                          <w:spacing w:before="0"/>
                          <w:jc w:val="center"/>
                          <w:rPr>
                            <w:rFonts w:ascii="Montserrat" w:eastAsiaTheme="majorEastAsia" w:hAnsi="Montserrat" w:cstheme="majorBidi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eastAsiaTheme="majorEastAsia" w:hAnsi="Montserrat" w:cstheme="majorBidi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Pour plus d'informations, contactez le CCCA-BTP</w:t>
                        </w:r>
                      </w:p>
                      <w:p w14:paraId="10421D37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  <w:t>19, rue du Père Corentin</w:t>
                        </w:r>
                      </w:p>
                      <w:p w14:paraId="53677A62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  <w:t>75 014 Paris</w:t>
                        </w:r>
                      </w:p>
                    </w:txbxContent>
                  </v:textbox>
                </v:shape>
                <v:shape id="Title 18" o:spid="_x0000_s1048" type="#_x0000_t202" style="position:absolute;left:119;top:16291;width:24884;height:3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lRiwQAAANwAAAAPAAAAZHJzL2Rvd25yZXYueG1sRE/NisIw&#10;EL4LvkMYwYusqcJWqUYRQRDZPVh9gNlmbIrNpDSx1rffLCx4m4/vd9bb3taio9ZXjhXMpgkI4sLp&#10;iksF18vhYwnCB2SNtWNS8CIP281wsMZMuyefqctDKWII+wwVmBCaTEpfGLLop64hjtzNtRZDhG0p&#10;dYvPGG5rOU+SVFqsODYYbGhvqLjnD6tgYprk++t2/DnotDD3k8eF7U5KjUf9bgUiUB/e4n/3Ucf5&#10;6Sf8PRMvkJtfAAAA//8DAFBLAQItABQABgAIAAAAIQDb4fbL7gAAAIUBAAATAAAAAAAAAAAAAAAA&#10;AAAAAABbQ29udGVudF9UeXBlc10ueG1sUEsBAi0AFAAGAAgAAAAhAFr0LFu/AAAAFQEAAAsAAAAA&#10;AAAAAAAAAAAAHwEAAF9yZWxzLy5yZWxzUEsBAi0AFAAGAAgAAAAhAJC2VGLBAAAA3AAAAA8AAAAA&#10;AAAAAAAAAAAABwIAAGRycy9kb3ducmV2LnhtbFBLBQYAAAAAAwADALcAAAD1AgAAAAA=&#10;" filled="f" stroked="f">
                  <v:textbox>
                    <w:txbxContent>
                      <w:p w14:paraId="71A7D910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color w:val="1D1D1B" w:themeColor="background2"/>
                          </w:rPr>
                        </w:pPr>
                        <w:r w:rsidRPr="003D47BB">
                          <w:rPr>
                            <w:rFonts w:ascii="Montserrat" w:eastAsiaTheme="majorEastAsia" w:hAnsi="Montserrat" w:cstheme="majorBidi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www.ccca-btp.fr</w:t>
                        </w:r>
                      </w:p>
                    </w:txbxContent>
                  </v:textbox>
                </v:shape>
                <v:shape id="Graphic 24" o:spid="_x0000_s1049" type="#_x0000_t75" style="position:absolute;left:5328;top:20629;width:14430;height:1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fvswwAAANwAAAAPAAAAZHJzL2Rvd25yZXYueG1sRE9La8JA&#10;EL4X/A/LCL01G6UEja6ihZZC8eDj4m3MjtlgdjZmtyb9911B8DYf33Pmy97W4katrxwrGCUpCOLC&#10;6YpLBYf959sEhA/IGmvHpOCPPCwXg5c55tp1vKXbLpQihrDPUYEJocml9IUhiz5xDXHkzq61GCJs&#10;S6lb7GK4reU4TTNpseLYYLChD0PFZfdrFaymm3RyfF+b/nrqfr5G143djrVSr8N+NQMRqA9P8cP9&#10;reP8LIP7M/ECufgHAAD//wMAUEsBAi0AFAAGAAgAAAAhANvh9svuAAAAhQEAABMAAAAAAAAAAAAA&#10;AAAAAAAAAFtDb250ZW50X1R5cGVzXS54bWxQSwECLQAUAAYACAAAACEAWvQsW78AAAAVAQAACwAA&#10;AAAAAAAAAAAAAAAfAQAAX3JlbHMvLnJlbHNQSwECLQAUAAYACAAAACEA3J377MMAAADcAAAADwAA&#10;AAAAAAAAAAAAAAAHAgAAZHJzL2Rvd25yZXYueG1sUEsFBgAAAAADAAMAtwAAAPcCAAAAAA==&#10;">
                  <v:imagedata r:id="rId14" o:title=""/>
                </v:shape>
                <w10:wrap anchorx="margin"/>
              </v:group>
            </w:pict>
          </mc:Fallback>
        </mc:AlternateContent>
      </w:r>
    </w:p>
    <w:p w14:paraId="2D675B1B" w14:textId="77777777" w:rsidR="00063C7E" w:rsidRPr="002124E2" w:rsidRDefault="00063C7E" w:rsidP="002658AB">
      <w:pPr>
        <w:jc w:val="both"/>
      </w:pPr>
    </w:p>
    <w:p w14:paraId="711EF565" w14:textId="77777777" w:rsidR="00063C7E" w:rsidRPr="002124E2" w:rsidRDefault="00063C7E" w:rsidP="002658AB">
      <w:pPr>
        <w:jc w:val="both"/>
      </w:pPr>
    </w:p>
    <w:p w14:paraId="4BB914AF" w14:textId="77777777" w:rsidR="00063C7E" w:rsidRPr="002124E2" w:rsidRDefault="00063C7E" w:rsidP="002658AB">
      <w:pPr>
        <w:jc w:val="both"/>
      </w:pPr>
    </w:p>
    <w:p w14:paraId="165B541F" w14:textId="77777777" w:rsidR="00063C7E" w:rsidRPr="002124E2" w:rsidRDefault="00063C7E" w:rsidP="002658AB">
      <w:pPr>
        <w:jc w:val="both"/>
      </w:pPr>
    </w:p>
    <w:p w14:paraId="48B6D4DF" w14:textId="77777777" w:rsidR="00063C7E" w:rsidRPr="002124E2" w:rsidRDefault="00063C7E" w:rsidP="002658AB">
      <w:pPr>
        <w:jc w:val="both"/>
      </w:pPr>
    </w:p>
    <w:p w14:paraId="29113DEA" w14:textId="77777777" w:rsidR="00063C7E" w:rsidRPr="002124E2" w:rsidRDefault="00063C7E" w:rsidP="002658AB">
      <w:pPr>
        <w:jc w:val="both"/>
      </w:pPr>
    </w:p>
    <w:p w14:paraId="1580F7C0" w14:textId="77777777" w:rsidR="00063C7E" w:rsidRPr="002124E2" w:rsidRDefault="00063C7E" w:rsidP="002658AB">
      <w:pPr>
        <w:jc w:val="both"/>
      </w:pPr>
    </w:p>
    <w:p w14:paraId="0FAD4E01" w14:textId="77777777" w:rsidR="00063C7E" w:rsidRPr="002124E2" w:rsidRDefault="00063C7E" w:rsidP="002658AB">
      <w:pPr>
        <w:jc w:val="both"/>
      </w:pPr>
    </w:p>
    <w:p w14:paraId="06963A42" w14:textId="77777777" w:rsidR="00063C7E" w:rsidRPr="002124E2" w:rsidRDefault="00063C7E" w:rsidP="002658AB">
      <w:pPr>
        <w:jc w:val="both"/>
      </w:pPr>
    </w:p>
    <w:p w14:paraId="4C45AACD" w14:textId="77777777" w:rsidR="00063C7E" w:rsidRPr="002124E2" w:rsidRDefault="00063C7E" w:rsidP="002658AB">
      <w:pPr>
        <w:jc w:val="both"/>
      </w:pPr>
    </w:p>
    <w:p w14:paraId="27B6567D" w14:textId="77777777" w:rsidR="00063C7E" w:rsidRPr="002124E2" w:rsidRDefault="00063C7E" w:rsidP="002658AB">
      <w:pPr>
        <w:jc w:val="both"/>
      </w:pPr>
    </w:p>
    <w:p w14:paraId="1920AEFD" w14:textId="77777777" w:rsidR="00063C7E" w:rsidRPr="002124E2" w:rsidRDefault="00063C7E" w:rsidP="002658AB">
      <w:pPr>
        <w:jc w:val="both"/>
      </w:pPr>
    </w:p>
    <w:p w14:paraId="15E5CE85" w14:textId="77777777" w:rsidR="00063C7E" w:rsidRPr="002124E2" w:rsidRDefault="00063C7E" w:rsidP="002658AB">
      <w:pPr>
        <w:jc w:val="both"/>
      </w:pPr>
    </w:p>
    <w:p w14:paraId="2C30770B" w14:textId="77777777" w:rsidR="00063C7E" w:rsidRPr="002124E2" w:rsidRDefault="00063C7E" w:rsidP="002658AB">
      <w:pPr>
        <w:jc w:val="both"/>
      </w:pPr>
    </w:p>
    <w:p w14:paraId="5A53B9B6" w14:textId="77777777" w:rsidR="00063C7E" w:rsidRPr="002124E2" w:rsidRDefault="00063C7E" w:rsidP="002658AB">
      <w:pPr>
        <w:jc w:val="both"/>
      </w:pPr>
    </w:p>
    <w:p w14:paraId="5908575A" w14:textId="64AAAB20" w:rsidR="00063C7E" w:rsidRPr="002124E2" w:rsidRDefault="00063C7E" w:rsidP="002658AB">
      <w:pPr>
        <w:jc w:val="both"/>
      </w:pPr>
    </w:p>
    <w:sectPr w:rsidR="00063C7E" w:rsidRPr="002124E2" w:rsidSect="00063C7E">
      <w:headerReference w:type="first" r:id="rId15"/>
      <w:pgSz w:w="11906" w:h="16838" w:code="9"/>
      <w:pgMar w:top="326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11D28" w14:textId="77777777" w:rsidR="00812E2E" w:rsidRDefault="00812E2E" w:rsidP="002124E2">
      <w:r>
        <w:separator/>
      </w:r>
    </w:p>
  </w:endnote>
  <w:endnote w:type="continuationSeparator" w:id="0">
    <w:p w14:paraId="4FC31EA3" w14:textId="77777777" w:rsidR="00812E2E" w:rsidRDefault="00812E2E" w:rsidP="0021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Montserrat Black">
    <w:altName w:val="Courier New"/>
    <w:charset w:val="00"/>
    <w:family w:val="auto"/>
    <w:pitch w:val="variable"/>
    <w:sig w:usb0="00000001" w:usb1="00000001" w:usb2="00000000" w:usb3="00000000" w:csb0="00000193" w:csb1="00000000"/>
  </w:font>
  <w:font w:name="Minion Pro">
    <w:altName w:val="Calibri"/>
    <w:charset w:val="00"/>
    <w:family w:val="auto"/>
    <w:pitch w:val="variable"/>
    <w:sig w:usb0="60000287" w:usb1="00000001" w:usb2="00000000" w:usb3="00000000" w:csb0="000001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 Black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tserrat ExtraBold">
    <w:altName w:val="Courier New"/>
    <w:charset w:val="00"/>
    <w:family w:val="auto"/>
    <w:pitch w:val="variable"/>
    <w:sig w:usb0="00000001" w:usb1="00000001" w:usb2="00000000" w:usb3="00000000" w:csb0="00000193" w:csb1="00000000"/>
  </w:font>
  <w:font w:name="Montserrat Medium">
    <w:altName w:val="Courier New"/>
    <w:charset w:val="00"/>
    <w:family w:val="auto"/>
    <w:pitch w:val="variable"/>
    <w:sig w:usb0="00000001" w:usb1="00000001" w:usb2="00000000" w:usb3="00000000" w:csb0="000001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9785F" w14:textId="77777777" w:rsidR="00AD4A2E" w:rsidRDefault="00AD4A2E" w:rsidP="002124E2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97048D6" wp14:editId="18DA0054">
              <wp:simplePos x="0" y="0"/>
              <wp:positionH relativeFrom="column">
                <wp:posOffset>1041816</wp:posOffset>
              </wp:positionH>
              <wp:positionV relativeFrom="paragraph">
                <wp:posOffset>200618</wp:posOffset>
              </wp:positionV>
              <wp:extent cx="4006122" cy="405130"/>
              <wp:effectExtent l="0" t="0" r="0" b="0"/>
              <wp:wrapNone/>
              <wp:docPr id="34" name="Text Box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6122" cy="405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026179" w14:textId="7E4B529B" w:rsidR="00AD4A2E" w:rsidRPr="00ED2DDB" w:rsidRDefault="00AD4A2E" w:rsidP="00ED2DDB">
                          <w:pPr>
                            <w:pStyle w:val="BasicParagraph"/>
                            <w:jc w:val="center"/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aps/>
                              <w:color w:val="1D1D1B" w:themeColor="background2"/>
                              <w:sz w:val="14"/>
                              <w:szCs w:val="14"/>
                            </w:rPr>
                            <w:t>Les appels à projets du 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— www.</w:t>
                          </w:r>
                          <w:r w:rsidRPr="00E733CA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appels-a-projets-cccabtp.fr</w:t>
                          </w:r>
                        </w:p>
                        <w:p w14:paraId="006220AC" w14:textId="77777777" w:rsidR="00AD4A2E" w:rsidRPr="00ED2DDB" w:rsidRDefault="00AD4A2E" w:rsidP="00ED2DDB">
                          <w:pPr>
                            <w:spacing w:before="0"/>
                            <w:jc w:val="center"/>
                            <w:rPr>
                              <w:color w:val="1D1D1B" w:themeColor="background2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olor w:val="1D1D1B" w:themeColor="background2"/>
                              <w:sz w:val="14"/>
                              <w:szCs w:val="14"/>
                            </w:rPr>
                            <w:t>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19, rue du Père Corentin, 75</w:t>
                          </w:r>
                          <w:r w:rsidRPr="00ED2DDB">
                            <w:rPr>
                              <w:rFonts w:ascii="Times New Roman" w:hAnsi="Times New Roman" w:cs="Times New Roman"/>
                              <w:color w:val="1D1D1B" w:themeColor="background2"/>
                              <w:sz w:val="14"/>
                              <w:szCs w:val="14"/>
                            </w:rPr>
                            <w:t> 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014 Paris — www.ccca-btp.fr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497048D6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50" type="#_x0000_t202" style="position:absolute;margin-left:82.05pt;margin-top:15.8pt;width:315.45pt;height:3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5KKLwIAAFMEAAAOAAAAZHJzL2Uyb0RvYy54bWysVE1v2zAMvQ/YfxB0X5wPp+uCOEXWIsOA&#10;oi2QDD0rshwbsEVNUmJnv35PcpIG3U7DLjJFUvx4j/T8rmtqdlDWVaQzPhoMOVNaUl7pXcZ/bFaf&#10;bjlzXuhc1KRVxo/K8bvFxw/z1szUmEqqc2UZgmg3a03GS+/NLEmcLFUj3ICM0jAWZBvhcbW7JLei&#10;RfSmTsbD4U3Sks2NJamcg/ahN/JFjF8USvrnonDKszrjqM3H08ZzG85kMReznRWmrOSpDPEPVTSi&#10;0kh6CfUgvGB7W/0RqqmkJUeFH0hqEiqKSqrYA7oZDd91sy6FUbEXgOPMBSb3/8LKp8OLZVWe8UnK&#10;mRYNONqozrOv1DGogE9r3AxuawNH30EPns96B2VouytsE75oiMEOpI8XdEM0CWUKukbjMWcStnQ4&#10;HU0i/Mnba2Od/6aoYUHIuAV7EVRxeHQelcD17BKSaVpVdR0ZrDVrM34zmQ7jg4sFL2qNh6GHvtYg&#10;+W7bnRrbUn5EX5b6yXBGriokfxTOvwiLUUArGG//jKOoCUnoJHFWkv31N33wB0OwctZitDLufu6F&#10;VZzV3zW4+zJK0zCL8ZJOP49xsdeW7bVF75t7wvSOsEhGRjH4+/osFpaaV2zBMmSFSWiJ3Bn3Z/He&#10;9wOPLZJquYxOmD4j/KNeGxlCBzgDtJvuVVhzwt+DuSc6D6GYvaOh9+2JWO49FVXkKADco3rCHZMb&#10;qTttWViN63v0evsXLH4DAAD//wMAUEsDBBQABgAIAAAAIQCSIRfo4QAAAAkBAAAPAAAAZHJzL2Rv&#10;d25yZXYueG1sTI9BT4NAEIXvJv6HzZh4swu1YIssTUPSmBg9tPbibWGnQGRnkd226K93POnxZb68&#10;+V6+nmwvzjj6zpGCeBaBQKqd6ahRcHjb3i1B+KDJ6N4RKvhCD+vi+irXmXEX2uF5HxrBJeQzraAN&#10;Ycik9HWLVvuZG5D4dnSj1YHj2Egz6guX217OoyiVVnfEH1o9YNli/bE/WQXP5fZV76q5XX735dPL&#10;cTN8Ht4TpW5vps0jiIBT+IPhV5/VoWCnyp3IeNFzThcxowru4xQEAw+rhMdVClbJAmSRy/8Lih8A&#10;AAD//wMAUEsBAi0AFAAGAAgAAAAhALaDOJL+AAAA4QEAABMAAAAAAAAAAAAAAAAAAAAAAFtDb250&#10;ZW50X1R5cGVzXS54bWxQSwECLQAUAAYACAAAACEAOP0h/9YAAACUAQAACwAAAAAAAAAAAAAAAAAv&#10;AQAAX3JlbHMvLnJlbHNQSwECLQAUAAYACAAAACEAEJuSii8CAABTBAAADgAAAAAAAAAAAAAAAAAu&#10;AgAAZHJzL2Uyb0RvYy54bWxQSwECLQAUAAYACAAAACEAkiEX6OEAAAAJAQAADwAAAAAAAAAAAAAA&#10;AACJBAAAZHJzL2Rvd25yZXYueG1sUEsFBgAAAAAEAAQA8wAAAJcFAAAAAA==&#10;" filled="f" stroked="f" strokeweight=".5pt">
              <v:textbox>
                <w:txbxContent>
                  <w:p w14:paraId="12026179" w14:textId="7E4B529B" w:rsidR="00AD4A2E" w:rsidRPr="00ED2DDB" w:rsidRDefault="00AD4A2E" w:rsidP="00ED2DDB">
                    <w:pPr>
                      <w:pStyle w:val="BasicParagraph"/>
                      <w:jc w:val="center"/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aps/>
                        <w:color w:val="1D1D1B" w:themeColor="background2"/>
                        <w:sz w:val="14"/>
                        <w:szCs w:val="14"/>
                      </w:rPr>
                      <w:t>Les appels à projets du 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— www.</w:t>
                    </w:r>
                    <w:r w:rsidRPr="00E733CA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appels-a-projets-cccabtp.fr</w:t>
                    </w:r>
                  </w:p>
                  <w:p w14:paraId="006220AC" w14:textId="77777777" w:rsidR="00AD4A2E" w:rsidRPr="00ED2DDB" w:rsidRDefault="00AD4A2E" w:rsidP="00ED2DDB">
                    <w:pPr>
                      <w:spacing w:before="0"/>
                      <w:jc w:val="center"/>
                      <w:rPr>
                        <w:color w:val="1D1D1B" w:themeColor="background2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olor w:val="1D1D1B" w:themeColor="background2"/>
                        <w:sz w:val="14"/>
                        <w:szCs w:val="14"/>
                      </w:rPr>
                      <w:t>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19, rue du Père Corentin, 75</w:t>
                    </w:r>
                    <w:r w:rsidRPr="00ED2DDB">
                      <w:rPr>
                        <w:rFonts w:ascii="Times New Roman" w:hAnsi="Times New Roman" w:cs="Times New Roman"/>
                        <w:color w:val="1D1D1B" w:themeColor="background2"/>
                        <w:sz w:val="14"/>
                        <w:szCs w:val="14"/>
                      </w:rPr>
                      <w:t> 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014 Paris — www.ccca-btp.fr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CA1218C" wp14:editId="7C90EA6C">
              <wp:simplePos x="0" y="0"/>
              <wp:positionH relativeFrom="margin">
                <wp:posOffset>4925695</wp:posOffset>
              </wp:positionH>
              <wp:positionV relativeFrom="paragraph">
                <wp:posOffset>284480</wp:posOffset>
              </wp:positionV>
              <wp:extent cx="569595" cy="260985"/>
              <wp:effectExtent l="0" t="0" r="0" b="5715"/>
              <wp:wrapNone/>
              <wp:docPr id="35" name="Text Box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849041" w14:textId="77777777" w:rsidR="00AD4A2E" w:rsidRPr="006834FD" w:rsidRDefault="00AD4A2E" w:rsidP="00ED2DDB">
                          <w:pPr>
                            <w:spacing w:before="0"/>
                            <w:jc w:val="right"/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PAGE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19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t>/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NUMPAGES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27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6CA1218C" id="Text Box 35" o:spid="_x0000_s1051" type="#_x0000_t202" style="position:absolute;margin-left:387.85pt;margin-top:22.4pt;width:44.85pt;height:20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yIMgIAAFsEAAAOAAAAZHJzL2Uyb0RvYy54bWysVN9v2jAQfp+0/8Hy+0igwAoiVKwV06Sq&#10;rQRVn43jQKTE59mGhP31++wARd2epr04vh++u+++u8zu2rpiB2VdSTrj/V7KmdKS8lJvM/66Xn65&#10;5cx5oXNRkVYZPyrH7+afP80aM1UD2lGVK8sQRLtpYzK+895Mk8TJnaqF65FRGsaCbC08RLtNcisa&#10;RK+rZJCm46QhmxtLUjkH7UNn5PMYvyiU9M9F4ZRnVcZRm4+njecmnMl8JqZbK8yulKcyxD9UUYtS&#10;I+kl1IPwgu1t+UeoupSWHBW+J6lOqChKqSIGoOmnH9CsdsKoiAXNcebSJvf/wsqnw4tlZZ7xmxFn&#10;WtTgaK1az75Ry6BCfxrjpnBbGTj6FnrwfNY7KAPstrB1+AIQgx2dPl66G6JJKEfjyWiCJBKmwTid&#10;3MboyftjY53/rqhm4ZJxC/JiT8Xh0XkUAtezS8ilaVlWVSSw0qzJ+PhmlMYHFwteVBoPA4Su1HDz&#10;7aaNkC8wNpQfgc5SNx/OyGWJGh6F8y/CYiAACEPun3EUFSEXnW6c7cj++ps++IMnWDlrMGAZdz/3&#10;wirOqh8aDE76w2GYyCgMR18HEOy1ZXNt0fv6njDDfayTkfEa/H11vhaW6jfswiJkhUloidwZl96e&#10;hXvfDT62SarFIrphCo3wj3plZAge+hp6vG7fhDUnIjwYfKLzMIrpBz46346Rxd5TUUayQqe7vp4I&#10;wARHDk/bFlbkWo5e7/+E+W8AAAD//wMAUEsDBBQABgAIAAAAIQDa4gMH4QAAAAkBAAAPAAAAZHJz&#10;L2Rvd25yZXYueG1sTI/BTsMwDIbvSLxDZCQuiKWgdt1K0wlNQuqhlw2EtFvWhKZa45Qk68rbY07s&#10;Zsuffn9/uZntwCbtQ+9QwNMiAaaxdarHTsDH+9vjCliIEpUcHGoBPzrAprq9KWWh3AV3etrHjlEI&#10;hkIKMDGOBeehNdrKsHCjRrp9OW9lpNV3XHl5oXA78OckWXIre6QPRo56a3R72p+tgOmzTtVuMtE/&#10;bJs6qU/Nd35ohLi/m19fgEU9x38Y/vRJHSpyOrozqsAGAXme5YQKSFOqQMBqmaXAjjRka+BVya8b&#10;VL8AAAD//wMAUEsBAi0AFAAGAAgAAAAhALaDOJL+AAAA4QEAABMAAAAAAAAAAAAAAAAAAAAAAFtD&#10;b250ZW50X1R5cGVzXS54bWxQSwECLQAUAAYACAAAACEAOP0h/9YAAACUAQAACwAAAAAAAAAAAAAA&#10;AAAvAQAAX3JlbHMvLnJlbHNQSwECLQAUAAYACAAAACEAJ3MMiDICAABbBAAADgAAAAAAAAAAAAAA&#10;AAAuAgAAZHJzL2Uyb0RvYy54bWxQSwECLQAUAAYACAAAACEA2uIDB+EAAAAJAQAADwAAAAAAAAAA&#10;AAAAAACMBAAAZHJzL2Rvd25yZXYueG1sUEsFBgAAAAAEAAQA8wAAAJoFAAAAAA==&#10;" filled="f" stroked="f" strokeweight=".5pt">
              <v:textbox>
                <w:txbxContent>
                  <w:p w14:paraId="4E849041" w14:textId="77777777" w:rsidR="00AD4A2E" w:rsidRPr="006834FD" w:rsidRDefault="00AD4A2E" w:rsidP="00ED2DDB">
                    <w:pPr>
                      <w:spacing w:before="0"/>
                      <w:jc w:val="right"/>
                      <w:rPr>
                        <w:color w:val="1D1D1B" w:themeColor="background2"/>
                        <w:sz w:val="14"/>
                        <w:szCs w:val="14"/>
                      </w:rPr>
                    </w:pP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PAGE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19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t>/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NUMPAGES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27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45D1D" w14:textId="77777777" w:rsidR="00812E2E" w:rsidRDefault="00812E2E" w:rsidP="002124E2">
      <w:r>
        <w:separator/>
      </w:r>
    </w:p>
  </w:footnote>
  <w:footnote w:type="continuationSeparator" w:id="0">
    <w:p w14:paraId="42C1D26B" w14:textId="77777777" w:rsidR="00812E2E" w:rsidRDefault="00812E2E" w:rsidP="00212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4B60C" w14:textId="77777777" w:rsidR="00AD4A2E" w:rsidRDefault="00AD4A2E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017ACD62" wp14:editId="5F25D52F">
          <wp:simplePos x="0" y="0"/>
          <wp:positionH relativeFrom="margin">
            <wp:posOffset>-796000</wp:posOffset>
          </wp:positionH>
          <wp:positionV relativeFrom="page">
            <wp:align>center</wp:align>
          </wp:positionV>
          <wp:extent cx="7331842" cy="10369512"/>
          <wp:effectExtent l="0" t="0" r="2540" b="0"/>
          <wp:wrapNone/>
          <wp:docPr id="1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1842" cy="10369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E1036" w14:textId="77777777" w:rsidR="00AD4A2E" w:rsidRDefault="00AD4A2E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5E7E2718" wp14:editId="28AEB948">
          <wp:simplePos x="0" y="0"/>
          <wp:positionH relativeFrom="margin">
            <wp:posOffset>-810895</wp:posOffset>
          </wp:positionH>
          <wp:positionV relativeFrom="page">
            <wp:posOffset>164465</wp:posOffset>
          </wp:positionV>
          <wp:extent cx="7333488" cy="10374627"/>
          <wp:effectExtent l="0" t="0" r="1270" b="8255"/>
          <wp:wrapNone/>
          <wp:docPr id="2" name="Picture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3488" cy="10374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DBE9F" w14:textId="573AE00F" w:rsidR="00AD4A2E" w:rsidRDefault="006A3BED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7CCF6ADB" wp14:editId="4F4C674A">
          <wp:simplePos x="0" y="0"/>
          <wp:positionH relativeFrom="margin">
            <wp:posOffset>-801370</wp:posOffset>
          </wp:positionH>
          <wp:positionV relativeFrom="page">
            <wp:posOffset>132715</wp:posOffset>
          </wp:positionV>
          <wp:extent cx="7331842" cy="10369512"/>
          <wp:effectExtent l="0" t="0" r="2540" b="0"/>
          <wp:wrapNone/>
          <wp:docPr id="3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1842" cy="10369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DD0A" w14:textId="77777777" w:rsidR="00AD4A2E" w:rsidRDefault="00AD4A2E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73600" behindDoc="1" locked="0" layoutInCell="1" allowOverlap="1" wp14:anchorId="4CBD4984" wp14:editId="14BA2825">
          <wp:simplePos x="0" y="0"/>
          <wp:positionH relativeFrom="margin">
            <wp:posOffset>-801370</wp:posOffset>
          </wp:positionH>
          <wp:positionV relativeFrom="page">
            <wp:posOffset>175895</wp:posOffset>
          </wp:positionV>
          <wp:extent cx="7333488" cy="10366796"/>
          <wp:effectExtent l="0" t="0" r="1270" b="0"/>
          <wp:wrapNone/>
          <wp:docPr id="154" name="Picture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3488" cy="10366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34" type="#_x0000_t75" style="width:248.7pt;height:256.35pt" o:bullet="t">
        <v:imagedata r:id="rId1" o:title="CCCA"/>
      </v:shape>
    </w:pict>
  </w:numPicBullet>
  <w:abstractNum w:abstractNumId="0" w15:restartNumberingAfterBreak="0">
    <w:nsid w:val="03A505D2"/>
    <w:multiLevelType w:val="hybridMultilevel"/>
    <w:tmpl w:val="1548B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6958"/>
    <w:multiLevelType w:val="hybridMultilevel"/>
    <w:tmpl w:val="5D3E8422"/>
    <w:lvl w:ilvl="0" w:tplc="01544C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0BD"/>
    <w:multiLevelType w:val="multilevel"/>
    <w:tmpl w:val="F626D3D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  <w:u w:color="727176" w:themeColor="accent2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938B9"/>
    <w:multiLevelType w:val="multilevel"/>
    <w:tmpl w:val="AFD6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8D12CD"/>
    <w:multiLevelType w:val="hybridMultilevel"/>
    <w:tmpl w:val="511CEDC8"/>
    <w:lvl w:ilvl="0" w:tplc="8B42D25A">
      <w:start w:val="6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960F7"/>
    <w:multiLevelType w:val="hybridMultilevel"/>
    <w:tmpl w:val="46F6B386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C2A29"/>
    <w:multiLevelType w:val="hybridMultilevel"/>
    <w:tmpl w:val="433004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4E1F"/>
    <w:multiLevelType w:val="multilevel"/>
    <w:tmpl w:val="7B02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86E79"/>
    <w:multiLevelType w:val="hybridMultilevel"/>
    <w:tmpl w:val="D1E85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1019A"/>
    <w:multiLevelType w:val="hybridMultilevel"/>
    <w:tmpl w:val="25B4D388"/>
    <w:lvl w:ilvl="0" w:tplc="5EA65D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89ACF4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AEC9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AA28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8CD5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C0A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96A4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B203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0A1D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F322B"/>
    <w:multiLevelType w:val="multilevel"/>
    <w:tmpl w:val="9D48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946A0F"/>
    <w:multiLevelType w:val="hybridMultilevel"/>
    <w:tmpl w:val="25D6DAA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13279"/>
    <w:multiLevelType w:val="hybridMultilevel"/>
    <w:tmpl w:val="E8A6C2EA"/>
    <w:lvl w:ilvl="0" w:tplc="8C44AF7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93929"/>
    <w:multiLevelType w:val="hybridMultilevel"/>
    <w:tmpl w:val="25B263B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7B3614"/>
    <w:multiLevelType w:val="hybridMultilevel"/>
    <w:tmpl w:val="A992BD4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4103A82"/>
    <w:multiLevelType w:val="hybridMultilevel"/>
    <w:tmpl w:val="A58C80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064ED"/>
    <w:multiLevelType w:val="hybridMultilevel"/>
    <w:tmpl w:val="4224AD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47B5D"/>
    <w:multiLevelType w:val="hybridMultilevel"/>
    <w:tmpl w:val="1CC29258"/>
    <w:lvl w:ilvl="0" w:tplc="040C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8" w15:restartNumberingAfterBreak="0">
    <w:nsid w:val="5DB24E3B"/>
    <w:multiLevelType w:val="hybridMultilevel"/>
    <w:tmpl w:val="96885F98"/>
    <w:lvl w:ilvl="0" w:tplc="D8B09528">
      <w:start w:val="1"/>
      <w:numFmt w:val="bullet"/>
      <w:pStyle w:val="Titre2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1398B"/>
    <w:multiLevelType w:val="multilevel"/>
    <w:tmpl w:val="70B66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EA7928"/>
    <w:multiLevelType w:val="hybridMultilevel"/>
    <w:tmpl w:val="35E88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22F14"/>
    <w:multiLevelType w:val="hybridMultilevel"/>
    <w:tmpl w:val="4CB2C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B19BE"/>
    <w:multiLevelType w:val="hybridMultilevel"/>
    <w:tmpl w:val="81365DE0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F06F2"/>
    <w:multiLevelType w:val="multilevel"/>
    <w:tmpl w:val="430C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E55D83"/>
    <w:multiLevelType w:val="hybridMultilevel"/>
    <w:tmpl w:val="601682A6"/>
    <w:lvl w:ilvl="0" w:tplc="5EA65D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D87DB9"/>
    <w:multiLevelType w:val="multilevel"/>
    <w:tmpl w:val="F560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AE756A"/>
    <w:multiLevelType w:val="hybridMultilevel"/>
    <w:tmpl w:val="52227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842A0"/>
    <w:multiLevelType w:val="hybridMultilevel"/>
    <w:tmpl w:val="8F460C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AAE298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C673F"/>
    <w:multiLevelType w:val="multilevel"/>
    <w:tmpl w:val="2C9C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5A4C23"/>
    <w:multiLevelType w:val="hybridMultilevel"/>
    <w:tmpl w:val="4184E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F0C16"/>
    <w:multiLevelType w:val="hybridMultilevel"/>
    <w:tmpl w:val="C5F0FA6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D21A05"/>
    <w:multiLevelType w:val="hybridMultilevel"/>
    <w:tmpl w:val="DAFCA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22"/>
  </w:num>
  <w:num w:numId="4">
    <w:abstractNumId w:val="20"/>
  </w:num>
  <w:num w:numId="5">
    <w:abstractNumId w:val="28"/>
  </w:num>
  <w:num w:numId="6">
    <w:abstractNumId w:val="10"/>
  </w:num>
  <w:num w:numId="7">
    <w:abstractNumId w:val="3"/>
  </w:num>
  <w:num w:numId="8">
    <w:abstractNumId w:val="31"/>
  </w:num>
  <w:num w:numId="9">
    <w:abstractNumId w:val="7"/>
  </w:num>
  <w:num w:numId="10">
    <w:abstractNumId w:val="23"/>
  </w:num>
  <w:num w:numId="11">
    <w:abstractNumId w:val="25"/>
  </w:num>
  <w:num w:numId="12">
    <w:abstractNumId w:val="26"/>
  </w:num>
  <w:num w:numId="13">
    <w:abstractNumId w:val="2"/>
  </w:num>
  <w:num w:numId="14">
    <w:abstractNumId w:val="19"/>
  </w:num>
  <w:num w:numId="15">
    <w:abstractNumId w:val="17"/>
  </w:num>
  <w:num w:numId="16">
    <w:abstractNumId w:val="29"/>
  </w:num>
  <w:num w:numId="17">
    <w:abstractNumId w:val="0"/>
  </w:num>
  <w:num w:numId="18">
    <w:abstractNumId w:val="24"/>
  </w:num>
  <w:num w:numId="19">
    <w:abstractNumId w:val="14"/>
  </w:num>
  <w:num w:numId="20">
    <w:abstractNumId w:val="9"/>
  </w:num>
  <w:num w:numId="21">
    <w:abstractNumId w:val="18"/>
  </w:num>
  <w:num w:numId="22">
    <w:abstractNumId w:val="18"/>
  </w:num>
  <w:num w:numId="23">
    <w:abstractNumId w:val="11"/>
  </w:num>
  <w:num w:numId="24">
    <w:abstractNumId w:val="30"/>
  </w:num>
  <w:num w:numId="25">
    <w:abstractNumId w:val="13"/>
  </w:num>
  <w:num w:numId="26">
    <w:abstractNumId w:val="6"/>
  </w:num>
  <w:num w:numId="27">
    <w:abstractNumId w:val="21"/>
  </w:num>
  <w:num w:numId="28">
    <w:abstractNumId w:val="27"/>
  </w:num>
  <w:num w:numId="29">
    <w:abstractNumId w:val="16"/>
  </w:num>
  <w:num w:numId="30">
    <w:abstractNumId w:val="15"/>
  </w:num>
  <w:num w:numId="31">
    <w:abstractNumId w:val="8"/>
  </w:num>
  <w:num w:numId="32">
    <w:abstractNumId w:val="1"/>
  </w:num>
  <w:num w:numId="33">
    <w:abstractNumId w:val="4"/>
  </w:num>
  <w:num w:numId="34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AD5"/>
    <w:rsid w:val="00000D95"/>
    <w:rsid w:val="000069C2"/>
    <w:rsid w:val="00014F1F"/>
    <w:rsid w:val="0001590A"/>
    <w:rsid w:val="00020CE7"/>
    <w:rsid w:val="00026F7B"/>
    <w:rsid w:val="00045773"/>
    <w:rsid w:val="00047872"/>
    <w:rsid w:val="00063C7E"/>
    <w:rsid w:val="00070A89"/>
    <w:rsid w:val="00077AC8"/>
    <w:rsid w:val="00095825"/>
    <w:rsid w:val="000975F7"/>
    <w:rsid w:val="000A76B1"/>
    <w:rsid w:val="000B53A6"/>
    <w:rsid w:val="000B5EE6"/>
    <w:rsid w:val="000D2D4C"/>
    <w:rsid w:val="000D5ED7"/>
    <w:rsid w:val="000E614B"/>
    <w:rsid w:val="000F18A2"/>
    <w:rsid w:val="000F51D0"/>
    <w:rsid w:val="000F6A2F"/>
    <w:rsid w:val="001018B8"/>
    <w:rsid w:val="00103C37"/>
    <w:rsid w:val="001045BD"/>
    <w:rsid w:val="0011365D"/>
    <w:rsid w:val="00122E4F"/>
    <w:rsid w:val="00143DE7"/>
    <w:rsid w:val="00170D01"/>
    <w:rsid w:val="00170D53"/>
    <w:rsid w:val="001806DE"/>
    <w:rsid w:val="0019153E"/>
    <w:rsid w:val="00195150"/>
    <w:rsid w:val="00195DD3"/>
    <w:rsid w:val="001A1129"/>
    <w:rsid w:val="001B2423"/>
    <w:rsid w:val="001D67DD"/>
    <w:rsid w:val="001E3254"/>
    <w:rsid w:val="001F5864"/>
    <w:rsid w:val="002124E2"/>
    <w:rsid w:val="002250DD"/>
    <w:rsid w:val="00241162"/>
    <w:rsid w:val="002528AD"/>
    <w:rsid w:val="00262D40"/>
    <w:rsid w:val="002658AB"/>
    <w:rsid w:val="002664C3"/>
    <w:rsid w:val="00276095"/>
    <w:rsid w:val="00282A18"/>
    <w:rsid w:val="00286126"/>
    <w:rsid w:val="00295797"/>
    <w:rsid w:val="00296065"/>
    <w:rsid w:val="002A4DBE"/>
    <w:rsid w:val="002B718A"/>
    <w:rsid w:val="002C5585"/>
    <w:rsid w:val="002C5FE4"/>
    <w:rsid w:val="002C63B4"/>
    <w:rsid w:val="002E758D"/>
    <w:rsid w:val="002F6EB0"/>
    <w:rsid w:val="00302D4C"/>
    <w:rsid w:val="003031CE"/>
    <w:rsid w:val="00306D1D"/>
    <w:rsid w:val="00307617"/>
    <w:rsid w:val="0033544E"/>
    <w:rsid w:val="00347382"/>
    <w:rsid w:val="003525B6"/>
    <w:rsid w:val="00354CB4"/>
    <w:rsid w:val="00375ECF"/>
    <w:rsid w:val="003A5696"/>
    <w:rsid w:val="003B0833"/>
    <w:rsid w:val="003D47BB"/>
    <w:rsid w:val="003D5182"/>
    <w:rsid w:val="003F5521"/>
    <w:rsid w:val="004514EC"/>
    <w:rsid w:val="0045618E"/>
    <w:rsid w:val="00462FA8"/>
    <w:rsid w:val="00467A35"/>
    <w:rsid w:val="00485431"/>
    <w:rsid w:val="004929EB"/>
    <w:rsid w:val="004B132D"/>
    <w:rsid w:val="004B645A"/>
    <w:rsid w:val="004C1995"/>
    <w:rsid w:val="004C3278"/>
    <w:rsid w:val="004D69DD"/>
    <w:rsid w:val="004E7583"/>
    <w:rsid w:val="004F6879"/>
    <w:rsid w:val="00501AD5"/>
    <w:rsid w:val="00505629"/>
    <w:rsid w:val="00543602"/>
    <w:rsid w:val="00563115"/>
    <w:rsid w:val="0057193C"/>
    <w:rsid w:val="00591A94"/>
    <w:rsid w:val="00595075"/>
    <w:rsid w:val="005A7471"/>
    <w:rsid w:val="005B37A1"/>
    <w:rsid w:val="005C04CD"/>
    <w:rsid w:val="005D52FD"/>
    <w:rsid w:val="006212FB"/>
    <w:rsid w:val="006834FD"/>
    <w:rsid w:val="00684908"/>
    <w:rsid w:val="0069774A"/>
    <w:rsid w:val="006A3BED"/>
    <w:rsid w:val="006B522C"/>
    <w:rsid w:val="006C132E"/>
    <w:rsid w:val="006E2B7A"/>
    <w:rsid w:val="006E3FA6"/>
    <w:rsid w:val="006E51DF"/>
    <w:rsid w:val="006E5492"/>
    <w:rsid w:val="006F3FD1"/>
    <w:rsid w:val="007006CC"/>
    <w:rsid w:val="007408AE"/>
    <w:rsid w:val="0076715A"/>
    <w:rsid w:val="007974B1"/>
    <w:rsid w:val="007A1D43"/>
    <w:rsid w:val="007A342C"/>
    <w:rsid w:val="007B208D"/>
    <w:rsid w:val="007D556A"/>
    <w:rsid w:val="007E6152"/>
    <w:rsid w:val="007F57CD"/>
    <w:rsid w:val="0080418E"/>
    <w:rsid w:val="00812E2E"/>
    <w:rsid w:val="00813D7A"/>
    <w:rsid w:val="008353AC"/>
    <w:rsid w:val="0085429E"/>
    <w:rsid w:val="00862614"/>
    <w:rsid w:val="0087404A"/>
    <w:rsid w:val="0087747A"/>
    <w:rsid w:val="008924B6"/>
    <w:rsid w:val="008B337F"/>
    <w:rsid w:val="008B6974"/>
    <w:rsid w:val="008C0A4C"/>
    <w:rsid w:val="008F0A94"/>
    <w:rsid w:val="00907333"/>
    <w:rsid w:val="00920227"/>
    <w:rsid w:val="00926C4A"/>
    <w:rsid w:val="00931DBA"/>
    <w:rsid w:val="0093456F"/>
    <w:rsid w:val="00981C64"/>
    <w:rsid w:val="0098373B"/>
    <w:rsid w:val="009C60D6"/>
    <w:rsid w:val="009D6F68"/>
    <w:rsid w:val="009E6B0A"/>
    <w:rsid w:val="009F1387"/>
    <w:rsid w:val="009F14C2"/>
    <w:rsid w:val="00A20575"/>
    <w:rsid w:val="00A461A5"/>
    <w:rsid w:val="00A65621"/>
    <w:rsid w:val="00A679EC"/>
    <w:rsid w:val="00A724CC"/>
    <w:rsid w:val="00A830F1"/>
    <w:rsid w:val="00AB1169"/>
    <w:rsid w:val="00AB5FC0"/>
    <w:rsid w:val="00AD4A2E"/>
    <w:rsid w:val="00AD6338"/>
    <w:rsid w:val="00AE32A2"/>
    <w:rsid w:val="00AF50D3"/>
    <w:rsid w:val="00AF70CD"/>
    <w:rsid w:val="00B00EEC"/>
    <w:rsid w:val="00B256CA"/>
    <w:rsid w:val="00B32E3D"/>
    <w:rsid w:val="00B4611F"/>
    <w:rsid w:val="00B546B9"/>
    <w:rsid w:val="00B55AA7"/>
    <w:rsid w:val="00B656AB"/>
    <w:rsid w:val="00B667CA"/>
    <w:rsid w:val="00B67902"/>
    <w:rsid w:val="00B90E35"/>
    <w:rsid w:val="00B9739B"/>
    <w:rsid w:val="00BA4C12"/>
    <w:rsid w:val="00BB28A6"/>
    <w:rsid w:val="00BC70BE"/>
    <w:rsid w:val="00BD2D32"/>
    <w:rsid w:val="00BE2F69"/>
    <w:rsid w:val="00BF5044"/>
    <w:rsid w:val="00BF5557"/>
    <w:rsid w:val="00C010F4"/>
    <w:rsid w:val="00C01BEE"/>
    <w:rsid w:val="00C03B21"/>
    <w:rsid w:val="00C03E37"/>
    <w:rsid w:val="00C11CAA"/>
    <w:rsid w:val="00C14D72"/>
    <w:rsid w:val="00C21B82"/>
    <w:rsid w:val="00C26774"/>
    <w:rsid w:val="00C343C9"/>
    <w:rsid w:val="00C4257B"/>
    <w:rsid w:val="00C6070E"/>
    <w:rsid w:val="00C62071"/>
    <w:rsid w:val="00C64E83"/>
    <w:rsid w:val="00C67716"/>
    <w:rsid w:val="00C70589"/>
    <w:rsid w:val="00C75870"/>
    <w:rsid w:val="00C8011A"/>
    <w:rsid w:val="00C96ED7"/>
    <w:rsid w:val="00CB2BC9"/>
    <w:rsid w:val="00CF5A5B"/>
    <w:rsid w:val="00D044D3"/>
    <w:rsid w:val="00D16F5A"/>
    <w:rsid w:val="00D308CB"/>
    <w:rsid w:val="00D37338"/>
    <w:rsid w:val="00D421DC"/>
    <w:rsid w:val="00D439ED"/>
    <w:rsid w:val="00D460A6"/>
    <w:rsid w:val="00D75F57"/>
    <w:rsid w:val="00D764E6"/>
    <w:rsid w:val="00D82637"/>
    <w:rsid w:val="00DA1F7F"/>
    <w:rsid w:val="00DB4C70"/>
    <w:rsid w:val="00DC14A7"/>
    <w:rsid w:val="00DF03A4"/>
    <w:rsid w:val="00DF0EF2"/>
    <w:rsid w:val="00DF6274"/>
    <w:rsid w:val="00E02DE2"/>
    <w:rsid w:val="00E04E55"/>
    <w:rsid w:val="00E06526"/>
    <w:rsid w:val="00E07EA0"/>
    <w:rsid w:val="00E56AC5"/>
    <w:rsid w:val="00E65191"/>
    <w:rsid w:val="00E733CA"/>
    <w:rsid w:val="00E820B4"/>
    <w:rsid w:val="00E873D4"/>
    <w:rsid w:val="00EC5824"/>
    <w:rsid w:val="00ED2DDB"/>
    <w:rsid w:val="00EE09B1"/>
    <w:rsid w:val="00F3412C"/>
    <w:rsid w:val="00F34ED8"/>
    <w:rsid w:val="00F363C0"/>
    <w:rsid w:val="00F45E20"/>
    <w:rsid w:val="00F75FB4"/>
    <w:rsid w:val="00F84F45"/>
    <w:rsid w:val="00F86B56"/>
    <w:rsid w:val="00F90679"/>
    <w:rsid w:val="00F93754"/>
    <w:rsid w:val="00FE1D5D"/>
    <w:rsid w:val="00FE2E24"/>
    <w:rsid w:val="00FE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AEC95D"/>
  <w15:docId w15:val="{072BF11A-201A-40E5-A3C4-6BC700CB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338"/>
    <w:pPr>
      <w:spacing w:before="240"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D2DDB"/>
    <w:pPr>
      <w:spacing w:after="460"/>
      <w:outlineLvl w:val="0"/>
    </w:pPr>
    <w:rPr>
      <w:rFonts w:ascii="Montserrat Black" w:hAnsi="Montserrat Black"/>
      <w:color w:val="1D1D1B" w:themeColor="background2"/>
      <w:sz w:val="24"/>
      <w:szCs w:val="24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43DE7"/>
    <w:pPr>
      <w:numPr>
        <w:numId w:val="1"/>
      </w:numPr>
      <w:spacing w:before="440"/>
      <w:outlineLvl w:val="1"/>
    </w:pPr>
    <w:rPr>
      <w:b/>
      <w:bCs/>
      <w:color w:val="1D1D1B" w:themeColor="background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063C7E"/>
  </w:style>
  <w:style w:type="paragraph" w:styleId="Pieddepage">
    <w:name w:val="footer"/>
    <w:basedOn w:val="Normal"/>
    <w:link w:val="Pieddepag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3C7E"/>
  </w:style>
  <w:style w:type="paragraph" w:styleId="Paragraphedeliste">
    <w:name w:val="List Paragraph"/>
    <w:aliases w:val="Rappel condition APP,Paragraphe de liste 2,Puce focus,Contact"/>
    <w:basedOn w:val="Normal"/>
    <w:link w:val="ParagraphedelisteCar"/>
    <w:uiPriority w:val="34"/>
    <w:qFormat/>
    <w:rsid w:val="00ED2DDB"/>
    <w:pPr>
      <w:spacing w:before="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D2DDB"/>
    <w:rPr>
      <w:rFonts w:ascii="Montserrat Black" w:hAnsi="Montserrat Black"/>
      <w:color w:val="1D1D1B" w:themeColor="background2"/>
      <w:sz w:val="24"/>
      <w:szCs w:val="24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143DE7"/>
    <w:rPr>
      <w:rFonts w:ascii="Roboto" w:hAnsi="Roboto"/>
      <w:b/>
      <w:bCs/>
      <w:color w:val="1D1D1B" w:themeColor="background2"/>
      <w:sz w:val="20"/>
      <w:szCs w:val="20"/>
      <w:lang w:val="fr-FR"/>
    </w:rPr>
  </w:style>
  <w:style w:type="paragraph" w:customStyle="1" w:styleId="BasicParagraph">
    <w:name w:val="[Basic Paragraph]"/>
    <w:basedOn w:val="Normal"/>
    <w:uiPriority w:val="99"/>
    <w:rsid w:val="00ED2DDB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43DE7"/>
    <w:pPr>
      <w:spacing w:before="3760"/>
      <w:ind w:left="2016"/>
    </w:pPr>
    <w:rPr>
      <w:rFonts w:ascii="Montserrat Black" w:hAnsi="Montserrat Black"/>
      <w:caps/>
      <w:color w:val="1D1D1B" w:themeColor="background2"/>
      <w:sz w:val="66"/>
      <w:szCs w:val="66"/>
    </w:rPr>
  </w:style>
  <w:style w:type="character" w:customStyle="1" w:styleId="TitreCar">
    <w:name w:val="Titre Car"/>
    <w:basedOn w:val="Policepardfaut"/>
    <w:link w:val="Titre"/>
    <w:uiPriority w:val="10"/>
    <w:rsid w:val="00143DE7"/>
    <w:rPr>
      <w:rFonts w:ascii="Montserrat Black" w:hAnsi="Montserrat Black"/>
      <w:caps/>
      <w:color w:val="1D1D1B" w:themeColor="background2"/>
      <w:sz w:val="66"/>
      <w:szCs w:val="66"/>
      <w:lang w:val="fr-FR"/>
    </w:rPr>
  </w:style>
  <w:style w:type="paragraph" w:styleId="Sous-titre">
    <w:name w:val="Subtitle"/>
    <w:basedOn w:val="Titre1"/>
    <w:next w:val="Normal"/>
    <w:link w:val="Sous-titreCar"/>
    <w:uiPriority w:val="11"/>
    <w:qFormat/>
    <w:rsid w:val="00143DE7"/>
    <w:pPr>
      <w:spacing w:before="760"/>
      <w:ind w:left="2016"/>
    </w:pPr>
    <w:rPr>
      <w:rFonts w:ascii="Montserrat" w:hAnsi="Montserrat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sid w:val="00143DE7"/>
    <w:rPr>
      <w:rFonts w:ascii="Montserrat" w:hAnsi="Montserrat"/>
      <w:color w:val="1D1D1B" w:themeColor="background2"/>
      <w:sz w:val="56"/>
      <w:szCs w:val="56"/>
      <w:lang w:val="fr-FR"/>
    </w:rPr>
  </w:style>
  <w:style w:type="paragraph" w:styleId="NormalWeb">
    <w:name w:val="Normal (Web)"/>
    <w:basedOn w:val="Normal"/>
    <w:uiPriority w:val="99"/>
    <w:semiHidden/>
    <w:unhideWhenUsed/>
    <w:rsid w:val="0056311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14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14A7"/>
  </w:style>
  <w:style w:type="character" w:customStyle="1" w:styleId="CommentaireCar">
    <w:name w:val="Commentaire Car"/>
    <w:basedOn w:val="Policepardfaut"/>
    <w:link w:val="Commentaire"/>
    <w:uiPriority w:val="99"/>
    <w:semiHidden/>
    <w:rsid w:val="00DC14A7"/>
    <w:rPr>
      <w:rFonts w:ascii="Roboto" w:hAnsi="Roboto"/>
      <w:color w:val="636363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14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14A7"/>
    <w:rPr>
      <w:rFonts w:ascii="Roboto" w:hAnsi="Roboto"/>
      <w:b/>
      <w:bCs/>
      <w:color w:val="636363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14A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14A7"/>
    <w:rPr>
      <w:rFonts w:ascii="Segoe UI" w:hAnsi="Segoe UI" w:cs="Segoe UI"/>
      <w:color w:val="636363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2658AB"/>
    <w:rPr>
      <w:color w:val="255F8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658AB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4B645A"/>
    <w:pPr>
      <w:spacing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character" w:customStyle="1" w:styleId="ParagraphedelisteCar">
    <w:name w:val="Paragraphe de liste Car"/>
    <w:aliases w:val="Rappel condition APP Car,Paragraphe de liste 2 Car,Puce focus Car,Contact Car"/>
    <w:basedOn w:val="Policepardfaut"/>
    <w:link w:val="Paragraphedeliste"/>
    <w:uiPriority w:val="34"/>
    <w:locked/>
    <w:rsid w:val="006F3FD1"/>
    <w:rPr>
      <w:rFonts w:ascii="Roboto" w:hAnsi="Roboto"/>
      <w:color w:val="636363"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C26774"/>
    <w:rPr>
      <w:color w:val="605E5C"/>
      <w:shd w:val="clear" w:color="auto" w:fill="E1DFDD"/>
    </w:rPr>
  </w:style>
  <w:style w:type="table" w:styleId="Tableausimple5">
    <w:name w:val="Plain Table 5"/>
    <w:basedOn w:val="TableauNormal"/>
    <w:uiPriority w:val="45"/>
    <w:rsid w:val="00302D4C"/>
    <w:pPr>
      <w:spacing w:after="0" w:line="240" w:lineRule="auto"/>
    </w:pPr>
    <w:rPr>
      <w:lang w:val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0B0B0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0B0B0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0B0B0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0B0B0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lledutableau">
    <w:name w:val="Table Grid"/>
    <w:basedOn w:val="TableauNormal"/>
    <w:uiPriority w:val="39"/>
    <w:rsid w:val="00D308CB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2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9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37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7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7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95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13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37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5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48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07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0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6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34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3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4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194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8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4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6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2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2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8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36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25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170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4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2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8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207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93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2798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675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652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791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43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31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62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680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832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089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903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626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73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56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8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6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699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6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1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6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4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867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219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94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7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019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7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3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8351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1626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4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94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885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386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83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006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77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0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17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90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4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10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5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96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60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8612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423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90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64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928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59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5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4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3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2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99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3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sv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.jacob\AppData\Local\Microsoft\Windows\Temporary%20Internet%20Files\Content.Outlook\IH3JXRTV\CCCABTP_AAP_WORD_DMTS_050620_V2%20(002).dotx" TargetMode="External"/></Relationships>
</file>

<file path=word/theme/theme1.xml><?xml version="1.0" encoding="utf-8"?>
<a:theme xmlns:a="http://schemas.openxmlformats.org/drawingml/2006/main" name="Office Theme">
  <a:themeElements>
    <a:clrScheme name="Custom 21">
      <a:dk1>
        <a:srgbClr val="636363"/>
      </a:dk1>
      <a:lt1>
        <a:srgbClr val="FFFFFF"/>
      </a:lt1>
      <a:dk2>
        <a:srgbClr val="FFED00"/>
      </a:dk2>
      <a:lt2>
        <a:srgbClr val="1D1D1B"/>
      </a:lt2>
      <a:accent1>
        <a:srgbClr val="F8F6F5"/>
      </a:accent1>
      <a:accent2>
        <a:srgbClr val="727176"/>
      </a:accent2>
      <a:accent3>
        <a:srgbClr val="A5A5A5"/>
      </a:accent3>
      <a:accent4>
        <a:srgbClr val="BFB5A9"/>
      </a:accent4>
      <a:accent5>
        <a:srgbClr val="E7BE49"/>
      </a:accent5>
      <a:accent6>
        <a:srgbClr val="A2C62E"/>
      </a:accent6>
      <a:hlink>
        <a:srgbClr val="255F8F"/>
      </a:hlink>
      <a:folHlink>
        <a:srgbClr val="88486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4D63CC2B1C9241857B4F7BE3457D77" ma:contentTypeVersion="7" ma:contentTypeDescription="Crée un document." ma:contentTypeScope="" ma:versionID="a43e71c818c9442f54fa0c45b6f97e8b">
  <xsd:schema xmlns:xsd="http://www.w3.org/2001/XMLSchema" xmlns:xs="http://www.w3.org/2001/XMLSchema" xmlns:p="http://schemas.microsoft.com/office/2006/metadata/properties" xmlns:ns2="a0801758-f60a-4422-8ba0-6a223e6dfddd" targetNamespace="http://schemas.microsoft.com/office/2006/metadata/properties" ma:root="true" ma:fieldsID="b41898ccd894d33c419f22bd87779789" ns2:_="">
    <xsd:import namespace="a0801758-f60a-4422-8ba0-6a223e6dfd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01758-f60a-4422-8ba0-6a223e6df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E56C4C-0221-4FF7-82C6-E5F94C8E5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644A1D-149D-4DA2-96E7-293B1F6451DD}"/>
</file>

<file path=customXml/itemProps3.xml><?xml version="1.0" encoding="utf-8"?>
<ds:datastoreItem xmlns:ds="http://schemas.openxmlformats.org/officeDocument/2006/customXml" ds:itemID="{CC6745F6-7349-4E9E-81B0-DA59AC04F80F}"/>
</file>

<file path=customXml/itemProps4.xml><?xml version="1.0" encoding="utf-8"?>
<ds:datastoreItem xmlns:ds="http://schemas.openxmlformats.org/officeDocument/2006/customXml" ds:itemID="{2E2833CE-32CF-42AF-B2A6-C209347C7EBE}"/>
</file>

<file path=docProps/app.xml><?xml version="1.0" encoding="utf-8"?>
<Properties xmlns="http://schemas.openxmlformats.org/officeDocument/2006/extended-properties" xmlns:vt="http://schemas.openxmlformats.org/officeDocument/2006/docPropsVTypes">
  <Template>CCCABTP_AAP_WORD_DMTS_050620_V2 (002)</Template>
  <TotalTime>25</TotalTime>
  <Pages>19</Pages>
  <Words>909</Words>
  <Characters>5004</Characters>
  <Application>Microsoft Office Word</Application>
  <DocSecurity>0</DocSecurity>
  <Lines>41</Lines>
  <Paragraphs>11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/Règlement de consultation </vt:lpstr>
      <vt:lpstr>Informations  Générales</vt:lpstr>
      <vt:lpstr/>
      <vt:lpstr/>
      <vt:lpstr>6 – Éligibilité et modalités de financement</vt:lpstr>
      <vt:lpstr>    A. Porteurs de projets pressentis – Bénéficiaires</vt:lpstr>
      <vt:lpstr>    B. Budget de la cellule d’Appel à Projets</vt:lpstr>
      <vt:lpstr>    C. Dépenses éligibles</vt:lpstr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Thomas</dc:creator>
  <cp:keywords/>
  <dc:description/>
  <cp:lastModifiedBy>JOUANIN-PERIN Isabelle</cp:lastModifiedBy>
  <cp:revision>13</cp:revision>
  <dcterms:created xsi:type="dcterms:W3CDTF">2021-01-12T10:48:00Z</dcterms:created>
  <dcterms:modified xsi:type="dcterms:W3CDTF">2021-01-12T12:06:00Z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0x0101009D4D63CC2B1C9241857B4F7BE3457D77</vt:lpwstr>
  </property>
</Properties>
</file>