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4029A" w14:textId="47E26224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1C04B9A4" w14:textId="1C2FB3A7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4C9540BE" w14:textId="4163AD81" w:rsidR="00BD41A4" w:rsidRDefault="00BD41A4" w:rsidP="00376E2D">
      <w:pPr>
        <w:spacing w:after="0"/>
        <w:jc w:val="center"/>
        <w:rPr>
          <w:b/>
          <w:bCs/>
          <w:sz w:val="36"/>
          <w:szCs w:val="36"/>
        </w:rPr>
      </w:pPr>
      <w:r w:rsidRPr="00BD41A4">
        <w:rPr>
          <w:b/>
          <w:bCs/>
          <w:sz w:val="36"/>
          <w:szCs w:val="36"/>
        </w:rPr>
        <w:t>Fiche synthétique</w:t>
      </w:r>
      <w:r w:rsidR="00376E2D">
        <w:rPr>
          <w:b/>
          <w:bCs/>
          <w:sz w:val="36"/>
          <w:szCs w:val="36"/>
        </w:rPr>
        <w:t xml:space="preserve"> </w:t>
      </w:r>
      <w:r w:rsidRPr="00BD41A4">
        <w:rPr>
          <w:b/>
          <w:bCs/>
          <w:sz w:val="36"/>
          <w:szCs w:val="36"/>
        </w:rPr>
        <w:t>Projet</w:t>
      </w:r>
    </w:p>
    <w:p w14:paraId="09292F0E" w14:textId="16FB84BB" w:rsidR="00BD41A4" w:rsidRDefault="00BB5783" w:rsidP="00BD41A4">
      <w:pPr>
        <w:spacing w:after="0"/>
        <w:rPr>
          <w:b/>
          <w:bCs/>
          <w:sz w:val="36"/>
          <w:szCs w:val="36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A51B25" wp14:editId="31F1613C">
                <wp:simplePos x="0" y="0"/>
                <wp:positionH relativeFrom="margin">
                  <wp:posOffset>1303020</wp:posOffset>
                </wp:positionH>
                <wp:positionV relativeFrom="page">
                  <wp:posOffset>2095500</wp:posOffset>
                </wp:positionV>
                <wp:extent cx="4457700" cy="1905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7D31C42" id="Rectangle 1" o:spid="_x0000_s1026" style="position:absolute;margin-left:102.6pt;margin-top:165pt;width:351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" fillcolor="#f2f2f2 [3052]" stroked="f" strokeweight="1pt">
                <w10:wrap anchorx="margin" anchory="page"/>
              </v:rect>
            </w:pict>
          </mc:Fallback>
        </mc:AlternateContent>
      </w:r>
    </w:p>
    <w:p w14:paraId="3AE055B0" w14:textId="38667132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>Porteur du projet :</w:t>
      </w:r>
    </w:p>
    <w:p w14:paraId="0E607FCA" w14:textId="1B933754" w:rsidR="0071676F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C32BA" wp14:editId="4214FC0F">
                <wp:simplePos x="0" y="0"/>
                <wp:positionH relativeFrom="margin">
                  <wp:posOffset>1303020</wp:posOffset>
                </wp:positionH>
                <wp:positionV relativeFrom="page">
                  <wp:posOffset>2446655</wp:posOffset>
                </wp:positionV>
                <wp:extent cx="4457700" cy="190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EF511B" id="Rectangle 9" o:spid="_x0000_s1026" style="position:absolute;margin-left:102.6pt;margin-top:192.65pt;width:351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" fillcolor="#f2f2f2 [3052]" stroked="f" strokeweight="1pt">
                <w10:wrap anchorx="margin" anchory="page"/>
              </v:rect>
            </w:pict>
          </mc:Fallback>
        </mc:AlternateContent>
      </w:r>
    </w:p>
    <w:p w14:paraId="4E89B4B1" w14:textId="591F4F84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 xml:space="preserve">Titre du projet </w:t>
      </w:r>
      <w:r>
        <w:rPr>
          <w:b/>
          <w:bCs/>
        </w:rPr>
        <w:tab/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CD88CF" w14:textId="6AA95AAF" w:rsidR="00BD41A4" w:rsidRDefault="00BD41A4" w:rsidP="00BD41A4">
      <w:pPr>
        <w:spacing w:after="0"/>
        <w:rPr>
          <w:b/>
          <w:bCs/>
        </w:rPr>
      </w:pPr>
    </w:p>
    <w:p w14:paraId="460AE358" w14:textId="7B83003D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A14CD0" wp14:editId="6AC201E7">
                <wp:simplePos x="0" y="0"/>
                <wp:positionH relativeFrom="margin">
                  <wp:align>right</wp:align>
                </wp:positionH>
                <wp:positionV relativeFrom="page">
                  <wp:posOffset>2843530</wp:posOffset>
                </wp:positionV>
                <wp:extent cx="4212000" cy="1905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0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6EAF7E2" id="Rectangle 10" o:spid="_x0000_s1026" style="position:absolute;margin-left:280.45pt;margin-top:223.9pt;width:331.65pt;height: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" fillcolor="#f2f2f2 [3052]" stroked="f" strokeweight="1pt">
                <w10:wrap anchorx="margin" anchory="page"/>
              </v:rect>
            </w:pict>
          </mc:Fallback>
        </mc:AlternateContent>
      </w:r>
      <w:r w:rsidR="00BD41A4">
        <w:rPr>
          <w:b/>
          <w:bCs/>
        </w:rPr>
        <w:t>Appel à projets concerné :</w:t>
      </w:r>
      <w:r w:rsidR="00BD41A4">
        <w:rPr>
          <w:b/>
          <w:bCs/>
        </w:rPr>
        <w:tab/>
      </w:r>
      <w:r w:rsidR="00BD41A4">
        <w:rPr>
          <w:b/>
          <w:bCs/>
        </w:rPr>
        <w:tab/>
      </w:r>
      <w:r w:rsidR="00BD41A4">
        <w:rPr>
          <w:b/>
          <w:bCs/>
        </w:rPr>
        <w:tab/>
      </w:r>
    </w:p>
    <w:p w14:paraId="3792E5EE" w14:textId="02C24DC1" w:rsidR="00BD41A4" w:rsidRDefault="00CC7B52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6ED1A85" wp14:editId="7C9894D7">
            <wp:simplePos x="0" y="0"/>
            <wp:positionH relativeFrom="margin">
              <wp:align>right</wp:align>
            </wp:positionH>
            <wp:positionV relativeFrom="page">
              <wp:posOffset>3209925</wp:posOffset>
            </wp:positionV>
            <wp:extent cx="412115" cy="3270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26"/>
                    <a:stretch/>
                  </pic:blipFill>
                  <pic:spPr bwMode="auto">
                    <a:xfrm>
                      <a:off x="0" y="0"/>
                      <a:ext cx="41211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66657" w14:textId="2CEAC3E1" w:rsidR="00BD41A4" w:rsidRPr="0043060A" w:rsidRDefault="00BD41A4" w:rsidP="0043060A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bookmarkStart w:id="0" w:name="_Hlk56689752"/>
      <w:r w:rsidRPr="0043060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Présentation synthétique du projet </w:t>
      </w:r>
    </w:p>
    <w:bookmarkEnd w:id="0"/>
    <w:p w14:paraId="1EC33C0D" w14:textId="29CCF7F8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0F467E" wp14:editId="27EA274E">
                <wp:simplePos x="0" y="0"/>
                <wp:positionH relativeFrom="margin">
                  <wp:align>right</wp:align>
                </wp:positionH>
                <wp:positionV relativeFrom="page">
                  <wp:posOffset>3657600</wp:posOffset>
                </wp:positionV>
                <wp:extent cx="5772150" cy="177800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7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7DF31" w14:textId="72CC70D4" w:rsidR="00413AF3" w:rsidRP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90F467E" id="Rectangle 11" o:spid="_x0000_s1026" style="position:absolute;margin-left:403.3pt;margin-top:4in;width:454.5pt;height:140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" fillcolor="#f2f2f2 [3052]" stroked="f" strokeweight="1pt">
                <v:textbox>
                  <w:txbxContent>
                    <w:p w14:paraId="2C67DF31" w14:textId="72CC70D4" w:rsidR="00413AF3" w:rsidRP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BAC342C" w14:textId="14B53A21" w:rsidR="00BD41A4" w:rsidRDefault="00BD41A4" w:rsidP="00BD41A4">
      <w:pPr>
        <w:spacing w:after="0"/>
        <w:rPr>
          <w:b/>
          <w:bCs/>
        </w:rPr>
      </w:pPr>
    </w:p>
    <w:p w14:paraId="0C987175" w14:textId="466B9F59" w:rsidR="00BD41A4" w:rsidRDefault="00BD41A4" w:rsidP="00BD41A4">
      <w:pPr>
        <w:spacing w:after="0"/>
        <w:rPr>
          <w:b/>
          <w:bCs/>
        </w:rPr>
      </w:pPr>
    </w:p>
    <w:p w14:paraId="309A7085" w14:textId="63CB56B3" w:rsidR="00BD41A4" w:rsidRDefault="00BD41A4" w:rsidP="00BD41A4">
      <w:pPr>
        <w:spacing w:after="0"/>
        <w:rPr>
          <w:b/>
          <w:bCs/>
        </w:rPr>
      </w:pPr>
    </w:p>
    <w:p w14:paraId="10081A71" w14:textId="05C3E1A4" w:rsidR="00BD41A4" w:rsidRDefault="00BD41A4" w:rsidP="00BD41A4">
      <w:pPr>
        <w:spacing w:after="0"/>
        <w:rPr>
          <w:b/>
          <w:bCs/>
        </w:rPr>
      </w:pPr>
    </w:p>
    <w:p w14:paraId="5345A7CA" w14:textId="59BE8A32" w:rsidR="00BD41A4" w:rsidRDefault="00BD41A4" w:rsidP="00BD41A4">
      <w:pPr>
        <w:spacing w:after="0"/>
        <w:rPr>
          <w:b/>
          <w:bCs/>
        </w:rPr>
      </w:pPr>
    </w:p>
    <w:p w14:paraId="4AA4B83A" w14:textId="3F64D3A4" w:rsidR="00BD41A4" w:rsidRDefault="00BD41A4" w:rsidP="00BD41A4">
      <w:pPr>
        <w:spacing w:after="0"/>
        <w:rPr>
          <w:b/>
          <w:bCs/>
        </w:rPr>
      </w:pPr>
    </w:p>
    <w:p w14:paraId="52629F65" w14:textId="1D1DE984" w:rsidR="00BD41A4" w:rsidRDefault="00BD41A4" w:rsidP="00BD41A4">
      <w:pPr>
        <w:spacing w:after="0"/>
        <w:rPr>
          <w:b/>
          <w:bCs/>
        </w:rPr>
      </w:pPr>
    </w:p>
    <w:p w14:paraId="77ECFD4D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28BDF0A" w14:textId="33285E36" w:rsidR="001F15F9" w:rsidRDefault="00AE009B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705344" behindDoc="1" locked="0" layoutInCell="1" allowOverlap="1" wp14:anchorId="17EE8512" wp14:editId="6675BD0A">
            <wp:simplePos x="0" y="0"/>
            <wp:positionH relativeFrom="margin">
              <wp:posOffset>5337810</wp:posOffset>
            </wp:positionH>
            <wp:positionV relativeFrom="paragraph">
              <wp:posOffset>278880</wp:posOffset>
            </wp:positionV>
            <wp:extent cx="421374" cy="360000"/>
            <wp:effectExtent l="0" t="0" r="0" b="254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65"/>
                    <a:stretch/>
                  </pic:blipFill>
                  <pic:spPr bwMode="auto">
                    <a:xfrm>
                      <a:off x="0" y="0"/>
                      <a:ext cx="42137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CC455" w14:textId="2C768B58" w:rsidR="001F15F9" w:rsidRPr="0043060A" w:rsidRDefault="001F15F9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Objectifs /résultats attendus du</w:t>
      </w:r>
      <w:r w:rsidRPr="0043060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projet</w:t>
      </w:r>
    </w:p>
    <w:p w14:paraId="73A08F24" w14:textId="178EDAF0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9B3616" wp14:editId="0C5A5CA8">
                <wp:simplePos x="0" y="0"/>
                <wp:positionH relativeFrom="margin">
                  <wp:posOffset>-11430</wp:posOffset>
                </wp:positionH>
                <wp:positionV relativeFrom="page">
                  <wp:posOffset>6159500</wp:posOffset>
                </wp:positionV>
                <wp:extent cx="5772150" cy="17780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7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5CF154" w14:textId="77777777" w:rsid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662AA074" w14:textId="77777777" w:rsidR="00413AF3" w:rsidRDefault="00413AF3" w:rsidP="00413A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9B3616" id="Rectangle 15" o:spid="_x0000_s1027" style="position:absolute;margin-left:-.9pt;margin-top:485pt;width:454.5pt;height:14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" fillcolor="#f2f2f2 [3052]" stroked="f" strokeweight="1pt">
                <v:textbox>
                  <w:txbxContent>
                    <w:p w14:paraId="5D5CF154" w14:textId="77777777" w:rsid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662AA074" w14:textId="77777777" w:rsidR="00413AF3" w:rsidRDefault="00413AF3" w:rsidP="00413AF3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B376438" w14:textId="74F0FFD8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4FE0D08" w14:textId="72ED5C81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C211280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340E7236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374BB06" w14:textId="6EA31803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22E30E8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971D537" w14:textId="4A32945B" w:rsidR="00BD41A4" w:rsidRPr="0071676F" w:rsidRDefault="00CC7B52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4417300E" wp14:editId="49F5855C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390525" cy="31432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69"/>
                    <a:stretch/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Planning du projet</w:t>
      </w:r>
    </w:p>
    <w:p w14:paraId="72F45325" w14:textId="3BC50695" w:rsidR="0071676F" w:rsidRDefault="001F15F9" w:rsidP="00BD41A4">
      <w:pPr>
        <w:spacing w:after="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8B2470" wp14:editId="07DDF682">
                <wp:simplePos x="0" y="0"/>
                <wp:positionH relativeFrom="page">
                  <wp:posOffset>4989195</wp:posOffset>
                </wp:positionH>
                <wp:positionV relativeFrom="paragraph">
                  <wp:posOffset>177165</wp:posOffset>
                </wp:positionV>
                <wp:extent cx="1009650" cy="20002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095583B" id="Rectangle 17" o:spid="_x0000_s1026" style="position:absolute;margin-left:392.85pt;margin-top:13.95pt;width:79.5pt;height:15.7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6F0874" wp14:editId="48FE9228">
                <wp:simplePos x="0" y="0"/>
                <wp:positionH relativeFrom="page">
                  <wp:posOffset>1909445</wp:posOffset>
                </wp:positionH>
                <wp:positionV relativeFrom="paragraph">
                  <wp:posOffset>183515</wp:posOffset>
                </wp:positionV>
                <wp:extent cx="1009650" cy="20002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68AC5C4" id="Rectangle 16" o:spid="_x0000_s1026" style="position:absolute;margin-left:150.35pt;margin-top:14.45pt;width:79.5pt;height:15.75pt;z-index: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5BE0BDC9" w14:textId="5CB235C1" w:rsidR="00BD41A4" w:rsidRPr="0071676F" w:rsidRDefault="00BD41A4" w:rsidP="00BD41A4">
      <w:pPr>
        <w:spacing w:after="0"/>
      </w:pPr>
      <w:r w:rsidRPr="0071676F">
        <w:t xml:space="preserve">Début estimé : </w:t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  <w:t xml:space="preserve">Fin estimée : </w:t>
      </w:r>
    </w:p>
    <w:p w14:paraId="75C34E76" w14:textId="7FFE9CC2" w:rsidR="00376E2D" w:rsidRDefault="00376E2D" w:rsidP="00BD41A4">
      <w:pPr>
        <w:spacing w:after="0"/>
        <w:rPr>
          <w:b/>
          <w:bCs/>
        </w:rPr>
      </w:pPr>
    </w:p>
    <w:p w14:paraId="4366565C" w14:textId="37FF7908" w:rsidR="0071676F" w:rsidRDefault="0071676F" w:rsidP="00BD41A4">
      <w:pPr>
        <w:spacing w:after="0"/>
        <w:rPr>
          <w:b/>
          <w:bCs/>
        </w:rPr>
      </w:pPr>
    </w:p>
    <w:p w14:paraId="1710857F" w14:textId="1F7772E7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3E8568C2" w14:textId="11724579" w:rsidR="00BD41A4" w:rsidRPr="0071676F" w:rsidRDefault="00BD41A4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Equipe projet (</w:t>
      </w:r>
      <w:r w:rsidR="00B455D2" w:rsidRPr="00B455D2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présentation des personnes impliquées dans le projet, fonction et rôle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)</w:t>
      </w:r>
      <w:r w:rsidR="0071676F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 </w:t>
      </w:r>
    </w:p>
    <w:p w14:paraId="5C8C73FF" w14:textId="39E83E2B" w:rsidR="00BD41A4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A69CAC" wp14:editId="7E86A058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62625" cy="1447800"/>
                <wp:effectExtent l="0" t="0" r="9525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447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2FCE91B" id="Rectangle 13" o:spid="_x0000_s1026" style="position:absolute;margin-left:402.55pt;margin-top:7.75pt;width:453.75pt;height:114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" fillcolor="#f2f2f2 [3052]" stroked="f" strokeweight="1pt">
                <w10:wrap anchorx="margin"/>
              </v:rect>
            </w:pict>
          </mc:Fallback>
        </mc:AlternateContent>
      </w:r>
    </w:p>
    <w:p w14:paraId="3B21DF02" w14:textId="3FCD6F42" w:rsidR="00BD41A4" w:rsidRDefault="00BD41A4" w:rsidP="00BD41A4">
      <w:pPr>
        <w:spacing w:after="0"/>
        <w:rPr>
          <w:b/>
          <w:bCs/>
        </w:rPr>
      </w:pPr>
    </w:p>
    <w:p w14:paraId="428ECB07" w14:textId="0A24A288" w:rsidR="0071676F" w:rsidRDefault="001F15F9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98176" behindDoc="1" locked="0" layoutInCell="1" allowOverlap="1" wp14:anchorId="2F6650C2" wp14:editId="406B3B8F">
            <wp:simplePos x="0" y="0"/>
            <wp:positionH relativeFrom="margin">
              <wp:posOffset>5943600</wp:posOffset>
            </wp:positionH>
            <wp:positionV relativeFrom="page">
              <wp:posOffset>1724025</wp:posOffset>
            </wp:positionV>
            <wp:extent cx="497527" cy="339725"/>
            <wp:effectExtent l="0" t="0" r="0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05"/>
                    <a:stretch/>
                  </pic:blipFill>
                  <pic:spPr bwMode="auto">
                    <a:xfrm>
                      <a:off x="0" y="0"/>
                      <a:ext cx="497527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C97570" w14:textId="311CB269" w:rsidR="0071676F" w:rsidRDefault="0071676F" w:rsidP="00BD41A4">
      <w:pPr>
        <w:spacing w:after="0"/>
        <w:rPr>
          <w:b/>
          <w:bCs/>
        </w:rPr>
      </w:pPr>
    </w:p>
    <w:p w14:paraId="2748A112" w14:textId="31321EDE" w:rsidR="0071676F" w:rsidRDefault="0071676F" w:rsidP="00BD41A4">
      <w:pPr>
        <w:spacing w:after="0"/>
        <w:rPr>
          <w:b/>
          <w:bCs/>
        </w:rPr>
      </w:pPr>
    </w:p>
    <w:p w14:paraId="3C6A6CC4" w14:textId="4A398070" w:rsidR="00BD41A4" w:rsidRDefault="00BD41A4" w:rsidP="00BD41A4">
      <w:pPr>
        <w:spacing w:after="0"/>
        <w:rPr>
          <w:b/>
          <w:bCs/>
        </w:rPr>
      </w:pPr>
    </w:p>
    <w:p w14:paraId="3B1F930B" w14:textId="1133362E" w:rsidR="0071676F" w:rsidRDefault="0071676F" w:rsidP="00BD41A4">
      <w:pPr>
        <w:spacing w:after="0"/>
        <w:rPr>
          <w:b/>
          <w:bCs/>
        </w:rPr>
      </w:pPr>
    </w:p>
    <w:p w14:paraId="7C0D0EE6" w14:textId="5DABA4A4" w:rsidR="0071676F" w:rsidRDefault="0071676F" w:rsidP="00BD41A4">
      <w:pPr>
        <w:spacing w:after="0"/>
        <w:rPr>
          <w:b/>
          <w:bCs/>
        </w:rPr>
      </w:pPr>
    </w:p>
    <w:p w14:paraId="7FAB7F9F" w14:textId="3A7887FA" w:rsidR="0071676F" w:rsidRDefault="00CC7B52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371C05CB" wp14:editId="23D20A7D">
            <wp:simplePos x="0" y="0"/>
            <wp:positionH relativeFrom="margin">
              <wp:align>right</wp:align>
            </wp:positionH>
            <wp:positionV relativeFrom="paragraph">
              <wp:posOffset>159385</wp:posOffset>
            </wp:positionV>
            <wp:extent cx="382905" cy="323215"/>
            <wp:effectExtent l="0" t="0" r="0" b="6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66"/>
                    <a:stretch/>
                  </pic:blipFill>
                  <pic:spPr bwMode="auto">
                    <a:xfrm>
                      <a:off x="0" y="0"/>
                      <a:ext cx="38290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A8FB8" w14:textId="67DFE156" w:rsidR="00BD41A4" w:rsidRPr="0071676F" w:rsidRDefault="00BD41A4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Budget du projet </w:t>
      </w:r>
    </w:p>
    <w:p w14:paraId="48971DD1" w14:textId="5D666B7F" w:rsidR="0071676F" w:rsidRDefault="00F76E21" w:rsidP="0071676F">
      <w:pPr>
        <w:spacing w:after="0" w:line="240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449D30" wp14:editId="4BE92843">
                <wp:simplePos x="0" y="0"/>
                <wp:positionH relativeFrom="page">
                  <wp:posOffset>2257425</wp:posOffset>
                </wp:positionH>
                <wp:positionV relativeFrom="paragraph">
                  <wp:posOffset>172720</wp:posOffset>
                </wp:positionV>
                <wp:extent cx="1009650" cy="20002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B97E48A" id="Rectangle 23" o:spid="_x0000_s1026" style="position:absolute;margin-left:177.75pt;margin-top:13.6pt;width:79.5pt;height:15.7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28182DC9" w14:textId="5B8787ED" w:rsidR="00376E2D" w:rsidRPr="0071676F" w:rsidRDefault="00FB19F8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B3711F" wp14:editId="5DAD4E94">
                <wp:simplePos x="0" y="0"/>
                <wp:positionH relativeFrom="page">
                  <wp:posOffset>6014720</wp:posOffset>
                </wp:positionH>
                <wp:positionV relativeFrom="paragraph">
                  <wp:posOffset>1905</wp:posOffset>
                </wp:positionV>
                <wp:extent cx="1009650" cy="20002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0EB7332" id="Rectangle 26" o:spid="_x0000_s1026" style="position:absolute;margin-left:473.6pt;margin-top:.15pt;width:79.5pt;height:15.7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  <w:r w:rsidR="00BD41A4" w:rsidRPr="0071676F">
        <w:t>Budget global estimé :</w:t>
      </w:r>
      <w:r w:rsidR="00BD41A4" w:rsidRPr="0071676F">
        <w:tab/>
      </w:r>
      <w:r w:rsidR="00BD41A4" w:rsidRPr="0071676F">
        <w:tab/>
      </w:r>
      <w:r w:rsidR="00BD41A4" w:rsidRPr="0071676F">
        <w:tab/>
      </w:r>
      <w:r w:rsidR="00BD41A4" w:rsidRPr="0071676F">
        <w:tab/>
        <w:t xml:space="preserve">Si sous-traitance, pourcentage maximal : </w:t>
      </w:r>
    </w:p>
    <w:p w14:paraId="40138A83" w14:textId="3018006F" w:rsidR="00376E2D" w:rsidRPr="0071676F" w:rsidRDefault="00F76E21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D4E1E2" wp14:editId="4BCD79AF">
                <wp:simplePos x="0" y="0"/>
                <wp:positionH relativeFrom="page">
                  <wp:posOffset>2261870</wp:posOffset>
                </wp:positionH>
                <wp:positionV relativeFrom="paragraph">
                  <wp:posOffset>177165</wp:posOffset>
                </wp:positionV>
                <wp:extent cx="1009650" cy="200025"/>
                <wp:effectExtent l="0" t="0" r="0" b="95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C922167" id="Rectangle 24" o:spid="_x0000_s1026" style="position:absolute;margin-left:178.1pt;margin-top:13.95pt;width:79.5pt;height:15.7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790B879F" w14:textId="10E41282" w:rsidR="00376E2D" w:rsidRPr="0071676F" w:rsidRDefault="000C11B4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33A9A8" wp14:editId="335E7546">
                <wp:simplePos x="0" y="0"/>
                <wp:positionH relativeFrom="page">
                  <wp:posOffset>4984750</wp:posOffset>
                </wp:positionH>
                <wp:positionV relativeFrom="paragraph">
                  <wp:posOffset>6350</wp:posOffset>
                </wp:positionV>
                <wp:extent cx="2070100" cy="209550"/>
                <wp:effectExtent l="0" t="0" r="635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209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216B9E4" id="Rectangle 30" o:spid="_x0000_s1026" style="position:absolute;margin-left:392.5pt;margin-top:.5pt;width:163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" fillcolor="#f2f2f2 [3052]" stroked="f" strokeweight="1pt">
                <w10:wrap anchorx="page"/>
              </v:rect>
            </w:pict>
          </mc:Fallback>
        </mc:AlternateContent>
      </w:r>
      <w:r w:rsidR="00376E2D" w:rsidRPr="0071676F">
        <w:t>Co</w:t>
      </w:r>
      <w:r>
        <w:t>-</w:t>
      </w:r>
      <w:r w:rsidR="00376E2D" w:rsidRPr="0071676F">
        <w:t>financement :</w:t>
      </w:r>
      <w:r w:rsidR="00376E2D" w:rsidRPr="0071676F">
        <w:tab/>
      </w:r>
      <w:r w:rsidR="00376E2D" w:rsidRPr="0071676F">
        <w:tab/>
      </w:r>
      <w:r w:rsidR="00376E2D" w:rsidRPr="0071676F">
        <w:tab/>
      </w:r>
      <w:r w:rsidR="00376E2D" w:rsidRPr="0071676F">
        <w:tab/>
      </w:r>
      <w:r>
        <w:t xml:space="preserve">Nom du </w:t>
      </w:r>
      <w:proofErr w:type="spellStart"/>
      <w:r>
        <w:t>co</w:t>
      </w:r>
      <w:r w:rsidR="00BA72BF">
        <w:t>-</w:t>
      </w:r>
      <w:r>
        <w:t>financeur</w:t>
      </w:r>
      <w:proofErr w:type="spellEnd"/>
      <w:r>
        <w:t xml:space="preserve"> : </w:t>
      </w:r>
    </w:p>
    <w:p w14:paraId="50BF5E53" w14:textId="2D456A14" w:rsidR="00376E2D" w:rsidRPr="0071676F" w:rsidRDefault="00FB19F8" w:rsidP="0071676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836E29" wp14:editId="3227C3D0">
                <wp:simplePos x="0" y="0"/>
                <wp:positionH relativeFrom="page">
                  <wp:posOffset>6041390</wp:posOffset>
                </wp:positionH>
                <wp:positionV relativeFrom="paragraph">
                  <wp:posOffset>160020</wp:posOffset>
                </wp:positionV>
                <wp:extent cx="1009650" cy="200025"/>
                <wp:effectExtent l="0" t="0" r="0" b="952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34981" w14:textId="77777777" w:rsidR="00566280" w:rsidRDefault="00566280" w:rsidP="005662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836E29" id="Rectangle 28" o:spid="_x0000_s1028" style="position:absolute;margin-left:475.7pt;margin-top:12.6pt;width:79.5pt;height:15.7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" fillcolor="#f2f2f2 [3052]" stroked="f" strokeweight="1pt">
                <v:textbox>
                  <w:txbxContent>
                    <w:p w14:paraId="6D034981" w14:textId="77777777" w:rsidR="00566280" w:rsidRDefault="00566280" w:rsidP="00566280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9E7DC0" wp14:editId="2672D60B">
                <wp:simplePos x="0" y="0"/>
                <wp:positionH relativeFrom="page">
                  <wp:posOffset>2261870</wp:posOffset>
                </wp:positionH>
                <wp:positionV relativeFrom="paragraph">
                  <wp:posOffset>160020</wp:posOffset>
                </wp:positionV>
                <wp:extent cx="1009650" cy="200025"/>
                <wp:effectExtent l="0" t="0" r="0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92ED98C" id="Rectangle 25" o:spid="_x0000_s1026" style="position:absolute;margin-left:178.1pt;margin-top:12.6pt;width:79.5pt;height:15.7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</w:p>
    <w:p w14:paraId="4384E962" w14:textId="77B33991" w:rsidR="0071676F" w:rsidRPr="0071676F" w:rsidRDefault="00376E2D" w:rsidP="0071676F">
      <w:pPr>
        <w:spacing w:after="0" w:line="240" w:lineRule="auto"/>
      </w:pPr>
      <w:r w:rsidRPr="0071676F">
        <w:t xml:space="preserve">Auto-financement : </w:t>
      </w:r>
      <w:r w:rsidR="00BD41A4" w:rsidRPr="0071676F">
        <w:tab/>
      </w:r>
      <w:r w:rsidR="0071676F" w:rsidRPr="0071676F">
        <w:tab/>
      </w:r>
      <w:r w:rsidR="0071676F" w:rsidRPr="0071676F">
        <w:tab/>
      </w:r>
      <w:r w:rsidR="0071676F" w:rsidRPr="0071676F">
        <w:tab/>
      </w:r>
      <w:r w:rsidR="00B04F72">
        <w:t>F</w:t>
      </w:r>
      <w:r w:rsidR="0071676F" w:rsidRPr="0071676F">
        <w:t>inancement</w:t>
      </w:r>
      <w:r w:rsidR="00B455D2">
        <w:t xml:space="preserve"> </w:t>
      </w:r>
      <w:r w:rsidR="00566280">
        <w:t>demandé au</w:t>
      </w:r>
      <w:r w:rsidR="00B455D2">
        <w:t xml:space="preserve"> CCCA-BTP</w:t>
      </w:r>
      <w:r w:rsidR="0071676F" w:rsidRPr="0071676F">
        <w:t xml:space="preserve"> : </w:t>
      </w:r>
    </w:p>
    <w:p w14:paraId="2320379C" w14:textId="7CB7DF43" w:rsidR="0071676F" w:rsidRDefault="0071676F" w:rsidP="0071676F">
      <w:pPr>
        <w:spacing w:after="0" w:line="240" w:lineRule="auto"/>
        <w:rPr>
          <w:b/>
          <w:bCs/>
        </w:rPr>
      </w:pPr>
    </w:p>
    <w:p w14:paraId="35C87EF3" w14:textId="1DC0C474" w:rsidR="000C11B4" w:rsidRPr="0071676F" w:rsidRDefault="000C11B4" w:rsidP="000C11B4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BB5D29" wp14:editId="03DB87CD">
                <wp:simplePos x="0" y="0"/>
                <wp:positionH relativeFrom="page">
                  <wp:posOffset>3554095</wp:posOffset>
                </wp:positionH>
                <wp:positionV relativeFrom="paragraph">
                  <wp:posOffset>0</wp:posOffset>
                </wp:positionV>
                <wp:extent cx="1009650" cy="200025"/>
                <wp:effectExtent l="0" t="0" r="0" b="95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3E6DC0D" id="Rectangle 27" o:spid="_x0000_s1026" style="position:absolute;margin-left:279.85pt;margin-top:0;width:79.5pt;height:15.7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" fillcolor="#f2f2f2 [3052]" stroked="f" strokeweight="1pt">
                <w10:wrap anchorx="page"/>
              </v:rect>
            </w:pict>
          </mc:Fallback>
        </mc:AlternateContent>
      </w:r>
      <w:r w:rsidRPr="0071676F">
        <w:t>Si dépenses d’équipements, budget estimé :</w:t>
      </w:r>
    </w:p>
    <w:p w14:paraId="33E0CA7B" w14:textId="3144215D" w:rsidR="0043060A" w:rsidRDefault="00A264D1" w:rsidP="0071676F">
      <w:pPr>
        <w:spacing w:after="0" w:line="24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172C8BB3" wp14:editId="1E8A2E7A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552450" cy="471805"/>
            <wp:effectExtent l="0" t="0" r="0" b="444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55245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>
        <w:rPr>
          <w:b/>
          <w:bCs/>
        </w:rPr>
        <w:tab/>
      </w:r>
      <w:r w:rsidR="00BD41A4">
        <w:rPr>
          <w:b/>
          <w:bCs/>
        </w:rPr>
        <w:tab/>
      </w:r>
      <w:r w:rsidR="00376E2D">
        <w:rPr>
          <w:b/>
          <w:bCs/>
        </w:rPr>
        <w:tab/>
      </w:r>
      <w:r w:rsidR="00376E2D">
        <w:rPr>
          <w:b/>
          <w:bCs/>
        </w:rPr>
        <w:tab/>
      </w:r>
    </w:p>
    <w:p w14:paraId="56043821" w14:textId="12D48ACB" w:rsidR="002A06B7" w:rsidRPr="0071676F" w:rsidRDefault="002A06B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Réalisations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/Étapes</w:t>
      </w:r>
      <w:r w:rsidR="00082057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</w:p>
    <w:p w14:paraId="76C2C3C8" w14:textId="798D0C93" w:rsidR="002A06B7" w:rsidRDefault="002A06B7" w:rsidP="00BD41A4">
      <w:pPr>
        <w:spacing w:after="0"/>
        <w:rPr>
          <w:b/>
          <w:bCs/>
        </w:rPr>
      </w:pPr>
    </w:p>
    <w:tbl>
      <w:tblPr>
        <w:tblStyle w:val="Grilledutableau"/>
        <w:tblW w:w="11332" w:type="dxa"/>
        <w:tblInd w:w="-1134" w:type="dxa"/>
        <w:tblLook w:val="04A0" w:firstRow="1" w:lastRow="0" w:firstColumn="1" w:lastColumn="0" w:noHBand="0" w:noVBand="1"/>
      </w:tblPr>
      <w:tblGrid>
        <w:gridCol w:w="1555"/>
        <w:gridCol w:w="2975"/>
        <w:gridCol w:w="1561"/>
        <w:gridCol w:w="5241"/>
      </w:tblGrid>
      <w:tr w:rsidR="00BA72BF" w14:paraId="1E5FE47B" w14:textId="77777777" w:rsidTr="00BA72BF">
        <w:tc>
          <w:tcPr>
            <w:tcW w:w="1555" w:type="dxa"/>
          </w:tcPr>
          <w:p w14:paraId="0475D687" w14:textId="77777777" w:rsidR="00BA72BF" w:rsidRDefault="00BA72BF" w:rsidP="00BA72BF">
            <w:pPr>
              <w:jc w:val="center"/>
            </w:pPr>
          </w:p>
          <w:p w14:paraId="1D4E8043" w14:textId="3F9C2408" w:rsidR="00BA72BF" w:rsidRPr="0071676F" w:rsidRDefault="00BA72BF" w:rsidP="00BA72BF">
            <w:pPr>
              <w:spacing w:line="276" w:lineRule="auto"/>
              <w:jc w:val="center"/>
            </w:pPr>
            <w:r>
              <w:t>Étapes de réalisation</w:t>
            </w:r>
          </w:p>
        </w:tc>
        <w:tc>
          <w:tcPr>
            <w:tcW w:w="2975" w:type="dxa"/>
            <w:vAlign w:val="center"/>
          </w:tcPr>
          <w:p w14:paraId="7596592B" w14:textId="288BFBFA" w:rsidR="00BA72BF" w:rsidRPr="0071676F" w:rsidRDefault="00BA72BF" w:rsidP="00BA72BF">
            <w:pPr>
              <w:jc w:val="center"/>
            </w:pPr>
            <w:r w:rsidRPr="0071676F">
              <w:t>Actions envisagées</w:t>
            </w:r>
          </w:p>
        </w:tc>
        <w:tc>
          <w:tcPr>
            <w:tcW w:w="1561" w:type="dxa"/>
            <w:vAlign w:val="center"/>
          </w:tcPr>
          <w:p w14:paraId="346D62FE" w14:textId="4D9D5D6F" w:rsidR="00BA72BF" w:rsidRPr="0071676F" w:rsidRDefault="00BA72BF" w:rsidP="00BA72BF">
            <w:pPr>
              <w:jc w:val="center"/>
            </w:pPr>
            <w:r w:rsidRPr="0071676F">
              <w:t>Périodes</w:t>
            </w:r>
          </w:p>
          <w:p w14:paraId="23E7C8A0" w14:textId="492534DA" w:rsidR="00BA72BF" w:rsidRPr="0071676F" w:rsidRDefault="00BA72BF" w:rsidP="00BA72BF">
            <w:pPr>
              <w:jc w:val="center"/>
            </w:pPr>
            <w:r w:rsidRPr="0071676F">
              <w:t>Début – Fin</w:t>
            </w:r>
          </w:p>
        </w:tc>
        <w:tc>
          <w:tcPr>
            <w:tcW w:w="5241" w:type="dxa"/>
            <w:vAlign w:val="center"/>
          </w:tcPr>
          <w:p w14:paraId="0E085B4C" w14:textId="593C72FE" w:rsidR="00BA72BF" w:rsidRPr="0071676F" w:rsidRDefault="00BA72BF" w:rsidP="00BA72BF">
            <w:pPr>
              <w:jc w:val="center"/>
            </w:pPr>
            <w:r w:rsidRPr="0071676F">
              <w:t>Illustrations des résultats potentiels attendus des actions</w:t>
            </w:r>
          </w:p>
        </w:tc>
      </w:tr>
      <w:tr w:rsidR="00BA72BF" w14:paraId="5951E690" w14:textId="77777777" w:rsidTr="00BA72BF">
        <w:trPr>
          <w:trHeight w:val="794"/>
        </w:trPr>
        <w:tc>
          <w:tcPr>
            <w:tcW w:w="1555" w:type="dxa"/>
          </w:tcPr>
          <w:p w14:paraId="4B00DCB1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5FCD0717" w14:textId="679B4708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5795F756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2F3E935B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22E86224" w14:textId="77777777" w:rsidTr="00BA72BF">
        <w:trPr>
          <w:trHeight w:val="794"/>
        </w:trPr>
        <w:tc>
          <w:tcPr>
            <w:tcW w:w="1555" w:type="dxa"/>
          </w:tcPr>
          <w:p w14:paraId="796E419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360705D1" w14:textId="7B1F4385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46770528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5F0DAE64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68EDA50B" w14:textId="77777777" w:rsidTr="00BA72BF">
        <w:trPr>
          <w:trHeight w:val="794"/>
        </w:trPr>
        <w:tc>
          <w:tcPr>
            <w:tcW w:w="1555" w:type="dxa"/>
          </w:tcPr>
          <w:p w14:paraId="27ACB0E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4809C00A" w14:textId="15D857CB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39192BFB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15B908B0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6B3244E2" w14:textId="77777777" w:rsidTr="00BA72BF">
        <w:trPr>
          <w:trHeight w:val="794"/>
        </w:trPr>
        <w:tc>
          <w:tcPr>
            <w:tcW w:w="1555" w:type="dxa"/>
          </w:tcPr>
          <w:p w14:paraId="255A8E30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7FE195B2" w14:textId="270C7E6B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0C38D3CA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7B21A540" w14:textId="1BA2BB1C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354A4F61" w14:textId="77777777" w:rsidTr="00BA72BF">
        <w:trPr>
          <w:trHeight w:val="794"/>
        </w:trPr>
        <w:tc>
          <w:tcPr>
            <w:tcW w:w="1555" w:type="dxa"/>
          </w:tcPr>
          <w:p w14:paraId="08FCF47B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0289893E" w14:textId="1E0D8D93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7162BBCE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73CBB516" w14:textId="7777777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057D1735" w14:textId="77777777" w:rsidTr="00BA72BF">
        <w:trPr>
          <w:trHeight w:val="794"/>
        </w:trPr>
        <w:tc>
          <w:tcPr>
            <w:tcW w:w="1555" w:type="dxa"/>
          </w:tcPr>
          <w:p w14:paraId="708F74A8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7ED40477" w14:textId="6B3BCF60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26BC4D55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20EF7259" w14:textId="45C3FE4E" w:rsidR="00BA72BF" w:rsidRDefault="00BA72BF" w:rsidP="00BD41A4">
            <w:pPr>
              <w:rPr>
                <w:b/>
                <w:bCs/>
              </w:rPr>
            </w:pPr>
          </w:p>
        </w:tc>
      </w:tr>
    </w:tbl>
    <w:p w14:paraId="2DFF3631" w14:textId="15745360" w:rsidR="00376E2D" w:rsidRDefault="00376E2D" w:rsidP="00BD41A4">
      <w:pPr>
        <w:spacing w:after="0"/>
        <w:rPr>
          <w:b/>
          <w:bCs/>
        </w:rPr>
      </w:pPr>
    </w:p>
    <w:p w14:paraId="335E413B" w14:textId="0E9E685B" w:rsidR="00DF18ED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CC6EF8F" wp14:editId="070ADC36">
            <wp:simplePos x="0" y="0"/>
            <wp:positionH relativeFrom="margin">
              <wp:posOffset>5322570</wp:posOffset>
            </wp:positionH>
            <wp:positionV relativeFrom="paragraph">
              <wp:posOffset>154940</wp:posOffset>
            </wp:positionV>
            <wp:extent cx="434340" cy="371475"/>
            <wp:effectExtent l="0" t="0" r="3810" b="952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794BB" w14:textId="7C7A4F1F" w:rsidR="00376E2D" w:rsidRPr="0071676F" w:rsidRDefault="003958D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Modalités prévues 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de diffusion 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libre &amp; gratuit</w:t>
      </w:r>
      <w:r w:rsidR="00BA72B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des productions/</w:t>
      </w:r>
      <w:r w:rsidR="005068C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résultats</w:t>
      </w: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du projet</w:t>
      </w:r>
    </w:p>
    <w:p w14:paraId="7ACA172B" w14:textId="4130D07B" w:rsidR="00376E2D" w:rsidRDefault="00BB5783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4F7A25" wp14:editId="1667109A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5772150" cy="365760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3657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EA544" w14:textId="77777777" w:rsidR="00082057" w:rsidRDefault="00082057" w:rsidP="000820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64F7A25" id="Rectangle 14" o:spid="_x0000_s1028" style="position:absolute;margin-left:403.3pt;margin-top:6.65pt;width:454.5pt;height:4in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" fillcolor="#f2f2f2 [3052]" stroked="f" strokeweight="1pt">
                <v:textbox>
                  <w:txbxContent>
                    <w:p w14:paraId="578EA544" w14:textId="77777777" w:rsidR="00082057" w:rsidRDefault="00082057" w:rsidP="0008205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72EEC9" w14:textId="438ADC43" w:rsidR="00376E2D" w:rsidRDefault="00376E2D" w:rsidP="00BD41A4">
      <w:pPr>
        <w:spacing w:after="0"/>
        <w:rPr>
          <w:b/>
          <w:bCs/>
        </w:rPr>
      </w:pPr>
    </w:p>
    <w:p w14:paraId="707F422C" w14:textId="53C676E7" w:rsidR="00376E2D" w:rsidRDefault="00376E2D" w:rsidP="00BD41A4">
      <w:pPr>
        <w:spacing w:after="0"/>
        <w:rPr>
          <w:b/>
          <w:bCs/>
        </w:rPr>
      </w:pPr>
    </w:p>
    <w:p w14:paraId="3F714232" w14:textId="79BF8A10" w:rsidR="0071676F" w:rsidRDefault="0071676F" w:rsidP="00BD41A4">
      <w:pPr>
        <w:spacing w:after="0"/>
        <w:rPr>
          <w:b/>
          <w:bCs/>
        </w:rPr>
      </w:pPr>
    </w:p>
    <w:p w14:paraId="216CEA72" w14:textId="073ED26E" w:rsidR="0071676F" w:rsidRDefault="0071676F" w:rsidP="00BD41A4">
      <w:pPr>
        <w:spacing w:after="0"/>
        <w:rPr>
          <w:b/>
          <w:bCs/>
        </w:rPr>
      </w:pPr>
    </w:p>
    <w:p w14:paraId="0DE48A3B" w14:textId="278B8652" w:rsidR="00DF18ED" w:rsidRDefault="00DF18ED" w:rsidP="00BD41A4">
      <w:pPr>
        <w:spacing w:after="0"/>
        <w:rPr>
          <w:b/>
          <w:bCs/>
        </w:rPr>
      </w:pPr>
    </w:p>
    <w:p w14:paraId="3F049EF8" w14:textId="3A3DD44D" w:rsidR="00DF18ED" w:rsidRDefault="00DF18ED" w:rsidP="00BD41A4">
      <w:pPr>
        <w:spacing w:after="0"/>
        <w:rPr>
          <w:b/>
          <w:bCs/>
        </w:rPr>
      </w:pPr>
    </w:p>
    <w:p w14:paraId="2DB20BE5" w14:textId="2F59DB8F" w:rsidR="00DF18ED" w:rsidRDefault="00DF18ED" w:rsidP="00BD41A4">
      <w:pPr>
        <w:spacing w:after="0"/>
        <w:rPr>
          <w:b/>
          <w:bCs/>
        </w:rPr>
      </w:pPr>
    </w:p>
    <w:p w14:paraId="016B5E61" w14:textId="0F105947" w:rsidR="00DF18ED" w:rsidRDefault="00DF18ED" w:rsidP="00BD41A4">
      <w:pPr>
        <w:spacing w:after="0"/>
        <w:rPr>
          <w:b/>
          <w:bCs/>
        </w:rPr>
      </w:pPr>
    </w:p>
    <w:p w14:paraId="013DA874" w14:textId="62B76193" w:rsidR="00DF18ED" w:rsidRDefault="00DF18ED" w:rsidP="00BD41A4">
      <w:pPr>
        <w:spacing w:after="0"/>
        <w:rPr>
          <w:b/>
          <w:bCs/>
        </w:rPr>
      </w:pPr>
    </w:p>
    <w:p w14:paraId="419CE3C7" w14:textId="15E3CC6F" w:rsidR="00DF18ED" w:rsidRDefault="00DF18ED" w:rsidP="00BD41A4">
      <w:pPr>
        <w:spacing w:after="0"/>
        <w:rPr>
          <w:b/>
          <w:bCs/>
        </w:rPr>
      </w:pPr>
    </w:p>
    <w:p w14:paraId="010E217D" w14:textId="16276A04" w:rsidR="00DF18ED" w:rsidRDefault="00DF18ED" w:rsidP="00BD41A4">
      <w:pPr>
        <w:spacing w:after="0"/>
        <w:rPr>
          <w:b/>
          <w:bCs/>
        </w:rPr>
      </w:pPr>
    </w:p>
    <w:p w14:paraId="011AD860" w14:textId="7DEB8D56" w:rsidR="00DF18ED" w:rsidRDefault="00DF18ED" w:rsidP="00BD41A4">
      <w:pPr>
        <w:spacing w:after="0"/>
        <w:rPr>
          <w:b/>
          <w:bCs/>
        </w:rPr>
      </w:pPr>
    </w:p>
    <w:p w14:paraId="509A161D" w14:textId="424F3984" w:rsidR="00DF18ED" w:rsidRDefault="00DF18ED" w:rsidP="00BD41A4">
      <w:pPr>
        <w:spacing w:after="0"/>
        <w:rPr>
          <w:b/>
          <w:bCs/>
        </w:rPr>
      </w:pPr>
    </w:p>
    <w:p w14:paraId="745E54C4" w14:textId="61E6DEE8" w:rsidR="00DF18ED" w:rsidRDefault="00DF18ED" w:rsidP="00BD41A4">
      <w:pPr>
        <w:spacing w:after="0"/>
        <w:rPr>
          <w:b/>
          <w:bCs/>
        </w:rPr>
      </w:pPr>
    </w:p>
    <w:p w14:paraId="71026649" w14:textId="041AEFF7" w:rsidR="00DF18ED" w:rsidRDefault="00DF18ED" w:rsidP="00BD41A4">
      <w:pPr>
        <w:spacing w:after="0"/>
        <w:rPr>
          <w:b/>
          <w:bCs/>
        </w:rPr>
      </w:pPr>
    </w:p>
    <w:p w14:paraId="18748A82" w14:textId="49F26468" w:rsidR="00DF18ED" w:rsidRDefault="00DF18ED" w:rsidP="00BD41A4">
      <w:pPr>
        <w:spacing w:after="0"/>
        <w:rPr>
          <w:b/>
          <w:bCs/>
        </w:rPr>
      </w:pPr>
    </w:p>
    <w:p w14:paraId="7302D90C" w14:textId="4F4D9772" w:rsidR="00DF18ED" w:rsidRDefault="00DF18ED" w:rsidP="00BD41A4">
      <w:pPr>
        <w:spacing w:after="0"/>
        <w:rPr>
          <w:b/>
          <w:bCs/>
        </w:rPr>
      </w:pPr>
    </w:p>
    <w:p w14:paraId="019C48F4" w14:textId="30B589D7" w:rsidR="00DF18ED" w:rsidRDefault="00DF18ED" w:rsidP="00BD41A4">
      <w:pPr>
        <w:spacing w:after="0"/>
        <w:rPr>
          <w:b/>
          <w:bCs/>
        </w:rPr>
      </w:pPr>
    </w:p>
    <w:p w14:paraId="1DCE2050" w14:textId="32F31BD2" w:rsidR="0071676F" w:rsidRDefault="0071676F" w:rsidP="00BD41A4">
      <w:pPr>
        <w:spacing w:after="0"/>
        <w:rPr>
          <w:b/>
          <w:bCs/>
        </w:rPr>
      </w:pPr>
    </w:p>
    <w:p w14:paraId="37346B15" w14:textId="477EC9A5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E13E1C3" w14:textId="660A8AB1" w:rsidR="001F15F9" w:rsidRDefault="001F15F9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0513DCE3" wp14:editId="77B34FEF">
            <wp:simplePos x="0" y="0"/>
            <wp:positionH relativeFrom="margin">
              <wp:posOffset>5271770</wp:posOffset>
            </wp:positionH>
            <wp:positionV relativeFrom="paragraph">
              <wp:posOffset>200025</wp:posOffset>
            </wp:positionV>
            <wp:extent cx="488950" cy="40449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54"/>
                    <a:stretch/>
                  </pic:blipFill>
                  <pic:spPr bwMode="auto">
                    <a:xfrm>
                      <a:off x="0" y="0"/>
                      <a:ext cx="48895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B72AB" w14:textId="3612AE95" w:rsidR="00376E2D" w:rsidRPr="0071676F" w:rsidRDefault="003958D7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Indicateurs du projet </w:t>
      </w:r>
    </w:p>
    <w:p w14:paraId="3C2F76AB" w14:textId="6540AFD9" w:rsidR="003958D7" w:rsidRDefault="003958D7" w:rsidP="00BD41A4">
      <w:pPr>
        <w:spacing w:after="0"/>
        <w:rPr>
          <w:b/>
          <w:bCs/>
        </w:rPr>
      </w:pPr>
    </w:p>
    <w:p w14:paraId="016CA219" w14:textId="77348AF2" w:rsidR="003958D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de résultats ou d’impacts </w:t>
      </w:r>
      <w:r w:rsidR="00D72426" w:rsidRPr="00D72426">
        <w:rPr>
          <w:i/>
          <w:iCs/>
        </w:rPr>
        <w:t>(quels sont les résultats attendus du projet une fois réalisé ?)</w:t>
      </w:r>
      <w:r w:rsidR="00D72426">
        <w:t> :</w:t>
      </w:r>
    </w:p>
    <w:p w14:paraId="77D0705F" w14:textId="591C1A37" w:rsidR="00DF18ED" w:rsidRDefault="0038424A" w:rsidP="00DF18ED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26857A" wp14:editId="15056DC5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5734050" cy="109537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E04E353" id="Rectangle 18" o:spid="_x0000_s1026" style="position:absolute;margin-left:400.3pt;margin-top:2.75pt;width:451.5pt;height:86.2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" fillcolor="#f2f2f2 [3052]" stroked="f" strokeweight="1pt">
                <w10:wrap anchorx="margin"/>
              </v:rect>
            </w:pict>
          </mc:Fallback>
        </mc:AlternateContent>
      </w:r>
    </w:p>
    <w:p w14:paraId="028F6E34" w14:textId="53836681" w:rsidR="00DF18ED" w:rsidRDefault="00DF18ED" w:rsidP="00DF18ED">
      <w:pPr>
        <w:spacing w:after="0"/>
        <w:jc w:val="both"/>
      </w:pPr>
    </w:p>
    <w:p w14:paraId="730043BF" w14:textId="7D5839C1" w:rsidR="00DF18ED" w:rsidRDefault="00DF18ED" w:rsidP="00DF18ED">
      <w:pPr>
        <w:spacing w:after="0"/>
        <w:jc w:val="both"/>
      </w:pPr>
    </w:p>
    <w:p w14:paraId="3CAC9BEC" w14:textId="77777777" w:rsidR="0038424A" w:rsidRDefault="0038424A" w:rsidP="00DF18ED">
      <w:pPr>
        <w:spacing w:after="0"/>
        <w:jc w:val="both"/>
      </w:pPr>
    </w:p>
    <w:p w14:paraId="1D6E744C" w14:textId="0761D4A4" w:rsidR="00DF18ED" w:rsidRDefault="00DF18ED" w:rsidP="00DF18ED">
      <w:pPr>
        <w:spacing w:after="0"/>
        <w:jc w:val="both"/>
      </w:pPr>
    </w:p>
    <w:p w14:paraId="4F274176" w14:textId="77777777" w:rsidR="0038424A" w:rsidRPr="0071676F" w:rsidRDefault="0038424A" w:rsidP="00DF18ED">
      <w:pPr>
        <w:spacing w:after="0"/>
        <w:jc w:val="both"/>
      </w:pPr>
    </w:p>
    <w:p w14:paraId="2ECA57FE" w14:textId="20FCA69B" w:rsidR="0071676F" w:rsidRPr="0071676F" w:rsidRDefault="0071676F" w:rsidP="0071676F">
      <w:pPr>
        <w:spacing w:after="0"/>
        <w:jc w:val="both"/>
      </w:pPr>
    </w:p>
    <w:p w14:paraId="39186E81" w14:textId="7F788982" w:rsidR="003958D7" w:rsidRPr="0071676F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 xml:space="preserve">Indicateurs d’implication des acteurs </w:t>
      </w:r>
      <w:r w:rsidRPr="0071676F">
        <w:rPr>
          <w:i/>
          <w:iCs/>
        </w:rPr>
        <w:t>(nombre de formateurs, d’apprentis, d’entreprises BTP, d’OF</w:t>
      </w:r>
      <w:r w:rsidR="00D72426">
        <w:rPr>
          <w:i/>
          <w:iCs/>
        </w:rPr>
        <w:t>.</w:t>
      </w:r>
      <w:r w:rsidRPr="0071676F">
        <w:rPr>
          <w:i/>
          <w:iCs/>
        </w:rPr>
        <w:t>A etc</w:t>
      </w:r>
      <w:r w:rsidR="000B212C">
        <w:rPr>
          <w:i/>
          <w:iCs/>
        </w:rPr>
        <w:t>.</w:t>
      </w:r>
      <w:r w:rsidRPr="0071676F">
        <w:rPr>
          <w:i/>
          <w:iCs/>
        </w:rPr>
        <w:t>)</w:t>
      </w:r>
      <w:r w:rsidRPr="0071676F">
        <w:t xml:space="preserve"> : </w:t>
      </w:r>
    </w:p>
    <w:p w14:paraId="33411980" w14:textId="1009C1C6" w:rsidR="0071676F" w:rsidRDefault="0038424A" w:rsidP="0071676F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1D949E" wp14:editId="0C50C84E">
                <wp:simplePos x="0" y="0"/>
                <wp:positionH relativeFrom="margin">
                  <wp:posOffset>0</wp:posOffset>
                </wp:positionH>
                <wp:positionV relativeFrom="paragraph">
                  <wp:posOffset>69215</wp:posOffset>
                </wp:positionV>
                <wp:extent cx="5734050" cy="1095375"/>
                <wp:effectExtent l="0" t="0" r="0" b="952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2A84A37" id="Rectangle 19" o:spid="_x0000_s1026" style="position:absolute;margin-left:0;margin-top:5.45pt;width:451.5pt;height:86.2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3E4ED659" w14:textId="5A8A8B2A" w:rsidR="00DF18ED" w:rsidRDefault="00DF18ED" w:rsidP="0071676F">
      <w:pPr>
        <w:spacing w:after="0"/>
        <w:jc w:val="both"/>
      </w:pPr>
    </w:p>
    <w:p w14:paraId="71379B93" w14:textId="77777777" w:rsidR="0038424A" w:rsidRDefault="0038424A" w:rsidP="0071676F">
      <w:pPr>
        <w:spacing w:after="0"/>
        <w:jc w:val="both"/>
      </w:pPr>
    </w:p>
    <w:p w14:paraId="1FDD2832" w14:textId="6E57E5FC" w:rsidR="00DF18ED" w:rsidRDefault="00DF18ED" w:rsidP="0071676F">
      <w:pPr>
        <w:spacing w:after="0"/>
        <w:jc w:val="both"/>
      </w:pPr>
    </w:p>
    <w:p w14:paraId="41189AEB" w14:textId="04D8FCE3" w:rsidR="00DF18ED" w:rsidRDefault="00DF18ED" w:rsidP="0071676F">
      <w:pPr>
        <w:spacing w:after="0"/>
        <w:jc w:val="both"/>
      </w:pPr>
    </w:p>
    <w:p w14:paraId="1D154F11" w14:textId="30073A50" w:rsidR="00DF18ED" w:rsidRDefault="00DF18ED" w:rsidP="0071676F">
      <w:pPr>
        <w:spacing w:after="0"/>
        <w:jc w:val="both"/>
      </w:pPr>
    </w:p>
    <w:p w14:paraId="2054DEDD" w14:textId="77777777" w:rsidR="0038424A" w:rsidRPr="0071676F" w:rsidRDefault="0038424A" w:rsidP="0071676F">
      <w:pPr>
        <w:spacing w:after="0"/>
        <w:jc w:val="both"/>
      </w:pPr>
    </w:p>
    <w:p w14:paraId="4C64D67A" w14:textId="5384DF69" w:rsidR="001F15F9" w:rsidRDefault="001F15F9" w:rsidP="001F15F9">
      <w:pPr>
        <w:pStyle w:val="Paragraphedeliste"/>
        <w:spacing w:after="0"/>
        <w:jc w:val="both"/>
      </w:pPr>
    </w:p>
    <w:p w14:paraId="2B7B97DC" w14:textId="3F7DAF29" w:rsidR="001F15F9" w:rsidRDefault="001F15F9" w:rsidP="001F15F9">
      <w:pPr>
        <w:pStyle w:val="Paragraphedeliste"/>
        <w:spacing w:after="0"/>
        <w:jc w:val="both"/>
      </w:pPr>
    </w:p>
    <w:p w14:paraId="34DCF9E6" w14:textId="77777777" w:rsidR="001F15F9" w:rsidRDefault="001F15F9" w:rsidP="001F15F9">
      <w:pPr>
        <w:pStyle w:val="Paragraphedeliste"/>
        <w:spacing w:after="0"/>
        <w:jc w:val="both"/>
      </w:pPr>
    </w:p>
    <w:p w14:paraId="606AFDFF" w14:textId="2BC8AB6A" w:rsidR="003958D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qualitatifs </w:t>
      </w:r>
      <w:r w:rsidR="00D72426" w:rsidRPr="00D72426">
        <w:rPr>
          <w:i/>
          <w:iCs/>
        </w:rPr>
        <w:t xml:space="preserve">(quels sont les indicateurs permettant de mesurer la qualité du projet réalisé ?) </w:t>
      </w:r>
      <w:r w:rsidRPr="0071676F">
        <w:t xml:space="preserve">: </w:t>
      </w:r>
    </w:p>
    <w:p w14:paraId="3867BC31" w14:textId="2BB4766C" w:rsidR="00DF18ED" w:rsidRDefault="0038424A" w:rsidP="00DF18ED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E3D3C0" wp14:editId="1221127C">
                <wp:simplePos x="0" y="0"/>
                <wp:positionH relativeFrom="margin">
                  <wp:align>left</wp:align>
                </wp:positionH>
                <wp:positionV relativeFrom="paragraph">
                  <wp:posOffset>92075</wp:posOffset>
                </wp:positionV>
                <wp:extent cx="5734050" cy="1095375"/>
                <wp:effectExtent l="0" t="0" r="0" b="952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34D65F4A" id="Rectangle 20" o:spid="_x0000_s1026" style="position:absolute;margin-left:0;margin-top:7.25pt;width:451.5pt;height:86.2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4362ED2E" w14:textId="463CF5F4" w:rsidR="00DF18ED" w:rsidRDefault="00DF18ED" w:rsidP="00DF18ED">
      <w:pPr>
        <w:spacing w:after="0"/>
        <w:jc w:val="both"/>
      </w:pPr>
    </w:p>
    <w:p w14:paraId="76EF87E5" w14:textId="2F2AA6B1" w:rsidR="0038424A" w:rsidRDefault="0038424A" w:rsidP="00DF18ED">
      <w:pPr>
        <w:spacing w:after="0"/>
        <w:jc w:val="both"/>
      </w:pPr>
    </w:p>
    <w:p w14:paraId="446CA437" w14:textId="0C543887" w:rsidR="00DF18ED" w:rsidRDefault="00DF18ED" w:rsidP="00DF18ED">
      <w:pPr>
        <w:spacing w:after="0"/>
        <w:jc w:val="both"/>
      </w:pPr>
    </w:p>
    <w:p w14:paraId="4436CAD9" w14:textId="77777777" w:rsidR="0038424A" w:rsidRPr="0071676F" w:rsidRDefault="0038424A" w:rsidP="00DF18ED">
      <w:pPr>
        <w:spacing w:after="0"/>
        <w:jc w:val="both"/>
      </w:pPr>
    </w:p>
    <w:p w14:paraId="76E0D672" w14:textId="77777777" w:rsidR="0071676F" w:rsidRPr="0071676F" w:rsidRDefault="0071676F" w:rsidP="0071676F">
      <w:pPr>
        <w:spacing w:after="0"/>
        <w:jc w:val="both"/>
      </w:pPr>
    </w:p>
    <w:p w14:paraId="26C3B3B0" w14:textId="3CD12D85" w:rsidR="0038424A" w:rsidRDefault="0038424A" w:rsidP="0038424A">
      <w:pPr>
        <w:spacing w:after="0"/>
        <w:jc w:val="both"/>
      </w:pPr>
    </w:p>
    <w:p w14:paraId="36F3E4F5" w14:textId="1FF7F684" w:rsidR="009F68C7" w:rsidRDefault="003958D7" w:rsidP="0071676F">
      <w:pPr>
        <w:pStyle w:val="Paragraphedeliste"/>
        <w:numPr>
          <w:ilvl w:val="0"/>
          <w:numId w:val="2"/>
        </w:numPr>
        <w:spacing w:after="0"/>
        <w:jc w:val="both"/>
      </w:pPr>
      <w:r w:rsidRPr="0071676F">
        <w:t>Indicateurs d’efficacité </w:t>
      </w:r>
      <w:r w:rsidRPr="0071676F">
        <w:rPr>
          <w:i/>
          <w:iCs/>
        </w:rPr>
        <w:t xml:space="preserve">(mesure de l’évaluation des résultats du projet au regard de ce qui était prévu, </w:t>
      </w:r>
      <w:proofErr w:type="gramStart"/>
      <w:r w:rsidR="00CE4A02">
        <w:rPr>
          <w:i/>
          <w:iCs/>
        </w:rPr>
        <w:t xml:space="preserve">ex </w:t>
      </w:r>
      <w:r w:rsidRPr="0071676F">
        <w:rPr>
          <w:i/>
          <w:iCs/>
        </w:rPr>
        <w:t>temps</w:t>
      </w:r>
      <w:proofErr w:type="gramEnd"/>
      <w:r w:rsidRPr="0071676F">
        <w:rPr>
          <w:i/>
          <w:iCs/>
        </w:rPr>
        <w:t xml:space="preserve"> passé des équipes projets, énergie dépensée pour un résultat etc</w:t>
      </w:r>
      <w:r w:rsidR="000B212C">
        <w:rPr>
          <w:i/>
          <w:iCs/>
        </w:rPr>
        <w:t>.</w:t>
      </w:r>
      <w:r w:rsidRPr="0071676F">
        <w:rPr>
          <w:i/>
          <w:iCs/>
        </w:rPr>
        <w:t>)</w:t>
      </w:r>
      <w:r w:rsidRPr="0071676F">
        <w:t xml:space="preserve"> : </w:t>
      </w:r>
    </w:p>
    <w:p w14:paraId="0D817A17" w14:textId="4BD1C271" w:rsidR="009F68C7" w:rsidRDefault="0038424A" w:rsidP="0071676F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688D0C" wp14:editId="19CED0BA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5734050" cy="1095375"/>
                <wp:effectExtent l="0" t="0" r="0" b="952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3B18CAC" id="Rectangle 21" o:spid="_x0000_s1026" style="position:absolute;margin-left:0;margin-top:9pt;width:451.5pt;height:86.2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" fillcolor="#f2f2f2 [3052]" stroked="f" strokeweight="1pt">
                <w10:wrap anchorx="margin"/>
              </v:rect>
            </w:pict>
          </mc:Fallback>
        </mc:AlternateContent>
      </w:r>
    </w:p>
    <w:p w14:paraId="187B3A22" w14:textId="0BC73BAA" w:rsidR="00DF18ED" w:rsidRDefault="00DF18ED" w:rsidP="0071676F">
      <w:pPr>
        <w:spacing w:after="0"/>
        <w:jc w:val="both"/>
      </w:pPr>
    </w:p>
    <w:p w14:paraId="0F350A39" w14:textId="71491340" w:rsidR="00DF18ED" w:rsidRDefault="00DF18ED" w:rsidP="0071676F">
      <w:pPr>
        <w:spacing w:after="0"/>
        <w:jc w:val="both"/>
      </w:pPr>
    </w:p>
    <w:p w14:paraId="28EC3267" w14:textId="11A0405C" w:rsidR="00DF18ED" w:rsidRDefault="00DF18ED" w:rsidP="0071676F">
      <w:pPr>
        <w:spacing w:after="0"/>
        <w:jc w:val="both"/>
      </w:pPr>
    </w:p>
    <w:p w14:paraId="6F8D88C9" w14:textId="23C57B29" w:rsidR="0038424A" w:rsidRDefault="0038424A" w:rsidP="0071676F">
      <w:pPr>
        <w:spacing w:after="0"/>
        <w:jc w:val="both"/>
      </w:pPr>
    </w:p>
    <w:p w14:paraId="6A129C59" w14:textId="77777777" w:rsidR="0038424A" w:rsidRDefault="0038424A" w:rsidP="0071676F">
      <w:pPr>
        <w:spacing w:after="0"/>
        <w:jc w:val="both"/>
      </w:pPr>
    </w:p>
    <w:p w14:paraId="7415703D" w14:textId="5BA47F9F" w:rsidR="00DF18ED" w:rsidRDefault="00DF18ED" w:rsidP="0071676F">
      <w:pPr>
        <w:spacing w:after="0"/>
        <w:jc w:val="both"/>
      </w:pPr>
    </w:p>
    <w:p w14:paraId="0165D629" w14:textId="70052833" w:rsidR="003958D7" w:rsidRPr="0071676F" w:rsidRDefault="0038424A" w:rsidP="0071676F">
      <w:pPr>
        <w:pStyle w:val="Paragraphedeliste"/>
        <w:numPr>
          <w:ilvl w:val="0"/>
          <w:numId w:val="2"/>
        </w:num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7ACB1A" wp14:editId="2E2A3375">
                <wp:simplePos x="0" y="0"/>
                <wp:positionH relativeFrom="margin">
                  <wp:align>left</wp:align>
                </wp:positionH>
                <wp:positionV relativeFrom="paragraph">
                  <wp:posOffset>517525</wp:posOffset>
                </wp:positionV>
                <wp:extent cx="5734050" cy="1095375"/>
                <wp:effectExtent l="0" t="0" r="0" b="95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095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1416933" id="Rectangle 22" o:spid="_x0000_s1026" style="position:absolute;margin-left:0;margin-top:40.75pt;width:451.5pt;height:86.2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" fillcolor="#f2f2f2 [3052]" stroked="f" strokeweight="1pt">
                <w10:wrap anchorx="margin"/>
              </v:rect>
            </w:pict>
          </mc:Fallback>
        </mc:AlternateContent>
      </w:r>
      <w:r w:rsidR="003958D7" w:rsidRPr="0071676F">
        <w:t xml:space="preserve">Indicateurs liés à </w:t>
      </w:r>
      <w:r w:rsidR="00BA72BF">
        <w:t>la diffusion</w:t>
      </w:r>
      <w:r w:rsidR="003958D7" w:rsidRPr="0071676F">
        <w:t xml:space="preserve"> </w:t>
      </w:r>
      <w:r w:rsidR="00995F59" w:rsidRPr="0071676F">
        <w:rPr>
          <w:i/>
          <w:iCs/>
        </w:rPr>
        <w:t xml:space="preserve">(résultats projets mis en ligne sur plateforme CCCA-BTP, nombre de mise en relation, nombre d’articles </w:t>
      </w:r>
      <w:r w:rsidR="000B212C">
        <w:rPr>
          <w:i/>
          <w:iCs/>
        </w:rPr>
        <w:t>promotionnels</w:t>
      </w:r>
      <w:bookmarkStart w:id="1" w:name="_GoBack"/>
      <w:bookmarkEnd w:id="1"/>
      <w:r w:rsidR="00995F59" w:rsidRPr="0071676F">
        <w:rPr>
          <w:i/>
          <w:iCs/>
        </w:rPr>
        <w:t xml:space="preserve"> etc</w:t>
      </w:r>
      <w:r w:rsidR="000B212C">
        <w:rPr>
          <w:i/>
          <w:iCs/>
        </w:rPr>
        <w:t>.</w:t>
      </w:r>
      <w:r w:rsidR="00995F59" w:rsidRPr="0071676F">
        <w:rPr>
          <w:i/>
          <w:iCs/>
        </w:rPr>
        <w:t>)</w:t>
      </w:r>
      <w:r w:rsidR="0071676F" w:rsidRPr="0071676F">
        <w:rPr>
          <w:i/>
          <w:iCs/>
        </w:rPr>
        <w:t> </w:t>
      </w:r>
      <w:r w:rsidR="0071676F" w:rsidRPr="0071676F">
        <w:t xml:space="preserve">: </w:t>
      </w:r>
    </w:p>
    <w:sectPr w:rsidR="003958D7" w:rsidRPr="0071676F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AEF8B" w14:textId="77777777" w:rsidR="00324C63" w:rsidRDefault="00324C63" w:rsidP="00995F59">
      <w:pPr>
        <w:spacing w:after="0" w:line="240" w:lineRule="auto"/>
      </w:pPr>
      <w:r>
        <w:separator/>
      </w:r>
    </w:p>
  </w:endnote>
  <w:endnote w:type="continuationSeparator" w:id="0">
    <w:p w14:paraId="41DEF9AD" w14:textId="77777777" w:rsidR="00324C63" w:rsidRDefault="00324C63" w:rsidP="00995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E0BFE" w14:textId="77777777" w:rsidR="00324C63" w:rsidRDefault="00324C63" w:rsidP="00995F59">
      <w:pPr>
        <w:spacing w:after="0" w:line="240" w:lineRule="auto"/>
      </w:pPr>
      <w:r>
        <w:separator/>
      </w:r>
    </w:p>
  </w:footnote>
  <w:footnote w:type="continuationSeparator" w:id="0">
    <w:p w14:paraId="2EFAD03E" w14:textId="77777777" w:rsidR="00324C63" w:rsidRDefault="00324C63" w:rsidP="00995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DC794" w14:textId="2258A7A0" w:rsidR="00995F59" w:rsidRDefault="00995F59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E237BF8" wp14:editId="7D40D3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06" cy="10691639"/>
          <wp:effectExtent l="0" t="0" r="3810" b="0"/>
          <wp:wrapNone/>
          <wp:docPr id="12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06" cy="10691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138F3"/>
    <w:multiLevelType w:val="hybridMultilevel"/>
    <w:tmpl w:val="EFF06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E0A5D"/>
    <w:multiLevelType w:val="hybridMultilevel"/>
    <w:tmpl w:val="84DC51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A4"/>
    <w:rsid w:val="00082057"/>
    <w:rsid w:val="000B212C"/>
    <w:rsid w:val="000C11B4"/>
    <w:rsid w:val="00160E44"/>
    <w:rsid w:val="001F15F9"/>
    <w:rsid w:val="002A06B7"/>
    <w:rsid w:val="002E3611"/>
    <w:rsid w:val="00306ED1"/>
    <w:rsid w:val="00311865"/>
    <w:rsid w:val="00324C63"/>
    <w:rsid w:val="00330EEF"/>
    <w:rsid w:val="00376E2D"/>
    <w:rsid w:val="0038424A"/>
    <w:rsid w:val="003958D7"/>
    <w:rsid w:val="003D705E"/>
    <w:rsid w:val="00413AF3"/>
    <w:rsid w:val="0043060A"/>
    <w:rsid w:val="004A662E"/>
    <w:rsid w:val="005068CA"/>
    <w:rsid w:val="00566280"/>
    <w:rsid w:val="00592893"/>
    <w:rsid w:val="005C404A"/>
    <w:rsid w:val="006E717B"/>
    <w:rsid w:val="006F65FE"/>
    <w:rsid w:val="0071676F"/>
    <w:rsid w:val="00731FBB"/>
    <w:rsid w:val="008401B9"/>
    <w:rsid w:val="00995F59"/>
    <w:rsid w:val="009D1D6C"/>
    <w:rsid w:val="009F68C7"/>
    <w:rsid w:val="00A264D1"/>
    <w:rsid w:val="00AE009B"/>
    <w:rsid w:val="00B04F72"/>
    <w:rsid w:val="00B455D2"/>
    <w:rsid w:val="00BA72BF"/>
    <w:rsid w:val="00BB5783"/>
    <w:rsid w:val="00BD41A4"/>
    <w:rsid w:val="00C33F11"/>
    <w:rsid w:val="00CC7B52"/>
    <w:rsid w:val="00CE4A02"/>
    <w:rsid w:val="00D72426"/>
    <w:rsid w:val="00DC5B39"/>
    <w:rsid w:val="00DF18ED"/>
    <w:rsid w:val="00E6758F"/>
    <w:rsid w:val="00EC5CBE"/>
    <w:rsid w:val="00F13FDE"/>
    <w:rsid w:val="00F3757F"/>
    <w:rsid w:val="00F76E21"/>
    <w:rsid w:val="00FB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09CCC"/>
  <w15:chartTrackingRefBased/>
  <w15:docId w15:val="{E7A3EA55-38C8-460F-958E-C80FF1C8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60A"/>
  </w:style>
  <w:style w:type="paragraph" w:styleId="Titre1">
    <w:name w:val="heading 1"/>
    <w:basedOn w:val="Normal"/>
    <w:next w:val="Normal"/>
    <w:link w:val="Titre1Car"/>
    <w:uiPriority w:val="9"/>
    <w:qFormat/>
    <w:rsid w:val="0043060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F59"/>
  </w:style>
  <w:style w:type="paragraph" w:styleId="Pieddepage">
    <w:name w:val="footer"/>
    <w:basedOn w:val="Normal"/>
    <w:link w:val="Pieddepag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5F59"/>
  </w:style>
  <w:style w:type="character" w:customStyle="1" w:styleId="Titre1Car">
    <w:name w:val="Titre 1 Car"/>
    <w:basedOn w:val="Policepardfaut"/>
    <w:link w:val="Titre1"/>
    <w:uiPriority w:val="9"/>
    <w:rsid w:val="00430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16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66D2ED99A18439E329ECD3A2D0444" ma:contentTypeVersion="2" ma:contentTypeDescription="Crée un document." ma:contentTypeScope="" ma:versionID="e17440c310bc787c76dba4f5ef8e64aa">
  <xsd:schema xmlns:xsd="http://www.w3.org/2001/XMLSchema" xmlns:xs="http://www.w3.org/2001/XMLSchema" xmlns:p="http://schemas.microsoft.com/office/2006/metadata/properties" xmlns:ns2="5eab350c-bd47-4ff4-81ac-ebdc2f8ecf44" targetNamespace="http://schemas.microsoft.com/office/2006/metadata/properties" ma:root="true" ma:fieldsID="838812ae5d98038a78ed57375b8c71e2" ns2:_="">
    <xsd:import namespace="5eab350c-bd47-4ff4-81ac-ebdc2f8ecf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b350c-bd47-4ff4-81ac-ebdc2f8ecf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B4B8C-EC24-4691-82E7-89026AC997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68E141-9C01-484E-9CA0-46B9EEC92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b350c-bd47-4ff4-81ac-ebdc2f8ecf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04CAE-94AE-4E9D-9B16-731B002798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GILLAND Melanie</dc:creator>
  <cp:keywords/>
  <dc:description/>
  <cp:lastModifiedBy>JOUANIN-PERIN Isabelle</cp:lastModifiedBy>
  <cp:revision>11</cp:revision>
  <cp:lastPrinted>2020-10-27T15:29:00Z</cp:lastPrinted>
  <dcterms:created xsi:type="dcterms:W3CDTF">2020-11-19T13:54:00Z</dcterms:created>
  <dcterms:modified xsi:type="dcterms:W3CDTF">2021-01-12T11:46:00Z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0x01010060D66D2ED99A18439E329ECD3A2D0444</vt:lpwstr>
  </property>
</Properties>
</file>