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541D8" w14:textId="428B182E" w:rsidR="00307F00" w:rsidRDefault="00307F00">
      <w:r>
        <w:rPr>
          <w:noProof/>
          <w:lang w:eastAsia="fr-FR"/>
        </w:rPr>
        <w:drawing>
          <wp:inline distT="0" distB="0" distL="0" distR="0" wp14:anchorId="5C660D7E" wp14:editId="7DDA9BB1">
            <wp:extent cx="1092200" cy="10922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09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2B7F50" w14:textId="77777777" w:rsidR="00307F00" w:rsidRDefault="00307F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7F00" w:rsidRPr="00B51F3E" w14:paraId="77D13548" w14:textId="77777777" w:rsidTr="00307F00">
        <w:tc>
          <w:tcPr>
            <w:tcW w:w="9062" w:type="dxa"/>
          </w:tcPr>
          <w:p w14:paraId="37682D87" w14:textId="77777777" w:rsidR="00307F00" w:rsidRPr="00B51F3E" w:rsidRDefault="00307F00" w:rsidP="00307F0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601303B" w14:textId="0FE2FFE2" w:rsidR="002F79ED" w:rsidRPr="00B51F3E" w:rsidRDefault="00307F00" w:rsidP="00B51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51F3E">
              <w:rPr>
                <w:rFonts w:cstheme="minorHAnsi"/>
                <w:sz w:val="24"/>
                <w:szCs w:val="24"/>
              </w:rPr>
              <w:t>DECLARATION SUR L’HONNEUR</w:t>
            </w:r>
          </w:p>
          <w:p w14:paraId="3AFF8655" w14:textId="2AC09968" w:rsidR="00307F00" w:rsidRPr="00B51F3E" w:rsidRDefault="00307F00" w:rsidP="00307F0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8DA6749" w14:textId="32A75E86" w:rsidR="008A5DF6" w:rsidRPr="00B51F3E" w:rsidRDefault="008A5DF6">
      <w:pPr>
        <w:rPr>
          <w:rFonts w:cstheme="minorHAnsi"/>
          <w:sz w:val="24"/>
          <w:szCs w:val="24"/>
        </w:rPr>
      </w:pPr>
    </w:p>
    <w:p w14:paraId="59E20349" w14:textId="4395B262" w:rsidR="00307F00" w:rsidRPr="00B51F3E" w:rsidRDefault="00E532EA">
      <w:pPr>
        <w:rPr>
          <w:rFonts w:cstheme="minorHAnsi"/>
          <w:sz w:val="24"/>
          <w:szCs w:val="24"/>
        </w:rPr>
      </w:pPr>
      <w:r w:rsidRPr="00B51F3E">
        <w:rPr>
          <w:rFonts w:cstheme="minorHAnsi"/>
          <w:sz w:val="24"/>
          <w:szCs w:val="24"/>
        </w:rPr>
        <w:t xml:space="preserve">Objet et numéro de l’appel à projet : </w:t>
      </w:r>
    </w:p>
    <w:p w14:paraId="6DD25804" w14:textId="659B1A57" w:rsidR="00E532EA" w:rsidRPr="00B51F3E" w:rsidRDefault="008A77E3">
      <w:pPr>
        <w:rPr>
          <w:rFonts w:cstheme="minorHAnsi"/>
          <w:sz w:val="24"/>
          <w:szCs w:val="24"/>
        </w:rPr>
      </w:pPr>
      <w:r w:rsidRPr="00B51F3E">
        <w:rPr>
          <w:rFonts w:cstheme="minorHAnsi"/>
          <w:sz w:val="24"/>
          <w:szCs w:val="24"/>
        </w:rPr>
        <w:t>Identité du candidat</w:t>
      </w:r>
      <w:r w:rsidR="00B51F3E">
        <w:rPr>
          <w:rFonts w:cstheme="minorHAnsi"/>
          <w:sz w:val="24"/>
          <w:szCs w:val="24"/>
        </w:rPr>
        <w:t xml:space="preserve"> individuel</w:t>
      </w:r>
      <w:r w:rsidR="00B51F3E" w:rsidRPr="00B51F3E">
        <w:rPr>
          <w:rFonts w:cstheme="minorHAnsi"/>
          <w:sz w:val="24"/>
          <w:szCs w:val="24"/>
        </w:rPr>
        <w:t>,</w:t>
      </w:r>
      <w:r w:rsidRPr="00B51F3E">
        <w:rPr>
          <w:rFonts w:cstheme="minorHAnsi"/>
          <w:sz w:val="24"/>
          <w:szCs w:val="24"/>
        </w:rPr>
        <w:t> </w:t>
      </w:r>
      <w:r w:rsidR="00B51F3E" w:rsidRPr="00B51F3E">
        <w:rPr>
          <w:rFonts w:cstheme="minorHAnsi"/>
          <w:sz w:val="24"/>
          <w:szCs w:val="24"/>
        </w:rPr>
        <w:t xml:space="preserve">ou du porteur de projet dans le cadre d’un groupement : </w:t>
      </w:r>
    </w:p>
    <w:p w14:paraId="596AF4F3" w14:textId="24EFDE88" w:rsidR="008A77E3" w:rsidRPr="00B51F3E" w:rsidRDefault="008A77E3" w:rsidP="008A77E3">
      <w:pPr>
        <w:spacing w:after="0" w:line="240" w:lineRule="auto"/>
        <w:rPr>
          <w:rFonts w:cstheme="minorHAnsi"/>
          <w:i/>
          <w:iCs/>
          <w:sz w:val="24"/>
          <w:szCs w:val="24"/>
          <w:highlight w:val="yellow"/>
        </w:rPr>
      </w:pPr>
      <w:r w:rsidRPr="00B51F3E">
        <w:rPr>
          <w:rFonts w:cstheme="minorHAnsi"/>
          <w:i/>
          <w:iCs/>
          <w:sz w:val="24"/>
          <w:szCs w:val="24"/>
          <w:highlight w:val="yellow"/>
        </w:rPr>
        <w:t xml:space="preserve">Nom de la structure, </w:t>
      </w:r>
    </w:p>
    <w:p w14:paraId="2138DE07" w14:textId="61A04B65" w:rsidR="008A77E3" w:rsidRPr="00B51F3E" w:rsidRDefault="008A77E3" w:rsidP="008A77E3">
      <w:pPr>
        <w:spacing w:after="0" w:line="240" w:lineRule="auto"/>
        <w:rPr>
          <w:rFonts w:cstheme="minorHAnsi"/>
          <w:i/>
          <w:iCs/>
          <w:sz w:val="24"/>
          <w:szCs w:val="24"/>
          <w:highlight w:val="yellow"/>
        </w:rPr>
      </w:pPr>
      <w:r w:rsidRPr="00B51F3E">
        <w:rPr>
          <w:rFonts w:cstheme="minorHAnsi"/>
          <w:i/>
          <w:iCs/>
          <w:sz w:val="24"/>
          <w:szCs w:val="24"/>
          <w:highlight w:val="yellow"/>
        </w:rPr>
        <w:t xml:space="preserve">Numéro SIRET </w:t>
      </w:r>
    </w:p>
    <w:p w14:paraId="5D794D36" w14:textId="325628BA" w:rsidR="008A77E3" w:rsidRPr="00B51F3E" w:rsidRDefault="008A77E3" w:rsidP="008A77E3">
      <w:pPr>
        <w:spacing w:after="0" w:line="240" w:lineRule="auto"/>
        <w:rPr>
          <w:rFonts w:cstheme="minorHAnsi"/>
          <w:i/>
          <w:iCs/>
          <w:sz w:val="24"/>
          <w:szCs w:val="24"/>
          <w:highlight w:val="yellow"/>
        </w:rPr>
      </w:pPr>
      <w:r w:rsidRPr="00B51F3E">
        <w:rPr>
          <w:rFonts w:cstheme="minorHAnsi"/>
          <w:i/>
          <w:iCs/>
          <w:sz w:val="24"/>
          <w:szCs w:val="24"/>
          <w:highlight w:val="yellow"/>
        </w:rPr>
        <w:t xml:space="preserve">Adresse du siège </w:t>
      </w:r>
    </w:p>
    <w:p w14:paraId="2E6547A1" w14:textId="77A80DCA" w:rsidR="008A77E3" w:rsidRPr="00B51F3E" w:rsidRDefault="008A77E3" w:rsidP="008A77E3">
      <w:p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B51F3E">
        <w:rPr>
          <w:rFonts w:cstheme="minorHAnsi"/>
          <w:i/>
          <w:iCs/>
          <w:sz w:val="24"/>
          <w:szCs w:val="24"/>
          <w:highlight w:val="yellow"/>
        </w:rPr>
        <w:t>Nom du représentant légal</w:t>
      </w:r>
    </w:p>
    <w:p w14:paraId="301A12F3" w14:textId="77777777" w:rsidR="00B51F3E" w:rsidRPr="00B51F3E" w:rsidRDefault="00B51F3E" w:rsidP="00E532EA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58DF87F5" w14:textId="04E2D064" w:rsidR="00E532EA" w:rsidRPr="00B51F3E" w:rsidRDefault="00300FAC" w:rsidP="00E532EA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>
        <w:rPr>
          <w:rFonts w:eastAsia="Times New Roman" w:cstheme="minorHAnsi"/>
          <w:sz w:val="24"/>
          <w:szCs w:val="24"/>
          <w:lang w:eastAsia="zh-CN"/>
        </w:rPr>
        <w:t>Le</w:t>
      </w:r>
      <w:r w:rsidR="00B51F3E" w:rsidRPr="00B51F3E">
        <w:rPr>
          <w:rFonts w:eastAsia="Times New Roman" w:cstheme="minorHAnsi"/>
          <w:sz w:val="24"/>
          <w:szCs w:val="24"/>
          <w:lang w:eastAsia="zh-CN"/>
        </w:rPr>
        <w:t xml:space="preserve"> porteur de projet</w:t>
      </w:r>
      <w:r w:rsidR="002F79ED" w:rsidRPr="00B51F3E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E532EA" w:rsidRPr="00B51F3E">
        <w:rPr>
          <w:rFonts w:eastAsia="Times New Roman" w:cstheme="minorHAnsi"/>
          <w:sz w:val="24"/>
          <w:szCs w:val="24"/>
          <w:lang w:eastAsia="zh-CN"/>
        </w:rPr>
        <w:t>déclare sur l’honneur</w:t>
      </w:r>
      <w:r w:rsidR="00EA4F21" w:rsidRPr="00B51F3E">
        <w:rPr>
          <w:rFonts w:eastAsia="Times New Roman" w:cstheme="minorHAnsi"/>
          <w:sz w:val="24"/>
          <w:szCs w:val="24"/>
          <w:lang w:eastAsia="zh-CN"/>
        </w:rPr>
        <w:t xml:space="preserve"> : </w:t>
      </w:r>
    </w:p>
    <w:p w14:paraId="082F48CC" w14:textId="49ABB489" w:rsidR="00EA4F21" w:rsidRPr="00B51F3E" w:rsidRDefault="00EA4F21" w:rsidP="00EA4F21">
      <w:pPr>
        <w:pStyle w:val="ListParagraph"/>
        <w:numPr>
          <w:ilvl w:val="0"/>
          <w:numId w:val="1"/>
        </w:numPr>
        <w:tabs>
          <w:tab w:val="left" w:pos="709"/>
        </w:tabs>
        <w:suppressAutoHyphens/>
        <w:spacing w:before="80" w:after="0" w:line="240" w:lineRule="auto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51F3E">
        <w:rPr>
          <w:rFonts w:cstheme="minorHAnsi"/>
          <w:sz w:val="24"/>
          <w:szCs w:val="24"/>
        </w:rPr>
        <w:t xml:space="preserve">Diffuser de manière gratuite l’ensemble des </w:t>
      </w:r>
      <w:r w:rsidR="00D538CC">
        <w:rPr>
          <w:rFonts w:cstheme="minorHAnsi"/>
          <w:sz w:val="24"/>
          <w:szCs w:val="24"/>
        </w:rPr>
        <w:t>Résultats du</w:t>
      </w:r>
      <w:r w:rsidRPr="00B51F3E">
        <w:rPr>
          <w:rFonts w:cstheme="minorHAnsi"/>
          <w:sz w:val="24"/>
          <w:szCs w:val="24"/>
        </w:rPr>
        <w:t xml:space="preserve"> projet à l’ensemble des organismes de formation du BTP ; </w:t>
      </w:r>
    </w:p>
    <w:p w14:paraId="1F9FF766" w14:textId="4A6DE593" w:rsidR="00EA4F21" w:rsidRPr="00B51F3E" w:rsidRDefault="00EA4F21" w:rsidP="00EA4F21">
      <w:pPr>
        <w:pStyle w:val="ListParagraph"/>
        <w:numPr>
          <w:ilvl w:val="0"/>
          <w:numId w:val="1"/>
        </w:numPr>
        <w:tabs>
          <w:tab w:val="left" w:pos="709"/>
        </w:tabs>
        <w:suppressAutoHyphens/>
        <w:spacing w:before="80" w:after="0" w:line="240" w:lineRule="auto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51F3E">
        <w:rPr>
          <w:rFonts w:cstheme="minorHAnsi"/>
          <w:sz w:val="24"/>
          <w:szCs w:val="24"/>
        </w:rPr>
        <w:t xml:space="preserve">S’interdire toute commercialisation des </w:t>
      </w:r>
      <w:r w:rsidR="00B51F3E" w:rsidRPr="00B51F3E">
        <w:rPr>
          <w:rFonts w:cstheme="minorHAnsi"/>
          <w:sz w:val="24"/>
          <w:szCs w:val="24"/>
        </w:rPr>
        <w:t>Résultat</w:t>
      </w:r>
      <w:r w:rsidR="004C0E88">
        <w:rPr>
          <w:rFonts w:cstheme="minorHAnsi"/>
          <w:sz w:val="24"/>
          <w:szCs w:val="24"/>
        </w:rPr>
        <w:t>s</w:t>
      </w:r>
      <w:r w:rsidR="00B51F3E" w:rsidRPr="00B51F3E">
        <w:rPr>
          <w:rFonts w:cstheme="minorHAnsi"/>
          <w:sz w:val="24"/>
          <w:szCs w:val="24"/>
        </w:rPr>
        <w:t xml:space="preserve"> du</w:t>
      </w:r>
      <w:r w:rsidRPr="00B51F3E">
        <w:rPr>
          <w:rFonts w:cstheme="minorHAnsi"/>
          <w:sz w:val="24"/>
          <w:szCs w:val="24"/>
        </w:rPr>
        <w:t xml:space="preserve"> projet ;</w:t>
      </w:r>
    </w:p>
    <w:p w14:paraId="7A0E3AD6" w14:textId="6449CF6F" w:rsidR="00EA4F21" w:rsidRPr="00B51F3E" w:rsidRDefault="00EA4F21" w:rsidP="00EA4F21">
      <w:pPr>
        <w:pStyle w:val="ListParagraph"/>
        <w:numPr>
          <w:ilvl w:val="0"/>
          <w:numId w:val="1"/>
        </w:num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  Le(s) projet(s) n’est/ne sont pas une solution types plateforme, </w:t>
      </w:r>
      <w:r w:rsidRPr="00B51F3E">
        <w:rPr>
          <w:rFonts w:cstheme="minorHAnsi"/>
          <w:bCs/>
          <w:sz w:val="24"/>
          <w:szCs w:val="24"/>
        </w:rPr>
        <w:t>application etc. pouvant faire partie d’un développement par le CCCA BTP ;</w:t>
      </w:r>
    </w:p>
    <w:p w14:paraId="4904CAD4" w14:textId="1A07FC15" w:rsidR="00B51F3E" w:rsidRDefault="00B51F3E" w:rsidP="00B51F3E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51F3E">
        <w:rPr>
          <w:rFonts w:cstheme="minorHAnsi"/>
          <w:sz w:val="24"/>
          <w:szCs w:val="24"/>
        </w:rPr>
        <w:t>Le(s) projet(s) s’inscri(vent) dans les missions de développement de la formation professionnelle initiale, notamment de l’apprentissage, et de la formation professionnelle continue dans les métiers des professions du bâtiment et des travaux publics</w:t>
      </w:r>
      <w:r>
        <w:rPr>
          <w:rFonts w:cstheme="minorHAnsi"/>
          <w:sz w:val="24"/>
          <w:szCs w:val="24"/>
        </w:rPr>
        <w:t xml:space="preserve"> ; </w:t>
      </w:r>
    </w:p>
    <w:p w14:paraId="3F5E6E2C" w14:textId="35A67D09" w:rsidR="00B51F3E" w:rsidRPr="00B51F3E" w:rsidRDefault="00B51F3E" w:rsidP="00B51F3E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Le(s) projet(s) entre(nt) dans le périmètre de l’objet de l’appel à projet. </w:t>
      </w:r>
    </w:p>
    <w:p w14:paraId="7EA7AFC2" w14:textId="57E60EA4" w:rsidR="00B51F3E" w:rsidRPr="008A77E3" w:rsidRDefault="00B51F3E" w:rsidP="00B51F3E">
      <w:pPr>
        <w:pStyle w:val="ListParagraph"/>
        <w:tabs>
          <w:tab w:val="left" w:pos="576"/>
        </w:tabs>
        <w:suppressAutoHyphens/>
        <w:spacing w:before="8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14:paraId="7CD82799" w14:textId="45666A7A" w:rsidR="002F79ED" w:rsidRPr="002F79ED" w:rsidRDefault="002F79ED" w:rsidP="002F79ED">
      <w:pPr>
        <w:tabs>
          <w:tab w:val="left" w:pos="576"/>
        </w:tabs>
        <w:suppressAutoHyphens/>
        <w:spacing w:before="80"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664FF142" w14:textId="77777777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51F3E">
        <w:rPr>
          <w:rFonts w:eastAsia="Times New Roman" w:cstheme="minorHAnsi"/>
          <w:b/>
          <w:sz w:val="24"/>
          <w:szCs w:val="24"/>
          <w:lang w:eastAsia="zh-CN"/>
        </w:rPr>
        <w:t>Signature :</w:t>
      </w:r>
    </w:p>
    <w:p w14:paraId="6F58936A" w14:textId="4EB3E473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51F3E">
        <w:rPr>
          <w:rFonts w:eastAsia="Times New Roman" w:cstheme="minorHAnsi"/>
          <w:b/>
          <w:sz w:val="24"/>
          <w:szCs w:val="24"/>
          <w:lang w:eastAsia="zh-CN"/>
        </w:rPr>
        <w:t xml:space="preserve"> </w:t>
      </w:r>
    </w:p>
    <w:p w14:paraId="1D7123A6" w14:textId="0AC0C8EA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Nom du signataire : </w:t>
      </w:r>
    </w:p>
    <w:p w14:paraId="20E87B06" w14:textId="20321017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Fonction </w:t>
      </w:r>
      <w:r w:rsidR="00B22285" w:rsidRPr="00B51F3E">
        <w:rPr>
          <w:rFonts w:eastAsia="Times New Roman" w:cstheme="minorHAnsi"/>
          <w:bCs/>
          <w:sz w:val="24"/>
          <w:szCs w:val="24"/>
          <w:lang w:eastAsia="zh-CN"/>
        </w:rPr>
        <w:t>d</w:t>
      </w:r>
      <w:r w:rsidR="00B22285">
        <w:rPr>
          <w:rFonts w:eastAsia="Times New Roman" w:cstheme="minorHAnsi"/>
          <w:bCs/>
          <w:sz w:val="24"/>
          <w:szCs w:val="24"/>
          <w:lang w:eastAsia="zh-CN"/>
        </w:rPr>
        <w:t>u signataire</w:t>
      </w: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 : </w:t>
      </w:r>
    </w:p>
    <w:p w14:paraId="5C37B826" w14:textId="05B36845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Date de signature : </w:t>
      </w:r>
    </w:p>
    <w:p w14:paraId="212AE8EF" w14:textId="77777777" w:rsidR="00E532EA" w:rsidRDefault="00E532EA"/>
    <w:p w14:paraId="2674B773" w14:textId="77777777" w:rsidR="00307F00" w:rsidRDefault="00307F00"/>
    <w:sectPr w:rsidR="00307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37C48"/>
    <w:multiLevelType w:val="hybridMultilevel"/>
    <w:tmpl w:val="48BA626C"/>
    <w:lvl w:ilvl="0" w:tplc="1C961E4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937CD3"/>
    <w:multiLevelType w:val="hybridMultilevel"/>
    <w:tmpl w:val="80D0447A"/>
    <w:lvl w:ilvl="0" w:tplc="6E74CF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A42DE"/>
    <w:multiLevelType w:val="hybridMultilevel"/>
    <w:tmpl w:val="03A2AA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EA7928"/>
    <w:multiLevelType w:val="hybridMultilevel"/>
    <w:tmpl w:val="35E88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BD"/>
    <w:rsid w:val="002F79ED"/>
    <w:rsid w:val="00300FAC"/>
    <w:rsid w:val="00307F00"/>
    <w:rsid w:val="004C0E88"/>
    <w:rsid w:val="008A5DF6"/>
    <w:rsid w:val="008A77E3"/>
    <w:rsid w:val="00AE303F"/>
    <w:rsid w:val="00B22285"/>
    <w:rsid w:val="00B51F3E"/>
    <w:rsid w:val="00B801BD"/>
    <w:rsid w:val="00D538CC"/>
    <w:rsid w:val="00DE4ACF"/>
    <w:rsid w:val="00E532EA"/>
    <w:rsid w:val="00EA4F21"/>
    <w:rsid w:val="00F1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5F328"/>
  <w15:chartTrackingRefBased/>
  <w15:docId w15:val="{31C42DE5-3289-4983-B372-1B28B77B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7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Rappel condition APP,Paragraphe de liste 2,Puce focus,Contact"/>
    <w:basedOn w:val="Normal"/>
    <w:link w:val="ListParagraphChar"/>
    <w:uiPriority w:val="34"/>
    <w:qFormat/>
    <w:rsid w:val="00EA4F21"/>
    <w:pPr>
      <w:ind w:left="720"/>
      <w:contextualSpacing/>
    </w:pPr>
  </w:style>
  <w:style w:type="character" w:customStyle="1" w:styleId="ListParagraphChar">
    <w:name w:val="List Paragraph Char"/>
    <w:aliases w:val="Rappel condition APP Char,Paragraphe de liste 2 Char,Puce focus Char,Contact Char"/>
    <w:basedOn w:val="DefaultParagraphFont"/>
    <w:link w:val="ListParagraph"/>
    <w:uiPriority w:val="34"/>
    <w:locked/>
    <w:rsid w:val="00EA4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4D63CC2B1C9241857B4F7BE3457D77" ma:contentTypeVersion="10" ma:contentTypeDescription="Crée un document." ma:contentTypeScope="" ma:versionID="60a262d7f93d14d49177d9c4683a1331">
  <xsd:schema xmlns:xsd="http://www.w3.org/2001/XMLSchema" xmlns:xs="http://www.w3.org/2001/XMLSchema" xmlns:p="http://schemas.microsoft.com/office/2006/metadata/properties" xmlns:ns2="a0801758-f60a-4422-8ba0-6a223e6dfddd" xmlns:ns3="5ec6e189-1298-4dd2-9a2a-6d860c8191ee" targetNamespace="http://schemas.microsoft.com/office/2006/metadata/properties" ma:root="true" ma:fieldsID="fa1acf947bdcac29349291798596b591" ns2:_="" ns3:_="">
    <xsd:import namespace="a0801758-f60a-4422-8ba0-6a223e6dfddd"/>
    <xsd:import namespace="5ec6e189-1298-4dd2-9a2a-6d860c8191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801758-f60a-4422-8ba0-6a223e6df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c6e189-1298-4dd2-9a2a-6d860c8191e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256ED9-65CC-42BB-A0F4-19F59541B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801758-f60a-4422-8ba0-6a223e6dfddd"/>
    <ds:schemaRef ds:uri="5ec6e189-1298-4dd2-9a2a-6d860c8191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AFF4F6-2746-4C28-A12E-9DF0AA763A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38E7FF-6B25-47DE-A9DA-5AE1935B28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872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JOUANIN-PERIN Isabelle</cp:lastModifiedBy>
  <cp:revision>7</cp:revision>
  <dcterms:created xsi:type="dcterms:W3CDTF">2022-01-20T00:49:00Z</dcterms:created>
  <dcterms:modified xsi:type="dcterms:W3CDTF">2022-03-16T22:33:00Z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0x0101009D4D63CC2B1C9241857B4F7BE3457D77</vt:lpwstr>
  </property>
</Properties>
</file>