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4BE1D" w14:textId="4F755DED" w:rsidR="00F90679" w:rsidRDefault="001454A2" w:rsidP="002658A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42A7AE02" wp14:editId="55E6D9C2">
                <wp:simplePos x="0" y="0"/>
                <wp:positionH relativeFrom="column">
                  <wp:posOffset>-2711450</wp:posOffset>
                </wp:positionH>
                <wp:positionV relativeFrom="paragraph">
                  <wp:posOffset>-1321435</wp:posOffset>
                </wp:positionV>
                <wp:extent cx="2783205" cy="2783205"/>
                <wp:effectExtent l="0" t="0" r="0" b="0"/>
                <wp:wrapNone/>
                <wp:docPr id="1448464704" name="Forme libre : form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27832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062" h="2783062">
                              <a:moveTo>
                                <a:pt x="0" y="0"/>
                              </a:moveTo>
                              <a:lnTo>
                                <a:pt x="2783062" y="0"/>
                              </a:lnTo>
                              <a:lnTo>
                                <a:pt x="2783062" y="2783062"/>
                              </a:lnTo>
                              <a:lnTo>
                                <a:pt x="0" y="278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1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7D890" id="Forme libre : forme 3" o:spid="_x0000_s1026" style="position:absolute;margin-left:-213.5pt;margin-top:-104.05pt;width:219.15pt;height:219.1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3062,27830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" path="m,l2783062,r,2783062l,2783062,,xe" stroked="f">
                <v:fill r:id="rId12" o:title="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48C7B67A" wp14:editId="4D28BCCB">
                <wp:simplePos x="0" y="0"/>
                <wp:positionH relativeFrom="page">
                  <wp:align>left</wp:align>
                </wp:positionH>
                <wp:positionV relativeFrom="paragraph">
                  <wp:posOffset>-874395</wp:posOffset>
                </wp:positionV>
                <wp:extent cx="7518400" cy="3721100"/>
                <wp:effectExtent l="0" t="0" r="6350" b="0"/>
                <wp:wrapNone/>
                <wp:docPr id="1214191489" name="Forme libre : form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18400" cy="3721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18855" h="5272421">
                              <a:moveTo>
                                <a:pt x="0" y="0"/>
                              </a:moveTo>
                              <a:lnTo>
                                <a:pt x="6918856" y="0"/>
                              </a:lnTo>
                              <a:lnTo>
                                <a:pt x="6918856" y="5272421"/>
                              </a:lnTo>
                              <a:lnTo>
                                <a:pt x="0" y="52724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/>
                          <a:stretch>
                            <a:fillRect l="-3812" t="-24498" b="-166091"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18BAF" id="Forme libre : forme 4" o:spid="_x0000_s1026" style="position:absolute;margin-left:0;margin-top:-68.85pt;width:592pt;height:293pt;z-index:-251646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6918855,52724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" path="m,l6918856,r,5272421l,5272421,,xe" stroked="f">
                <v:fill r:id="rId14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1C5E1E4D" w14:textId="60294F74" w:rsidR="00143DE7" w:rsidRDefault="00143DE7" w:rsidP="002658AB">
      <w:pPr>
        <w:jc w:val="both"/>
      </w:pPr>
    </w:p>
    <w:p w14:paraId="3B6DB225" w14:textId="4B515821" w:rsidR="00E07EA0" w:rsidRDefault="00E07EA0" w:rsidP="00302D4C">
      <w:pPr>
        <w:pStyle w:val="Sous-titre"/>
        <w:ind w:left="0"/>
        <w:jc w:val="both"/>
      </w:pPr>
    </w:p>
    <w:p w14:paraId="1BB74F38" w14:textId="77777777" w:rsidR="00E07EA0" w:rsidRPr="00E07EA0" w:rsidRDefault="00E07EA0" w:rsidP="00E07EA0"/>
    <w:p w14:paraId="64400996" w14:textId="77777777" w:rsidR="001454A2" w:rsidRDefault="001454A2" w:rsidP="0069774A">
      <w:pPr>
        <w:pStyle w:val="Sous-titre"/>
      </w:pPr>
    </w:p>
    <w:p w14:paraId="701C70D8" w14:textId="205B28FC" w:rsidR="00302D4C" w:rsidRDefault="001B2423" w:rsidP="0069774A">
      <w:pPr>
        <w:pStyle w:val="Sous-titre"/>
      </w:pPr>
      <w:r>
        <w:t>Ca</w:t>
      </w:r>
      <w:r w:rsidR="00302D4C">
        <w:t>dre de réponse</w:t>
      </w:r>
      <w:r w:rsidR="0069774A">
        <w:t xml:space="preserve"> à l’appel à projet</w:t>
      </w:r>
    </w:p>
    <w:p w14:paraId="4BCA8BF5" w14:textId="6F09831D" w:rsidR="00302D4C" w:rsidRPr="006A3BED" w:rsidRDefault="00302D4C" w:rsidP="67E4092B">
      <w:pPr>
        <w:ind w:left="720"/>
        <w:jc w:val="center"/>
        <w:rPr>
          <w:sz w:val="26"/>
          <w:szCs w:val="26"/>
        </w:rPr>
      </w:pPr>
      <w:r w:rsidRPr="67E4092B">
        <w:rPr>
          <w:sz w:val="26"/>
          <w:szCs w:val="26"/>
        </w:rPr>
        <w:t xml:space="preserve">Ce document est un </w:t>
      </w:r>
      <w:r w:rsidR="007A3583">
        <w:rPr>
          <w:sz w:val="26"/>
          <w:szCs w:val="26"/>
        </w:rPr>
        <w:t xml:space="preserve">exemple de </w:t>
      </w:r>
      <w:r w:rsidR="0069774A" w:rsidRPr="67E4092B">
        <w:rPr>
          <w:sz w:val="26"/>
          <w:szCs w:val="26"/>
        </w:rPr>
        <w:t>dossier</w:t>
      </w:r>
      <w:r w:rsidRPr="67E4092B">
        <w:rPr>
          <w:sz w:val="26"/>
          <w:szCs w:val="26"/>
        </w:rPr>
        <w:t xml:space="preserve"> type </w:t>
      </w:r>
      <w:r w:rsidR="0069774A" w:rsidRPr="67E4092B">
        <w:rPr>
          <w:sz w:val="26"/>
          <w:szCs w:val="26"/>
        </w:rPr>
        <w:t>de réponse proposé permettant au porteur de projet de présenter au mieux son projet. Le porteur de projet peut présenter son projet sous une autre forme mais devra respecter à minima l’ensemble des rubriques mentionnés dans ce document.</w:t>
      </w:r>
    </w:p>
    <w:p w14:paraId="74723A2E" w14:textId="0A1932F1" w:rsidR="5CF986D1" w:rsidRDefault="5CF986D1" w:rsidP="67E4092B">
      <w:pPr>
        <w:ind w:left="720"/>
        <w:jc w:val="center"/>
        <w:rPr>
          <w:rFonts w:eastAsia="Calibri" w:cs="Arial"/>
          <w:color w:val="636363" w:themeColor="text1"/>
        </w:rPr>
      </w:pPr>
    </w:p>
    <w:p w14:paraId="3355D54D" w14:textId="1EAA3DBB" w:rsidR="00143DE7" w:rsidRDefault="006A3BED" w:rsidP="006A3BED">
      <w:pPr>
        <w:pStyle w:val="Sous-titre"/>
        <w:ind w:left="2160"/>
        <w:jc w:val="both"/>
      </w:pPr>
      <w:r w:rsidRPr="00143D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0C088A" wp14:editId="21C58B96">
                <wp:simplePos x="0" y="0"/>
                <wp:positionH relativeFrom="column">
                  <wp:posOffset>2820035</wp:posOffset>
                </wp:positionH>
                <wp:positionV relativeFrom="paragraph">
                  <wp:posOffset>489585</wp:posOffset>
                </wp:positionV>
                <wp:extent cx="377825" cy="0"/>
                <wp:effectExtent l="38100" t="38100" r="41275" b="38100"/>
                <wp:wrapNone/>
                <wp:docPr id="11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ln w="44450" cap="sq">
                          <a:solidFill>
                            <a:schemeClr val="bg2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09E367" id="Straight Connector 19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05pt,38.55pt" to="251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" strokecolor="#1d1d1b [3214]" strokeweight="3.5pt">
                <v:stroke endcap="square"/>
              </v:line>
            </w:pict>
          </mc:Fallback>
        </mc:AlternateContent>
      </w:r>
      <w:r w:rsidR="00143DE7">
        <w:br w:type="page"/>
      </w:r>
    </w:p>
    <w:p w14:paraId="7EE4C735" w14:textId="048CA0E5" w:rsidR="00501AD5" w:rsidRDefault="00501AD5" w:rsidP="00E07EA0">
      <w:pPr>
        <w:jc w:val="center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sz w:val="56"/>
          <w:szCs w:val="56"/>
        </w:rPr>
        <w:lastRenderedPageBreak/>
        <w:t>Sommaire</w:t>
      </w:r>
    </w:p>
    <w:p w14:paraId="29BB2D19" w14:textId="2F1763BB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</w:p>
    <w:p w14:paraId="0CBDE0D7" w14:textId="75EA2B77" w:rsidR="00501AD5" w:rsidRDefault="00302D4C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8C4E4D3" wp14:editId="1052A881">
                <wp:simplePos x="0" y="0"/>
                <wp:positionH relativeFrom="margin">
                  <wp:align>left</wp:align>
                </wp:positionH>
                <wp:positionV relativeFrom="paragraph">
                  <wp:posOffset>176264</wp:posOffset>
                </wp:positionV>
                <wp:extent cx="5944054" cy="599704"/>
                <wp:effectExtent l="0" t="0" r="0" b="0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5" name="Rectangle: Rounded Corners 10">
                          <a:extLst>
                            <a:ext uri="{FF2B5EF4-FFF2-40B4-BE49-F238E27FC236}">
                              <a16:creationId xmlns:a16="http://schemas.microsoft.com/office/drawing/2014/main" id="{CFDE09C9-7445-4F4B-8A94-37630E75C649}"/>
                            </a:ext>
                          </a:extLst>
                        </wps:cNvPr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18CC12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 w:rsidRPr="00F45E20"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6" name="Text Placeholder 1">
                          <a:extLst>
                            <a:ext uri="{FF2B5EF4-FFF2-40B4-BE49-F238E27FC236}">
                              <a16:creationId xmlns:a16="http://schemas.microsoft.com/office/drawing/2014/main" id="{25E8BAD3-352C-4606-B5E7-DD7AF37F390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7244DB" w14:textId="066D697E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NOTICE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4E4D3" id="Group 92" o:spid="_x0000_s1026" style="position:absolute;left:0;text-align:left;margin-left:0;margin-top:13.9pt;width:468.05pt;height:47.2pt;z-index:251695104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">
                <v:roundrect id="Rectangle: Rounded Corners 10" o:spid="_x0000_s1027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018CC12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 w:rsidRPr="00F45E20"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oundrect>
                <v:roundrect id="Text Placeholder 1" o:spid="_x0000_s1028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" filled="f" stroked="f">
                  <v:textbox inset="3mm,3mm,3mm,3mm">
                    <w:txbxContent>
                      <w:p w14:paraId="047244DB" w14:textId="066D697E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NOTICE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B6759E4" w14:textId="0950A582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59A3A" wp14:editId="52FA9230">
                <wp:simplePos x="0" y="0"/>
                <wp:positionH relativeFrom="margin">
                  <wp:align>left</wp:align>
                </wp:positionH>
                <wp:positionV relativeFrom="paragraph">
                  <wp:posOffset>158247</wp:posOffset>
                </wp:positionV>
                <wp:extent cx="5944054" cy="599704"/>
                <wp:effectExtent l="0" t="0" r="0" b="0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39A74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2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F42735" w14:textId="44E123E8" w:rsidR="00AD4A2E" w:rsidRPr="00211774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Arial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CLARATION</w:t>
                              </w:r>
                              <w:r w:rsidR="00AD4A2E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SUR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L’HONNEUR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59A3A" id="Group 93" o:spid="_x0000_s1029" style="position:absolute;left:0;text-align:left;margin-left:0;margin-top:12.45pt;width:468.05pt;height:47.2pt;z-index:251696128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">
                <v:roundrect id="Rectangle: Rounded Corners 10" o:spid="_x0000_s1030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o/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6OUXGUDvfgEAAP//AwBQSwECLQAUAAYACAAAACEA2+H2y+4AAACFAQAAEwAAAAAAAAAA&#10;AAAAAAAAAAAAW0NvbnRlbnRfVHlwZXNdLnhtbFBLAQItABQABgAIAAAAIQBa9CxbvwAAABUBAAAL&#10;AAAAAAAAAAAAAAAAAB8BAABfcmVscy8ucmVsc1BLAQItABQABgAIAAAAIQCoGSo/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4FF39A74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Text Placeholder 1" o:spid="_x0000_s1031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" filled="f" stroked="f">
                  <v:textbox inset="3mm,3mm,3mm,3mm">
                    <w:txbxContent>
                      <w:p w14:paraId="76F42735" w14:textId="44E123E8" w:rsidR="00AD4A2E" w:rsidRPr="00211774" w:rsidRDefault="00302D4C" w:rsidP="00501AD5">
                        <w:pPr>
                          <w:spacing w:before="0"/>
                          <w:rPr>
                            <w:rFonts w:ascii="Arial" w:eastAsia="+mn-ea" w:hAnsi="Arial" w:cs="Arial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CLARATION</w:t>
                        </w:r>
                        <w:r w:rsidR="00AD4A2E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SUR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L’HONNEUR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6F06C19" w14:textId="125099BB" w:rsidR="00501AD5" w:rsidRPr="00F45E20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5BADD0" wp14:editId="78DAD7AC">
                <wp:simplePos x="0" y="0"/>
                <wp:positionH relativeFrom="margin">
                  <wp:align>left</wp:align>
                </wp:positionH>
                <wp:positionV relativeFrom="paragraph">
                  <wp:posOffset>118209</wp:posOffset>
                </wp:positionV>
                <wp:extent cx="5944054" cy="599704"/>
                <wp:effectExtent l="0" t="0" r="0" b="0"/>
                <wp:wrapNone/>
                <wp:docPr id="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8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217759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144F11" w14:textId="74EBFDC0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PR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SENTATION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U PORTEUR DE PROJET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BADD0" id="Group 96" o:spid="_x0000_s1032" style="position:absolute;left:0;text-align:left;margin-left:0;margin-top:9.3pt;width:468.05pt;height:47.2pt;z-index:251686912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">
                <v:roundrect id="Rectangle: Rounded Corners 10" o:spid="_x0000_s1033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Y5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YOUXGUDvfgEAAP//AwBQSwECLQAUAAYACAAAACEA2+H2y+4AAACFAQAAEwAAAAAAAAAA&#10;AAAAAAAAAAAAW0NvbnRlbnRfVHlwZXNdLnhtbFBLAQItABQABgAIAAAAIQBa9CxbvwAAABUBAAAL&#10;AAAAAAAAAAAAAAAAAB8BAABfcmVscy8ucmVsc1BLAQItABQABgAIAAAAIQBWbyY5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79217759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oundrect>
                <v:roundrect id="Text Placeholder 1" o:spid="_x0000_s1034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" filled="f" stroked="f">
                  <v:textbox inset="3mm,3mm,3mm,3mm">
                    <w:txbxContent>
                      <w:p w14:paraId="72144F11" w14:textId="74EBFDC0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PR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SENTATION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U PORTEUR DE PROJET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06FE70F" w14:textId="5358D783" w:rsidR="00501AD5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1637E6" wp14:editId="596B70F5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5943600" cy="599440"/>
                <wp:effectExtent l="0" t="0" r="0" b="0"/>
                <wp:wrapNone/>
                <wp:docPr id="21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205826"/>
                          <a:chExt cx="5944054" cy="599704"/>
                        </a:xfrm>
                      </wpg:grpSpPr>
                      <wps:wsp>
                        <wps:cNvPr id="22" name="Rectangle: Rounded Corners 10"/>
                        <wps:cNvSpPr/>
                        <wps:spPr>
                          <a:xfrm>
                            <a:off x="0" y="-17021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A8DFB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3" name="Text Placeholder 1"/>
                        <wps:cNvSpPr txBox="1">
                          <a:spLocks/>
                        </wps:cNvSpPr>
                        <wps:spPr>
                          <a:xfrm>
                            <a:off x="587829" y="-205826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2401A4" w14:textId="75A90414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DESCRIPTION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L’ACTIVIT</w:t>
                              </w:r>
                              <w:r w:rsidR="006A3BED">
                                <w:rPr>
                                  <w:rFonts w:ascii="Arial" w:eastAsia="+mn-ea" w:hAnsi="Arial" w:cs="Arial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DU PORTEUR DE PROJET</w:t>
                              </w:r>
                              <w:r w:rsidR="00AD4A2E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637E6" id="Group 99" o:spid="_x0000_s1035" style="position:absolute;left:0;text-align:left;margin-left:0;margin-top:25.25pt;width:468pt;height:47.2pt;z-index:251687936;mso-position-horizontal-relative:margin" coordorigin=",-205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">
                <v:roundrect id="Rectangle: Rounded Corners 10" o:spid="_x0000_s1036" style="position:absolute;top:-170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FA8DFB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oundrect>
                <v:roundrect id="Text Placeholder 1" o:spid="_x0000_s1037" style="position:absolute;left:5878;top:-205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" filled="f" stroked="f">
                  <v:textbox inset="3mm,3mm,3mm,3mm">
                    <w:txbxContent>
                      <w:p w14:paraId="232401A4" w14:textId="75A90414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DESCRIPTION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L’ACTIVIT</w:t>
                        </w:r>
                        <w:r w:rsidR="006A3BED">
                          <w:rPr>
                            <w:rFonts w:ascii="Arial" w:eastAsia="+mn-ea" w:hAnsi="Arial" w:cs="Arial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DU PORTEUR DE PROJET</w:t>
                        </w:r>
                        <w:r w:rsidR="00AD4A2E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DDE2783" w14:textId="7959B0A8" w:rsidR="00122E4F" w:rsidRPr="00F45E20" w:rsidRDefault="00241F2E" w:rsidP="006A3BED">
      <w:pPr>
        <w:spacing w:before="0" w:after="160" w:line="259" w:lineRule="auto"/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  <w:sectPr w:rsidR="00122E4F" w:rsidRPr="00F45E20" w:rsidSect="00EE287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3537" w:right="1440" w:bottom="1440" w:left="1440" w:header="1135" w:footer="720" w:gutter="0"/>
          <w:cols w:space="720"/>
          <w:titlePg/>
          <w:docGrid w:linePitch="360"/>
        </w:sect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DB09C2" wp14:editId="60FC04ED">
                <wp:simplePos x="0" y="0"/>
                <wp:positionH relativeFrom="column">
                  <wp:posOffset>5465618</wp:posOffset>
                </wp:positionH>
                <wp:positionV relativeFrom="paragraph">
                  <wp:posOffset>4910282</wp:posOffset>
                </wp:positionV>
                <wp:extent cx="1122218" cy="644236"/>
                <wp:effectExtent l="0" t="0" r="1905" b="3810"/>
                <wp:wrapNone/>
                <wp:docPr id="20673109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EEBBF" id="Rectangle 1" o:spid="_x0000_s1026" style="position:absolute;margin-left:430.35pt;margin-top:386.65pt;width:88.35pt;height:5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IJ7e0zh&#10;AAAADAEAAA8AAAAAAAAAAAAAAAAA1QQAAGRycy9kb3ducmV2LnhtbFBLBQYAAAAABAAEAPMAAADj&#10;BQAAAAA=&#10;" fillcolor="white [3212]" stroked="f" strokeweight="1pt"/>
            </w:pict>
          </mc:Fallback>
        </mc:AlternateContent>
      </w:r>
      <w:r w:rsidR="00501AD5"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B68AB2" wp14:editId="0F2C3C71">
                <wp:simplePos x="0" y="0"/>
                <wp:positionH relativeFrom="margin">
                  <wp:posOffset>0</wp:posOffset>
                </wp:positionH>
                <wp:positionV relativeFrom="paragraph">
                  <wp:posOffset>991235</wp:posOffset>
                </wp:positionV>
                <wp:extent cx="5943600" cy="599440"/>
                <wp:effectExtent l="0" t="0" r="0" b="0"/>
                <wp:wrapNone/>
                <wp:docPr id="2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487893"/>
                          <a:chExt cx="5944054" cy="599704"/>
                        </a:xfrm>
                      </wpg:grpSpPr>
                      <wps:wsp>
                        <wps:cNvPr id="25" name="Rectangle: Rounded Corners 10"/>
                        <wps:cNvSpPr/>
                        <wps:spPr>
                          <a:xfrm>
                            <a:off x="0" y="-45227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4219AC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7" name="Text Placeholder 1"/>
                        <wps:cNvSpPr txBox="1">
                          <a:spLocks/>
                        </wps:cNvSpPr>
                        <wps:spPr>
                          <a:xfrm>
                            <a:off x="587829" y="-487893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752939" w14:textId="497830D6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68AB2" id="Group 105" o:spid="_x0000_s1038" style="position:absolute;left:0;text-align:left;margin-left:0;margin-top:78.05pt;width:468pt;height:47.2pt;z-index:251689984;mso-position-horizontal-relative:margin" coordorigin=",-487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">
                <v:roundrect id="Rectangle: Rounded Corners 10" o:spid="_x0000_s1039" style="position:absolute;top:-452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34219AC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oundrect>
                <v:roundrect id="Text Placeholder 1" o:spid="_x0000_s1040" style="position:absolute;left:5878;top:-487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" filled="f" stroked="f">
                  <v:textbox inset="3mm,3mm,3mm,3mm">
                    <w:txbxContent>
                      <w:p w14:paraId="08752939" w14:textId="497830D6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ANNEXES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501AD5"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BC15B5" wp14:editId="0499822C">
                <wp:simplePos x="0" y="0"/>
                <wp:positionH relativeFrom="margin">
                  <wp:posOffset>0</wp:posOffset>
                </wp:positionH>
                <wp:positionV relativeFrom="paragraph">
                  <wp:posOffset>495935</wp:posOffset>
                </wp:positionV>
                <wp:extent cx="5944054" cy="599704"/>
                <wp:effectExtent l="0" t="0" r="0" b="0"/>
                <wp:wrapNone/>
                <wp:docPr id="2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-944880"/>
                          <a:chExt cx="5944054" cy="599704"/>
                        </a:xfrm>
                      </wpg:grpSpPr>
                      <wps:wsp>
                        <wps:cNvPr id="29" name="Rectangle: Rounded Corners 10"/>
                        <wps:cNvSpPr/>
                        <wps:spPr>
                          <a:xfrm>
                            <a:off x="0" y="-909254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3A65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30" name="Text Placeholder 1"/>
                        <wps:cNvSpPr txBox="1">
                          <a:spLocks/>
                        </wps:cNvSpPr>
                        <wps:spPr>
                          <a:xfrm>
                            <a:off x="587829" y="-94488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18652" w14:textId="7C0F3BC5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LE PROJET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C15B5" id="Group 102" o:spid="_x0000_s1041" style="position:absolute;left:0;text-align:left;margin-left:0;margin-top:39.05pt;width:468.05pt;height:47.2pt;z-index:251688960;mso-position-horizontal-relative:margin" coordorigin=",-944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">
                <v:roundrect id="Rectangle: Rounded Corners 10" o:spid="_x0000_s1042" style="position:absolute;top:-909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1A3A65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Text Placeholder 1" o:spid="_x0000_s1043" style="position:absolute;left:5878;top:-944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" filled="f" stroked="f">
                  <v:textbox inset="3mm,3mm,3mm,3mm">
                    <w:txbxContent>
                      <w:p w14:paraId="3B218652" w14:textId="7C0F3BC5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LE PROJET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4AF0BEF" w14:textId="0C179B38" w:rsidR="000E614B" w:rsidRDefault="000E614B" w:rsidP="002658AB">
      <w:pPr>
        <w:pStyle w:val="Titre1"/>
        <w:jc w:val="both"/>
      </w:pPr>
      <w:r>
        <w:lastRenderedPageBreak/>
        <w:t>1</w:t>
      </w:r>
      <w:r w:rsidRPr="00ED2DDB">
        <w:t xml:space="preserve"> – </w:t>
      </w:r>
      <w:r w:rsidR="00302D4C">
        <w:t>N</w:t>
      </w:r>
      <w:r w:rsidR="00C010F4">
        <w:t>otice</w:t>
      </w:r>
    </w:p>
    <w:p w14:paraId="20FFEC45" w14:textId="4231AD33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Après lecture fine et attentive de l’intégralité du </w:t>
      </w:r>
      <w:r w:rsidR="00026F7B">
        <w:rPr>
          <w:rFonts w:cstheme="minorHAnsi"/>
          <w:sz w:val="22"/>
          <w:szCs w:val="22"/>
        </w:rPr>
        <w:t>cahier des charges</w:t>
      </w:r>
      <w:r w:rsidRPr="006A3BED">
        <w:rPr>
          <w:rFonts w:cstheme="minorHAnsi"/>
          <w:sz w:val="22"/>
          <w:szCs w:val="22"/>
        </w:rPr>
        <w:t xml:space="preserve">, le candidat </w:t>
      </w:r>
      <w:r w:rsidR="00026F7B">
        <w:rPr>
          <w:rFonts w:cstheme="minorHAnsi"/>
          <w:sz w:val="22"/>
          <w:szCs w:val="22"/>
        </w:rPr>
        <w:t>propose son projet selon la trame du présent document</w:t>
      </w:r>
      <w:r w:rsidRPr="006A3BED">
        <w:rPr>
          <w:rFonts w:cstheme="minorHAnsi"/>
          <w:sz w:val="22"/>
          <w:szCs w:val="22"/>
        </w:rPr>
        <w:t xml:space="preserve">. </w:t>
      </w:r>
    </w:p>
    <w:p w14:paraId="1517E9C3" w14:textId="77777777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Avant de commencer, le candidat doit prendre en compte les modalités de rédaction suivantes : </w:t>
      </w:r>
    </w:p>
    <w:p w14:paraId="096CF39E" w14:textId="77777777" w:rsidR="00302D4C" w:rsidRPr="006A3BED" w:rsidRDefault="00302D4C" w:rsidP="67E4092B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Le candidat peut seulement ajouter des annexes pour les catégories suivantes : </w:t>
      </w:r>
    </w:p>
    <w:p w14:paraId="0365ADB8" w14:textId="77777777" w:rsidR="00302D4C" w:rsidRPr="006A3BED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Planning prévisionnel </w:t>
      </w:r>
    </w:p>
    <w:p w14:paraId="6EC62469" w14:textId="664182E4" w:rsidR="00302D4C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Budget prévisionnel </w:t>
      </w:r>
    </w:p>
    <w:p w14:paraId="7A47481B" w14:textId="7CB23097" w:rsidR="00572CA8" w:rsidRDefault="00572CA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Fiche synthétique projet</w:t>
      </w:r>
    </w:p>
    <w:p w14:paraId="5AFF018C" w14:textId="4C699407" w:rsidR="00A05F68" w:rsidRPr="006A3BED" w:rsidRDefault="00A05F6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Déclaration sur l’honneur</w:t>
      </w:r>
    </w:p>
    <w:p w14:paraId="426FD5AB" w14:textId="7AA4D959" w:rsidR="00302D4C" w:rsidRPr="006A3BED" w:rsidRDefault="00026F7B" w:rsidP="00302D4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Pour son projet, le porteur de projet s’attachera à respecter un</w:t>
      </w:r>
      <w:r w:rsidR="00302D4C" w:rsidRPr="006A3BED">
        <w:rPr>
          <w:rFonts w:cstheme="minorHAnsi"/>
          <w:sz w:val="22"/>
          <w:szCs w:val="22"/>
        </w:rPr>
        <w:t xml:space="preserve"> style de rédaction simple, concis et pertinent avec une présentation aérée et une mise en page claire. </w:t>
      </w:r>
    </w:p>
    <w:p w14:paraId="4B1359AF" w14:textId="77777777" w:rsidR="000E614B" w:rsidRPr="000E614B" w:rsidRDefault="000E614B" w:rsidP="002658AB">
      <w:pPr>
        <w:jc w:val="both"/>
      </w:pPr>
    </w:p>
    <w:p w14:paraId="40647BE5" w14:textId="77777777" w:rsidR="000E614B" w:rsidRPr="000E614B" w:rsidRDefault="000E614B" w:rsidP="002658AB">
      <w:pPr>
        <w:jc w:val="both"/>
      </w:pPr>
    </w:p>
    <w:p w14:paraId="7E5A55AB" w14:textId="7B472A84" w:rsidR="000E614B" w:rsidRDefault="00241F2E" w:rsidP="00354CB4">
      <w:pPr>
        <w:spacing w:before="0" w:after="160" w:line="259" w:lineRule="auto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435B2E" wp14:editId="0D6DE9B1">
                <wp:simplePos x="0" y="0"/>
                <wp:positionH relativeFrom="column">
                  <wp:posOffset>5423996</wp:posOffset>
                </wp:positionH>
                <wp:positionV relativeFrom="paragraph">
                  <wp:posOffset>4591974</wp:posOffset>
                </wp:positionV>
                <wp:extent cx="1122218" cy="644236"/>
                <wp:effectExtent l="0" t="0" r="1905" b="3810"/>
                <wp:wrapNone/>
                <wp:docPr id="12480511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6FC12" id="Rectangle 1" o:spid="_x0000_s1026" style="position:absolute;margin-left:427.1pt;margin-top:361.55pt;width:88.35pt;height:50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" fillcolor="white [3212]" stroked="f" strokeweight="1pt"/>
            </w:pict>
          </mc:Fallback>
        </mc:AlternateContent>
      </w:r>
      <w:r w:rsidR="000E614B">
        <w:br w:type="page"/>
      </w:r>
    </w:p>
    <w:p w14:paraId="6A958A63" w14:textId="216AE8E6" w:rsidR="000E614B" w:rsidRDefault="000E614B" w:rsidP="002658AB">
      <w:pPr>
        <w:pStyle w:val="Titre1"/>
        <w:jc w:val="both"/>
      </w:pPr>
      <w:r>
        <w:lastRenderedPageBreak/>
        <w:t>2</w:t>
      </w:r>
      <w:r w:rsidRPr="00ED2DDB">
        <w:t xml:space="preserve"> – </w:t>
      </w:r>
      <w:r w:rsidR="00302D4C">
        <w:t>Déclaration sur l’honneur</w:t>
      </w:r>
    </w:p>
    <w:p w14:paraId="3372CF23" w14:textId="7F5C9C38" w:rsidR="00302D4C" w:rsidRPr="006A3BED" w:rsidRDefault="00302D4C" w:rsidP="00302D4C">
      <w:pPr>
        <w:autoSpaceDE w:val="0"/>
        <w:autoSpaceDN w:val="0"/>
        <w:adjustRightInd w:val="0"/>
        <w:jc w:val="both"/>
        <w:rPr>
          <w:rFonts w:eastAsia="Times New Roman" w:cstheme="minorHAnsi"/>
          <w:sz w:val="22"/>
          <w:szCs w:val="22"/>
          <w:lang w:eastAsia="fr-FR"/>
        </w:rPr>
      </w:pPr>
      <w:r w:rsidRPr="006A3BED">
        <w:rPr>
          <w:rFonts w:eastAsia="Times New Roman" w:cstheme="minorHAnsi"/>
          <w:sz w:val="22"/>
          <w:szCs w:val="22"/>
          <w:lang w:eastAsia="fr-FR"/>
        </w:rPr>
        <w:t>Le droit d'accès aux informations prévues par la loi n° 78-17 du 6 janvier 1978 relative à l'informatique, aux fichiers et aux libertés s'exerce auprès du service ou de l'</w:t>
      </w:r>
      <w:r w:rsidR="00572CA8">
        <w:rPr>
          <w:rFonts w:eastAsia="Times New Roman" w:cstheme="minorHAnsi"/>
          <w:sz w:val="22"/>
          <w:szCs w:val="22"/>
          <w:lang w:eastAsia="fr-FR"/>
        </w:rPr>
        <w:t>É</w:t>
      </w:r>
      <w:r w:rsidRPr="006A3BED">
        <w:rPr>
          <w:rFonts w:eastAsia="Times New Roman" w:cstheme="minorHAnsi"/>
          <w:sz w:val="22"/>
          <w:szCs w:val="22"/>
          <w:lang w:eastAsia="fr-FR"/>
        </w:rPr>
        <w:t>tablissement auprès duquel vous déposez ce dossier.</w:t>
      </w:r>
    </w:p>
    <w:p w14:paraId="568142F0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BE7B4C1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Je soussigné(e), (nom et prénom) </w:t>
      </w:r>
    </w:p>
    <w:p w14:paraId="37F1C722" w14:textId="3D9A1A1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30D9ADE9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Représentant(e) légal(e) de l'association / de la structure </w:t>
      </w:r>
    </w:p>
    <w:p w14:paraId="517123F0" w14:textId="630E2621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7C7C9E0D" w14:textId="7777777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491F213A" w14:textId="29F18908" w:rsidR="00302D4C" w:rsidRPr="006A3BED" w:rsidRDefault="00302D4C" w:rsidP="006A3BED">
      <w:pPr>
        <w:widowControl w:val="0"/>
        <w:suppressAutoHyphens/>
        <w:jc w:val="both"/>
        <w:rPr>
          <w:rFonts w:eastAsia="Times New Roman" w:cstheme="minorHAnsi"/>
          <w:i/>
          <w:sz w:val="22"/>
          <w:szCs w:val="22"/>
          <w:lang w:eastAsia="ar-SA"/>
        </w:rPr>
      </w:pPr>
      <w:r w:rsidRPr="006A3BED">
        <w:rPr>
          <w:rFonts w:eastAsia="Times New Roman" w:cstheme="minorHAnsi"/>
          <w:i/>
          <w:sz w:val="22"/>
          <w:szCs w:val="22"/>
          <w:lang w:eastAsia="ar-SA"/>
        </w:rPr>
        <w:t>Si le signataire n'est pas le représentant légal de l'association</w:t>
      </w:r>
      <w:r w:rsidRPr="00572CA8">
        <w:rPr>
          <w:rFonts w:eastAsia="Times New Roman" w:cstheme="minorHAnsi"/>
          <w:b/>
          <w:bCs/>
          <w:i/>
          <w:sz w:val="22"/>
          <w:szCs w:val="22"/>
          <w:u w:val="single"/>
          <w:lang w:eastAsia="ar-SA"/>
        </w:rPr>
        <w:t>, joindre le pouvoir</w:t>
      </w:r>
      <w:r w:rsidRPr="006A3BED">
        <w:rPr>
          <w:rFonts w:eastAsia="Times New Roman" w:cstheme="minorHAnsi"/>
          <w:i/>
          <w:sz w:val="22"/>
          <w:szCs w:val="22"/>
          <w:lang w:eastAsia="ar-SA"/>
        </w:rPr>
        <w:t xml:space="preserve"> lui permettant d'engager celle-ci.</w:t>
      </w:r>
    </w:p>
    <w:p w14:paraId="4A4A775A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b/>
          <w:sz w:val="22"/>
          <w:szCs w:val="22"/>
          <w:lang w:eastAsia="ar-SA"/>
        </w:rPr>
      </w:pPr>
      <w:r w:rsidRPr="006A3BED">
        <w:rPr>
          <w:rFonts w:eastAsia="Times New Roman" w:cstheme="minorHAnsi"/>
          <w:b/>
          <w:sz w:val="22"/>
          <w:szCs w:val="22"/>
          <w:lang w:eastAsia="ar-SA"/>
        </w:rPr>
        <w:t>Déclare :</w:t>
      </w:r>
    </w:p>
    <w:p w14:paraId="25D183E6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- que l'association / la structure est à jour de ses obligations sociales et fiscales (déclarations et paiements correspondants) ;</w:t>
      </w:r>
    </w:p>
    <w:p w14:paraId="71BDDDFA" w14:textId="52048E29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- exactes et sincères les informations du présent </w:t>
      </w:r>
      <w:r w:rsidR="004C1995">
        <w:rPr>
          <w:rFonts w:eastAsia="Times New Roman" w:cstheme="minorHAnsi"/>
          <w:sz w:val="22"/>
          <w:szCs w:val="22"/>
          <w:lang w:eastAsia="ar-SA"/>
        </w:rPr>
        <w:t>document</w:t>
      </w:r>
      <w:r w:rsidRPr="006A3BED">
        <w:rPr>
          <w:rFonts w:eastAsia="Times New Roman" w:cstheme="minorHAnsi"/>
          <w:sz w:val="22"/>
          <w:szCs w:val="22"/>
          <w:lang w:eastAsia="ar-SA"/>
        </w:rPr>
        <w:t xml:space="preserve">, notamment relatives aux demandes de subventions déposées auprès d'autres financeurs publics </w:t>
      </w:r>
    </w:p>
    <w:p w14:paraId="1BF9AE58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4A21672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9440142" w14:textId="77777777" w:rsidR="00302D4C" w:rsidRPr="006A3BED" w:rsidRDefault="00302D4C" w:rsidP="00302D4C">
      <w:pPr>
        <w:widowControl w:val="0"/>
        <w:tabs>
          <w:tab w:val="left" w:pos="496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Fait, le …………………………… à …………………………………… </w:t>
      </w:r>
    </w:p>
    <w:p w14:paraId="70F125C1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E4242B7" w14:textId="77777777" w:rsidR="00302D4C" w:rsidRPr="006A3BED" w:rsidRDefault="00302D4C" w:rsidP="00302D4C">
      <w:pPr>
        <w:widowControl w:val="0"/>
        <w:suppressAutoHyphens/>
        <w:ind w:left="4962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Signature</w:t>
      </w:r>
    </w:p>
    <w:p w14:paraId="2A0521E9" w14:textId="77777777" w:rsidR="000E614B" w:rsidRPr="000E614B" w:rsidRDefault="000E614B" w:rsidP="002658AB">
      <w:pPr>
        <w:jc w:val="both"/>
      </w:pPr>
    </w:p>
    <w:p w14:paraId="21F2BF2A" w14:textId="05BA5428" w:rsidR="000E614B" w:rsidRDefault="00241F2E" w:rsidP="002658AB">
      <w:pPr>
        <w:spacing w:before="0" w:after="160" w:line="259" w:lineRule="auto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3FA951" wp14:editId="583B3DE0">
                <wp:simplePos x="0" y="0"/>
                <wp:positionH relativeFrom="page">
                  <wp:align>right</wp:align>
                </wp:positionH>
                <wp:positionV relativeFrom="paragraph">
                  <wp:posOffset>1322474</wp:posOffset>
                </wp:positionV>
                <wp:extent cx="1122218" cy="644236"/>
                <wp:effectExtent l="0" t="0" r="1905" b="3810"/>
                <wp:wrapNone/>
                <wp:docPr id="19399709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8AA35" id="Rectangle 1" o:spid="_x0000_s1026" style="position:absolute;margin-left:37.15pt;margin-top:104.15pt;width:88.35pt;height:50.75pt;z-index:25165568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" fillcolor="white [3212]" stroked="f" strokeweight="1pt">
                <w10:wrap anchorx="page"/>
              </v:rect>
            </w:pict>
          </mc:Fallback>
        </mc:AlternateContent>
      </w:r>
      <w:r w:rsidR="000E614B">
        <w:br w:type="page"/>
      </w:r>
    </w:p>
    <w:p w14:paraId="375C4090" w14:textId="2B6D5700" w:rsidR="00C010F4" w:rsidRDefault="00C010F4" w:rsidP="00C010F4">
      <w:pPr>
        <w:pStyle w:val="Titre1"/>
        <w:jc w:val="both"/>
      </w:pPr>
      <w:r>
        <w:lastRenderedPageBreak/>
        <w:t>3</w:t>
      </w:r>
      <w:r w:rsidRPr="00ED2DDB">
        <w:t xml:space="preserve"> – </w:t>
      </w:r>
      <w:r>
        <w:t>Présentation du porteur de projet</w:t>
      </w:r>
    </w:p>
    <w:p w14:paraId="597D72AF" w14:textId="3B53413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Nom ou raison sociale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3FAEC1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3569EA6E" w14:textId="4762CB64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F43BB00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7BAA742" w14:textId="5282820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Nom, prénom et fonction du responsable légal : </w:t>
      </w: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</w:t>
      </w:r>
      <w:r>
        <w:rPr>
          <w:rFonts w:eastAsia="Calibri" w:cs="Calibri"/>
          <w:color w:val="auto"/>
          <w:sz w:val="22"/>
          <w:szCs w:val="22"/>
        </w:rPr>
        <w:t>………..</w:t>
      </w:r>
    </w:p>
    <w:p w14:paraId="51C8A7F6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4EAF9A0B" w14:textId="34218582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F9D4301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EC9B2C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Domaine d’activité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FD2F7FA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6F4D51A" w14:textId="050B9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A5156D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3E7973F5" w14:textId="36140D5C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Adresse du siège social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BF90954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4758379" w14:textId="29EBF77D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8F15A7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05EE15A9" w14:textId="10A946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Téléphone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7575068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45D75F" w14:textId="5C8243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CC30F9D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4911F74" w14:textId="51AA491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Courriel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D652D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22AA3636" w14:textId="0C538FB0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94A47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272659DC" w14:textId="10549E5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Site internet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8BA7A2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DDA235" w14:textId="1E96C2D3" w:rsid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8BCD93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C47E0B0" w14:textId="0DD8A9B6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N° SIRET</w:t>
      </w:r>
      <w:r w:rsidR="00572CA8">
        <w:rPr>
          <w:rFonts w:eastAsia="Calibri" w:cs="Calibri"/>
          <w:color w:val="auto"/>
          <w:sz w:val="22"/>
          <w:szCs w:val="22"/>
          <w:u w:val="single"/>
        </w:rPr>
        <w:t>/N° Déclaration d’activité …</w:t>
      </w: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: </w:t>
      </w:r>
    </w:p>
    <w:p w14:paraId="728F17D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0F43A22" w14:textId="1FE6E90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DB03C06" w14:textId="77777777" w:rsidR="00C010F4" w:rsidRDefault="00C010F4" w:rsidP="00C010F4">
      <w:pPr>
        <w:pStyle w:val="Titre1"/>
        <w:jc w:val="both"/>
      </w:pPr>
    </w:p>
    <w:p w14:paraId="48E1315E" w14:textId="77777777" w:rsidR="00C010F4" w:rsidRDefault="00C010F4" w:rsidP="00C010F4">
      <w:pPr>
        <w:pStyle w:val="Titre1"/>
        <w:jc w:val="both"/>
      </w:pPr>
    </w:p>
    <w:p w14:paraId="7DA8799D" w14:textId="77777777" w:rsidR="00C010F4" w:rsidRDefault="00C010F4" w:rsidP="00C010F4">
      <w:pPr>
        <w:pStyle w:val="Titre1"/>
        <w:jc w:val="both"/>
      </w:pPr>
    </w:p>
    <w:p w14:paraId="77DADB61" w14:textId="73C18ED1" w:rsidR="00C010F4" w:rsidRDefault="00241F2E" w:rsidP="00C010F4">
      <w:pPr>
        <w:pStyle w:val="Titre1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90DCF6" wp14:editId="3C9149E5">
                <wp:simplePos x="0" y="0"/>
                <wp:positionH relativeFrom="column">
                  <wp:posOffset>5430982</wp:posOffset>
                </wp:positionH>
                <wp:positionV relativeFrom="paragraph">
                  <wp:posOffset>692093</wp:posOffset>
                </wp:positionV>
                <wp:extent cx="1122218" cy="644236"/>
                <wp:effectExtent l="0" t="0" r="1905" b="3810"/>
                <wp:wrapNone/>
                <wp:docPr id="11003954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90CDC" id="Rectangle 1" o:spid="_x0000_s1026" style="position:absolute;margin-left:427.65pt;margin-top:54.5pt;width:88.35pt;height:5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MJ8qbfh&#10;AAAADAEAAA8AAAAAAAAAAAAAAAAA1QQAAGRycy9kb3ducmV2LnhtbFBLBQYAAAAABAAEAPMAAADj&#10;BQAAAAA=&#10;" fillcolor="white [3212]" stroked="f" strokeweight="1pt"/>
            </w:pict>
          </mc:Fallback>
        </mc:AlternateContent>
      </w:r>
    </w:p>
    <w:p w14:paraId="5DB4D3BA" w14:textId="77777777" w:rsidR="00C010F4" w:rsidRPr="00C010F4" w:rsidRDefault="00C010F4" w:rsidP="00C010F4"/>
    <w:p w14:paraId="1C3A7F78" w14:textId="09562A02" w:rsidR="00302D4C" w:rsidRPr="00C010F4" w:rsidRDefault="00241F2E" w:rsidP="00C010F4">
      <w:pPr>
        <w:pStyle w:val="Titre1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987F71" wp14:editId="03184B45">
                <wp:simplePos x="0" y="0"/>
                <wp:positionH relativeFrom="column">
                  <wp:posOffset>5450552</wp:posOffset>
                </wp:positionH>
                <wp:positionV relativeFrom="paragraph">
                  <wp:posOffset>7730606</wp:posOffset>
                </wp:positionV>
                <wp:extent cx="1122218" cy="644236"/>
                <wp:effectExtent l="0" t="0" r="1905" b="3810"/>
                <wp:wrapNone/>
                <wp:docPr id="9717524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FF00B" id="Rectangle 1" o:spid="_x0000_s1026" style="position:absolute;margin-left:429.2pt;margin-top:608.7pt;width:88.35pt;height:50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" fillcolor="white [3212]" stroked="f" strokeweight="1pt"/>
            </w:pict>
          </mc:Fallback>
        </mc:AlternateContent>
      </w:r>
      <w:r w:rsidR="00C010F4">
        <w:t xml:space="preserve">4 </w:t>
      </w:r>
      <w:r w:rsidR="000E614B" w:rsidRPr="00ED2DDB">
        <w:t xml:space="preserve">– </w:t>
      </w:r>
      <w:r w:rsidR="00302D4C">
        <w:t>Description de l’activité du porteur de projet</w:t>
      </w:r>
    </w:p>
    <w:tbl>
      <w:tblPr>
        <w:tblStyle w:val="Tableausimple5"/>
        <w:tblpPr w:leftFromText="141" w:rightFromText="141" w:vertAnchor="text" w:horzAnchor="margin" w:tblpXSpec="center" w:tblpY="-49"/>
        <w:tblW w:w="9946" w:type="dxa"/>
        <w:tblLook w:val="0000" w:firstRow="0" w:lastRow="0" w:firstColumn="0" w:lastColumn="0" w:noHBand="0" w:noVBand="0"/>
      </w:tblPr>
      <w:tblGrid>
        <w:gridCol w:w="9946"/>
      </w:tblGrid>
      <w:tr w:rsidR="00302D4C" w14:paraId="62AFA24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6" w:type="dxa"/>
          </w:tcPr>
          <w:p w14:paraId="0B38E135" w14:textId="657C8D0A" w:rsidR="00302D4C" w:rsidRPr="000B53A6" w:rsidRDefault="00302D4C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Historique et description des missions de la structure :</w:t>
            </w:r>
          </w:p>
          <w:p w14:paraId="20247417" w14:textId="1A6F48E3" w:rsidR="00302D4C" w:rsidRPr="000B53A6" w:rsidRDefault="00302D4C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Il s’agit de présenter </w:t>
            </w:r>
            <w:r w:rsidR="00DF03A4">
              <w:rPr>
                <w:i/>
                <w:sz w:val="22"/>
                <w:szCs w:val="22"/>
              </w:rPr>
              <w:t>la structure</w:t>
            </w:r>
            <w:r w:rsidRPr="000B53A6">
              <w:rPr>
                <w:i/>
                <w:sz w:val="22"/>
                <w:szCs w:val="22"/>
              </w:rPr>
              <w:t xml:space="preserve">, son réseau, son cœur de métier, quelles sont </w:t>
            </w:r>
            <w:r w:rsidR="003031CE">
              <w:rPr>
                <w:i/>
                <w:sz w:val="22"/>
                <w:szCs w:val="22"/>
              </w:rPr>
              <w:t>s</w:t>
            </w:r>
            <w:r w:rsidRPr="000B53A6">
              <w:rPr>
                <w:i/>
                <w:sz w:val="22"/>
                <w:szCs w:val="22"/>
              </w:rPr>
              <w:t>es cibles prioritaires et sa stratégie de développement</w:t>
            </w:r>
            <w:r w:rsidR="003031CE">
              <w:rPr>
                <w:i/>
                <w:sz w:val="22"/>
                <w:szCs w:val="22"/>
              </w:rPr>
              <w:t xml:space="preserve"> ainsi que toute information permettant de comprendre les missions et métiers.</w:t>
            </w:r>
          </w:p>
          <w:p w14:paraId="318654E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974AEE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C66FDEE" w14:textId="00C31F58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62872C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8C7CB35" w14:textId="096FDC0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3CB696C" w14:textId="258AD2EE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D9844C6" w14:textId="3CBF6395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593598A" w14:textId="25AA178C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0DED567" w14:textId="113E4816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FADBB31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F31A7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7C1F00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218FD0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4096E78B" w14:textId="251E04E2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83D962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6DB78F58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030FFE" w14:textId="578750F8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E8941D7" w14:textId="77777777" w:rsidR="00302D4C" w:rsidRPr="008F5CB9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</w:tc>
      </w:tr>
    </w:tbl>
    <w:p w14:paraId="3307E46F" w14:textId="0F63E452" w:rsidR="008F0A94" w:rsidRDefault="00C010F4" w:rsidP="00B656AB">
      <w:pPr>
        <w:pStyle w:val="Titre1"/>
        <w:jc w:val="both"/>
      </w:pPr>
      <w:r>
        <w:lastRenderedPageBreak/>
        <w:t>5</w:t>
      </w:r>
      <w:r w:rsidR="00B656AB" w:rsidRPr="00ED2DDB">
        <w:t xml:space="preserve"> – </w:t>
      </w:r>
      <w:r w:rsidR="00302D4C">
        <w:t>Le projet</w:t>
      </w:r>
    </w:p>
    <w:p w14:paraId="27298583" w14:textId="59F71D6A" w:rsidR="00D308CB" w:rsidRPr="006A3BED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La compréhension du contexte et des enjeux </w:t>
      </w:r>
    </w:p>
    <w:tbl>
      <w:tblPr>
        <w:tblStyle w:val="Tableausimple5"/>
        <w:tblW w:w="9349" w:type="dxa"/>
        <w:tblInd w:w="-426" w:type="dxa"/>
        <w:tblLook w:val="0000" w:firstRow="0" w:lastRow="0" w:firstColumn="0" w:lastColumn="0" w:noHBand="0" w:noVBand="0"/>
      </w:tblPr>
      <w:tblGrid>
        <w:gridCol w:w="9349"/>
      </w:tblGrid>
      <w:tr w:rsidR="00D308CB" w14:paraId="2B19F245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9" w:type="dxa"/>
          </w:tcPr>
          <w:p w14:paraId="7EF3B366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contexte :</w:t>
            </w:r>
          </w:p>
          <w:p w14:paraId="663654D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expliquera de façon globale sa compréhension du contexte du projet.</w:t>
            </w:r>
          </w:p>
          <w:p w14:paraId="4D611DC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1BF860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B85794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89B41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203D11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77A4882" w14:textId="78304592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9D89D" w14:textId="1C27F281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38EEEE4" w14:textId="5D6F8B3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3D0737" w14:textId="0F4A85F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0275C1" w14:textId="2E6C2DD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727DBA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93C90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8225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2DDB7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EDBD3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4F4CB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3F1BCA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4B621332" w14:textId="49964187" w:rsidR="00D308CB" w:rsidRDefault="00241F2E" w:rsidP="00D308CB">
      <w:pPr>
        <w:spacing w:after="160" w:line="259" w:lineRule="auto"/>
        <w:rPr>
          <w:rFonts w:asciiTheme="minorHAnsi" w:hAnsiTheme="minorHAnsi"/>
          <w:b/>
          <w:sz w:val="28"/>
        </w:r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5CB7BA" wp14:editId="06E8C928">
                <wp:simplePos x="0" y="0"/>
                <wp:positionH relativeFrom="column">
                  <wp:posOffset>5451763</wp:posOffset>
                </wp:positionH>
                <wp:positionV relativeFrom="paragraph">
                  <wp:posOffset>976746</wp:posOffset>
                </wp:positionV>
                <wp:extent cx="1122218" cy="644236"/>
                <wp:effectExtent l="0" t="0" r="1905" b="3810"/>
                <wp:wrapNone/>
                <wp:docPr id="19810339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C2EE60" id="Rectangle 1" o:spid="_x0000_s1026" style="position:absolute;margin-left:429.25pt;margin-top:76.9pt;width:88.35pt;height:5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" fillcolor="white [3212]" stroked="f" strokeweight="1pt"/>
            </w:pict>
          </mc:Fallback>
        </mc:AlternateContent>
      </w:r>
    </w:p>
    <w:p w14:paraId="2F22EA47" w14:textId="698266C1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5E64510B" w14:textId="77777777" w:rsidR="00D308CB" w:rsidRPr="00480212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tbl>
      <w:tblPr>
        <w:tblStyle w:val="Tableausimple5"/>
        <w:tblW w:w="9364" w:type="dxa"/>
        <w:tblInd w:w="-426" w:type="dxa"/>
        <w:tblLook w:val="0000" w:firstRow="0" w:lastRow="0" w:firstColumn="0" w:lastColumn="0" w:noHBand="0" w:noVBand="0"/>
      </w:tblPr>
      <w:tblGrid>
        <w:gridCol w:w="9364"/>
      </w:tblGrid>
      <w:tr w:rsidR="00D308CB" w14:paraId="43D0592F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0C87393D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bookmarkStart w:id="0" w:name="_Hlk536520155"/>
            <w:r w:rsidRPr="67E4092B">
              <w:rPr>
                <w:sz w:val="22"/>
                <w:szCs w:val="22"/>
                <w:u w:val="single"/>
              </w:rPr>
              <w:t xml:space="preserve">Les enjeux : </w:t>
            </w:r>
          </w:p>
          <w:p w14:paraId="3AAB84FE" w14:textId="664ACDED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les enjeux qu’il a pu identifier.</w:t>
            </w:r>
            <w:r w:rsidR="005E4523" w:rsidRPr="000B53A6">
              <w:rPr>
                <w:i/>
                <w:sz w:val="22"/>
                <w:szCs w:val="22"/>
              </w:rPr>
              <w:t xml:space="preserve"> </w:t>
            </w:r>
            <w:r w:rsidR="005E4523">
              <w:rPr>
                <w:i/>
                <w:sz w:val="22"/>
                <w:szCs w:val="22"/>
              </w:rPr>
              <w:t>D</w:t>
            </w:r>
            <w:r w:rsidR="005E4523" w:rsidRPr="000B53A6">
              <w:rPr>
                <w:i/>
                <w:sz w:val="22"/>
                <w:szCs w:val="22"/>
              </w:rPr>
              <w:t>écrire comment le projet répond aux critères de l’appel à projet et son impact sur le territoire</w:t>
            </w:r>
            <w:r w:rsidR="003E7DFA">
              <w:rPr>
                <w:i/>
                <w:sz w:val="22"/>
                <w:szCs w:val="22"/>
              </w:rPr>
              <w:t xml:space="preserve"> </w:t>
            </w:r>
            <w:r w:rsidR="00EB178D">
              <w:rPr>
                <w:i/>
                <w:sz w:val="22"/>
                <w:szCs w:val="22"/>
              </w:rPr>
              <w:t>(</w:t>
            </w:r>
            <w:r w:rsidR="003E7DFA">
              <w:rPr>
                <w:i/>
                <w:sz w:val="22"/>
                <w:szCs w:val="22"/>
              </w:rPr>
              <w:t>cf. le ca</w:t>
            </w:r>
            <w:r w:rsidR="00EB178D">
              <w:rPr>
                <w:i/>
                <w:sz w:val="22"/>
                <w:szCs w:val="22"/>
              </w:rPr>
              <w:t>hier des charges)</w:t>
            </w:r>
          </w:p>
          <w:p w14:paraId="6119E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E91F0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575E1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1E52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A80337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42A46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EAA1D9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F3F2F8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104FC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D13C1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FA29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18C3B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1A085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BFEEC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433C70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63AC9D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4BAA47" w14:textId="4C725640" w:rsidR="00C010F4" w:rsidRPr="008F5CB9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330F0D9A" w14:textId="77777777" w:rsidTr="67E4092B">
        <w:trPr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76764A58" w14:textId="0673D530" w:rsidR="00D308CB" w:rsidRPr="00480212" w:rsidRDefault="00D308CB" w:rsidP="00573AC6">
            <w:pPr>
              <w:jc w:val="both"/>
              <w:rPr>
                <w:rFonts w:asciiTheme="minorHAnsi" w:hAnsiTheme="minorHAnsi" w:cstheme="minorHAnsi"/>
                <w:color w:val="636363" w:themeColor="text1"/>
                <w:sz w:val="24"/>
                <w:szCs w:val="36"/>
                <w:u w:val="single"/>
              </w:rPr>
            </w:pPr>
          </w:p>
        </w:tc>
      </w:tr>
    </w:tbl>
    <w:bookmarkEnd w:id="0"/>
    <w:p w14:paraId="7B725A8A" w14:textId="2B79B729" w:rsidR="00C010F4" w:rsidRPr="00572CA8" w:rsidRDefault="00241F2E" w:rsidP="00572CA8">
      <w:pPr>
        <w:spacing w:after="160" w:line="259" w:lineRule="auto"/>
        <w:ind w:left="360"/>
        <w:rPr>
          <w:b/>
          <w:bCs/>
          <w:sz w:val="22"/>
          <w:szCs w:val="22"/>
        </w:r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745923" wp14:editId="12A3FCE4">
                <wp:simplePos x="0" y="0"/>
                <wp:positionH relativeFrom="column">
                  <wp:posOffset>5486400</wp:posOffset>
                </wp:positionH>
                <wp:positionV relativeFrom="paragraph">
                  <wp:posOffset>671945</wp:posOffset>
                </wp:positionV>
                <wp:extent cx="1122218" cy="644236"/>
                <wp:effectExtent l="0" t="0" r="1905" b="3810"/>
                <wp:wrapNone/>
                <wp:docPr id="1270415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801E33" id="Rectangle 1" o:spid="_x0000_s1026" style="position:absolute;margin-left:6in;margin-top:52.9pt;width:88.35pt;height:50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" fillcolor="white [3212]" stroked="f" strokeweight="1pt"/>
            </w:pict>
          </mc:Fallback>
        </mc:AlternateContent>
      </w:r>
    </w:p>
    <w:p w14:paraId="01C22E68" w14:textId="5FE1FB4B" w:rsidR="00D308CB" w:rsidRPr="00C010F4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>Votre idée, votre projet</w:t>
      </w:r>
    </w:p>
    <w:tbl>
      <w:tblPr>
        <w:tblStyle w:val="Tableausimple5"/>
        <w:tblW w:w="9581" w:type="dxa"/>
        <w:tblInd w:w="-426" w:type="dxa"/>
        <w:tblLook w:val="0000" w:firstRow="0" w:lastRow="0" w:firstColumn="0" w:lastColumn="0" w:noHBand="0" w:noVBand="0"/>
      </w:tblPr>
      <w:tblGrid>
        <w:gridCol w:w="9581"/>
      </w:tblGrid>
      <w:tr w:rsidR="00D308CB" w14:paraId="145308C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1" w:type="dxa"/>
          </w:tcPr>
          <w:p w14:paraId="117AF61E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Intitulé du projet :</w:t>
            </w:r>
          </w:p>
          <w:p w14:paraId="3540A86E" w14:textId="58AE7618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 titre de son projet</w:t>
            </w:r>
            <w:r w:rsidR="00572CA8">
              <w:rPr>
                <w:i/>
                <w:sz w:val="22"/>
                <w:szCs w:val="22"/>
              </w:rPr>
              <w:t xml:space="preserve"> (obligatoire)</w:t>
            </w:r>
          </w:p>
          <w:p w14:paraId="22919DD7" w14:textId="77777777" w:rsidR="006A3BED" w:rsidRPr="006A3BED" w:rsidRDefault="006A3BED" w:rsidP="00573AC6">
            <w:pPr>
              <w:jc w:val="both"/>
              <w:rPr>
                <w:rFonts w:cstheme="minorHAnsi"/>
                <w:i/>
                <w:color w:val="636363" w:themeColor="text1"/>
                <w:sz w:val="22"/>
                <w:szCs w:val="22"/>
              </w:rPr>
            </w:pPr>
          </w:p>
          <w:p w14:paraId="317C9AFF" w14:textId="77777777" w:rsidR="00D308CB" w:rsidRPr="008F5CB9" w:rsidRDefault="00D308CB" w:rsidP="00D308CB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A05A557" w14:textId="57C15530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74" w:type="dxa"/>
        <w:tblLook w:val="0000" w:firstRow="0" w:lastRow="0" w:firstColumn="0" w:lastColumn="0" w:noHBand="0" w:noVBand="0"/>
      </w:tblPr>
      <w:tblGrid>
        <w:gridCol w:w="9498"/>
      </w:tblGrid>
      <w:tr w:rsidR="00D308CB" w14:paraId="1927406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35A4B892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Les objectifs et les résultats attendus : </w:t>
            </w:r>
          </w:p>
          <w:p w14:paraId="2A170D4C" w14:textId="1CB9BDC6" w:rsidR="002458ED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doit</w:t>
            </w:r>
            <w:r w:rsidR="002458ED">
              <w:rPr>
                <w:i/>
                <w:sz w:val="22"/>
                <w:szCs w:val="22"/>
              </w:rPr>
              <w:t xml:space="preserve"> décrire </w:t>
            </w:r>
            <w:r w:rsidR="00E77EFA">
              <w:rPr>
                <w:i/>
                <w:sz w:val="22"/>
                <w:szCs w:val="22"/>
              </w:rPr>
              <w:t xml:space="preserve">précisément </w:t>
            </w:r>
            <w:r w:rsidR="00150B40">
              <w:rPr>
                <w:i/>
                <w:sz w:val="22"/>
                <w:szCs w:val="22"/>
              </w:rPr>
              <w:t>les objectifs opérationnels et pédagogiques</w:t>
            </w:r>
            <w:r w:rsidR="00E77EFA">
              <w:rPr>
                <w:i/>
                <w:sz w:val="22"/>
                <w:szCs w:val="22"/>
              </w:rPr>
              <w:t xml:space="preserve"> du projet</w:t>
            </w:r>
            <w:r w:rsidR="00150B40">
              <w:rPr>
                <w:i/>
                <w:sz w:val="22"/>
                <w:szCs w:val="22"/>
              </w:rPr>
              <w:t xml:space="preserve"> </w:t>
            </w:r>
            <w:r w:rsidR="002458ED">
              <w:rPr>
                <w:i/>
                <w:sz w:val="22"/>
                <w:szCs w:val="22"/>
              </w:rPr>
              <w:t>et les résultats attendus en interne et en externe</w:t>
            </w:r>
            <w:r w:rsidR="00E77EFA">
              <w:rPr>
                <w:i/>
                <w:sz w:val="22"/>
                <w:szCs w:val="22"/>
              </w:rPr>
              <w:t>.</w:t>
            </w:r>
            <w:r w:rsidR="002458ED">
              <w:rPr>
                <w:i/>
                <w:sz w:val="22"/>
                <w:szCs w:val="22"/>
              </w:rPr>
              <w:t xml:space="preserve"> </w:t>
            </w:r>
            <w:r w:rsidR="002A1374">
              <w:rPr>
                <w:i/>
                <w:sz w:val="22"/>
                <w:szCs w:val="22"/>
              </w:rPr>
              <w:t>( équipes, entreprises, apprenants</w:t>
            </w:r>
            <w:r w:rsidR="007E54DC">
              <w:rPr>
                <w:i/>
                <w:sz w:val="22"/>
                <w:szCs w:val="22"/>
              </w:rPr>
              <w:t>, …)</w:t>
            </w:r>
            <w:r w:rsidR="00EB178D">
              <w:rPr>
                <w:i/>
                <w:sz w:val="22"/>
                <w:szCs w:val="22"/>
              </w:rPr>
              <w:t xml:space="preserve"> </w:t>
            </w:r>
            <w:r w:rsidR="00EB178D">
              <w:rPr>
                <w:i/>
                <w:sz w:val="22"/>
                <w:szCs w:val="22"/>
              </w:rPr>
              <w:t>(cf. le cahier des charges)</w:t>
            </w:r>
          </w:p>
          <w:p w14:paraId="4AC16418" w14:textId="77777777" w:rsidR="002458ED" w:rsidRDefault="002458ED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</w:p>
          <w:p w14:paraId="21D3A50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6FE66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2E6A8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5DB215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29B2DEC" w14:textId="6C3A08C6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96F8992" w14:textId="16FD6069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16862B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D815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098A35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BE9F7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F94D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017BF6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CBE5F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DD342C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D35EE68" w14:textId="253DB0EC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5"/>
        <w:gridCol w:w="9501"/>
      </w:tblGrid>
      <w:tr w:rsidR="00D308CB" w14:paraId="69D9DAB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7907E5FE" w14:textId="2AA87C90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 contenu </w:t>
            </w:r>
            <w:r w:rsidR="00B256CA" w:rsidRPr="67E4092B">
              <w:rPr>
                <w:sz w:val="22"/>
                <w:szCs w:val="22"/>
                <w:u w:val="single"/>
              </w:rPr>
              <w:t>du projet</w:t>
            </w:r>
            <w:r w:rsidRPr="67E4092B">
              <w:rPr>
                <w:sz w:val="22"/>
                <w:szCs w:val="22"/>
                <w:u w:val="single"/>
              </w:rPr>
              <w:t xml:space="preserve"> : </w:t>
            </w:r>
          </w:p>
          <w:p w14:paraId="3F0F35CA" w14:textId="78B3A484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présentera </w:t>
            </w:r>
            <w:r w:rsidR="00B256CA">
              <w:rPr>
                <w:i/>
                <w:sz w:val="22"/>
                <w:szCs w:val="22"/>
              </w:rPr>
              <w:t>son projet, actions, réalisations, échéances intermédiaires, modalités et</w:t>
            </w:r>
            <w:r w:rsidR="00C343C9">
              <w:rPr>
                <w:i/>
                <w:sz w:val="22"/>
                <w:szCs w:val="22"/>
              </w:rPr>
              <w:t>c</w:t>
            </w:r>
            <w:r w:rsidR="00B256CA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 xml:space="preserve"> (méthodologie, contenu, déroulement </w:t>
            </w:r>
            <w:r w:rsidR="000B53A6" w:rsidRPr="000B53A6">
              <w:rPr>
                <w:i/>
                <w:sz w:val="22"/>
                <w:szCs w:val="22"/>
              </w:rPr>
              <w:t>opérationnel</w:t>
            </w:r>
            <w:r w:rsidR="00C00741">
              <w:rPr>
                <w:i/>
                <w:sz w:val="22"/>
                <w:szCs w:val="22"/>
              </w:rPr>
              <w:t>, productions à réaliser et à diffuser à l’issue du projet</w:t>
            </w:r>
            <w:r w:rsidR="000452C7">
              <w:rPr>
                <w:i/>
                <w:sz w:val="22"/>
                <w:szCs w:val="22"/>
              </w:rPr>
              <w:t>, l’essaimage</w:t>
            </w:r>
            <w:r w:rsidR="00150B40">
              <w:rPr>
                <w:i/>
                <w:sz w:val="22"/>
                <w:szCs w:val="22"/>
              </w:rPr>
              <w:t xml:space="preserve"> </w:t>
            </w:r>
            <w:r w:rsidR="000B53A6" w:rsidRPr="000B53A6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>).</w:t>
            </w:r>
            <w:r w:rsidR="00EB178D">
              <w:rPr>
                <w:i/>
                <w:sz w:val="22"/>
                <w:szCs w:val="22"/>
              </w:rPr>
              <w:t xml:space="preserve"> </w:t>
            </w:r>
            <w:r w:rsidR="00EB178D">
              <w:rPr>
                <w:i/>
                <w:sz w:val="22"/>
                <w:szCs w:val="22"/>
              </w:rPr>
              <w:t>(cf. le cahier des charges)</w:t>
            </w:r>
          </w:p>
          <w:p w14:paraId="458F4B3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546609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7F45D3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A9EB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0C65497" w14:textId="33DEF803" w:rsidR="00D219E9" w:rsidRPr="0082257B" w:rsidRDefault="00D219E9" w:rsidP="00D219E9">
            <w:pPr>
              <w:pStyle w:val="Titre2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Les impacts du projet</w:t>
            </w:r>
            <w:r w:rsidR="00AF73E8">
              <w:rPr>
                <w:sz w:val="22"/>
                <w:szCs w:val="22"/>
              </w:rPr>
              <w:t xml:space="preserve"> </w:t>
            </w:r>
            <w:r w:rsidR="00B77A5C">
              <w:rPr>
                <w:sz w:val="22"/>
                <w:szCs w:val="22"/>
              </w:rPr>
              <w:t>(</w:t>
            </w:r>
            <w:r w:rsidR="00AF73E8">
              <w:rPr>
                <w:sz w:val="22"/>
                <w:szCs w:val="22"/>
              </w:rPr>
              <w:t xml:space="preserve">avant et après le </w:t>
            </w:r>
            <w:r w:rsidR="00B77A5C">
              <w:rPr>
                <w:sz w:val="22"/>
                <w:szCs w:val="22"/>
              </w:rPr>
              <w:t>projet)</w:t>
            </w:r>
            <w:r w:rsidR="00807CB1">
              <w:rPr>
                <w:sz w:val="22"/>
                <w:szCs w:val="22"/>
              </w:rPr>
              <w:t xml:space="preserve"> </w:t>
            </w:r>
            <w:r w:rsidR="00807CB1">
              <w:rPr>
                <w:i/>
                <w:sz w:val="22"/>
                <w:szCs w:val="22"/>
              </w:rPr>
              <w:t>(cf. le cahier des charges)</w:t>
            </w:r>
          </w:p>
          <w:p w14:paraId="49FB03BF" w14:textId="5F15C1C2" w:rsidR="00D219E9" w:rsidRPr="0082257B" w:rsidRDefault="00D219E9" w:rsidP="00D219E9">
            <w:pPr>
              <w:pStyle w:val="Titre2"/>
              <w:numPr>
                <w:ilvl w:val="0"/>
                <w:numId w:val="0"/>
              </w:numPr>
              <w:ind w:left="360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 candidat mentionnera les impacts de son projet notamment en termes de :</w:t>
            </w:r>
          </w:p>
          <w:p w14:paraId="53AC5999" w14:textId="7A8E2638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nombre d’apprentis, </w:t>
            </w:r>
          </w:p>
          <w:p w14:paraId="1C3D3D76" w14:textId="5135FE0D" w:rsidR="00D219E9" w:rsidRPr="0082257B" w:rsidRDefault="0082257B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219E9" w:rsidRPr="0082257B">
              <w:rPr>
                <w:sz w:val="22"/>
                <w:szCs w:val="22"/>
              </w:rPr>
              <w:t xml:space="preserve">éduction du taux de rupture et d’abandon, </w:t>
            </w:r>
          </w:p>
          <w:p w14:paraId="610C0FC1" w14:textId="0BC40086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de taux de réussite aux examens, </w:t>
            </w:r>
          </w:p>
          <w:p w14:paraId="795A20F6" w14:textId="453BF072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taux d’insertion en entreprise 3/6/9 mois, </w:t>
            </w:r>
          </w:p>
          <w:p w14:paraId="140F6030" w14:textId="1014F04B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Taux de satisfaction des apprentis, </w:t>
            </w:r>
          </w:p>
          <w:p w14:paraId="173F1C59" w14:textId="77777777" w:rsidR="00B77A5C" w:rsidRPr="00B77A5C" w:rsidRDefault="00D219E9" w:rsidP="00D219E9">
            <w:pPr>
              <w:pStyle w:val="Titre2"/>
              <w:numPr>
                <w:ilvl w:val="0"/>
                <w:numId w:val="35"/>
              </w:numPr>
            </w:pPr>
            <w:r w:rsidRPr="0082257B">
              <w:rPr>
                <w:sz w:val="22"/>
                <w:szCs w:val="22"/>
              </w:rPr>
              <w:t>Taux de satisfactions des entreprises</w:t>
            </w:r>
          </w:p>
          <w:p w14:paraId="55CD3CEA" w14:textId="7CDB919C" w:rsidR="00D308CB" w:rsidRPr="000452C7" w:rsidRDefault="006D1F13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0452C7">
              <w:rPr>
                <w:sz w:val="22"/>
                <w:szCs w:val="22"/>
              </w:rPr>
              <w:t>Autres impacts identifiés par le candidat</w:t>
            </w:r>
            <w:r w:rsidR="008F7BE4" w:rsidRPr="000452C7">
              <w:rPr>
                <w:sz w:val="22"/>
                <w:szCs w:val="22"/>
              </w:rPr>
              <w:t>/Porteur du projet</w:t>
            </w:r>
          </w:p>
          <w:p w14:paraId="3087CEBB" w14:textId="77777777" w:rsidR="00B77A5C" w:rsidRPr="00B77A5C" w:rsidRDefault="00B77A5C" w:rsidP="00B77A5C"/>
          <w:p w14:paraId="3DA6B7F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EC929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BF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9C08E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C0D837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79635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4E5DF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1965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B1091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4B71C8F" w14:textId="4730960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CF8C4A" w14:textId="2DF81196" w:rsidR="00D308CB" w:rsidRDefault="00241F2E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  <w:r>
              <w:rPr>
                <w:rFonts w:ascii="Arial" w:eastAsia="+mn-ea" w:hAnsi="Arial" w:cs="+mn-cs"/>
                <w:noProof/>
                <w:color w:val="636363" w:themeColor="text1"/>
                <w:kern w:val="24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E1A05B3" wp14:editId="67BF6689">
                      <wp:simplePos x="0" y="0"/>
                      <wp:positionH relativeFrom="column">
                        <wp:posOffset>5657042</wp:posOffset>
                      </wp:positionH>
                      <wp:positionV relativeFrom="paragraph">
                        <wp:posOffset>767022</wp:posOffset>
                      </wp:positionV>
                      <wp:extent cx="1122218" cy="644236"/>
                      <wp:effectExtent l="0" t="0" r="1905" b="3810"/>
                      <wp:wrapNone/>
                      <wp:docPr id="143419396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2218" cy="6442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3A6737" id="Rectangle 1" o:spid="_x0000_s1026" style="position:absolute;margin-left:445.45pt;margin-top:60.4pt;width:88.35pt;height:50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AsY4hfh&#10;AAAADAEAAA8AAAAAAAAAAAAAAAAA1QQAAGRycy9kb3ducmV2LnhtbFBLBQYAAAAABAAEAPMAAADj&#10;BQAAAAA=&#10;" fillcolor="white [3212]" stroked="f" strokeweight="1pt"/>
                  </w:pict>
                </mc:Fallback>
              </mc:AlternateContent>
            </w:r>
          </w:p>
          <w:p w14:paraId="3AB04C7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C5812F" w14:textId="1A12405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93B7438" w14:textId="08E652AD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6A048B" w14:textId="77777777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45D3C4" w14:textId="18715B3A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:rsidRPr="008F5CB9" w14:paraId="68B5DF5F" w14:textId="77777777" w:rsidTr="67E4092B">
        <w:trPr>
          <w:gridBefore w:val="1"/>
          <w:wBefore w:w="25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01" w:type="dxa"/>
          </w:tcPr>
          <w:p w14:paraId="2E56EA30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Le(s) territoire(s) concerné(s) par l’action : </w:t>
            </w:r>
          </w:p>
          <w:p w14:paraId="5762FA2B" w14:textId="0BDD5C2A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précisera sur quel(s) territoire(s) se déroule l’action</w:t>
            </w:r>
            <w:r w:rsidR="00601E0A">
              <w:rPr>
                <w:i/>
                <w:sz w:val="22"/>
                <w:szCs w:val="22"/>
              </w:rPr>
              <w:t xml:space="preserve"> et les impacts sur ce territoire du projet</w:t>
            </w:r>
            <w:r w:rsidRPr="000B53A6">
              <w:rPr>
                <w:i/>
                <w:sz w:val="22"/>
                <w:szCs w:val="22"/>
              </w:rPr>
              <w:t xml:space="preserve">. </w:t>
            </w:r>
            <w:r w:rsidR="00807CB1">
              <w:rPr>
                <w:i/>
                <w:sz w:val="22"/>
                <w:szCs w:val="22"/>
              </w:rPr>
              <w:t>(cf. le cahier des charges)</w:t>
            </w:r>
          </w:p>
          <w:p w14:paraId="0B242F7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CEA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9FD124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CB32F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34BE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F809CC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0BEDFD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0D862265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8"/>
        <w:gridCol w:w="9498"/>
      </w:tblGrid>
      <w:tr w:rsidR="00D308CB" w14:paraId="50E8BCC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6DE233C3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 public ciblé : </w:t>
            </w:r>
          </w:p>
          <w:p w14:paraId="19E8AD17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rFonts w:cs="Arial"/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quel public sera visé par le projet</w:t>
            </w:r>
            <w:r w:rsidRPr="000B53A6">
              <w:rPr>
                <w:rFonts w:cs="Arial"/>
                <w:i/>
                <w:sz w:val="22"/>
                <w:szCs w:val="22"/>
              </w:rPr>
              <w:t xml:space="preserve">. </w:t>
            </w:r>
          </w:p>
          <w:p w14:paraId="0E44F8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FF8DE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F424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214CB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89629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98582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D79CD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4DE7C3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50A9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85FA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B38A3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75AF04EA" w14:textId="77777777" w:rsidTr="67E4092B">
        <w:trPr>
          <w:gridBefore w:val="1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19FAD26" w14:textId="42F7F00B" w:rsidR="00D308CB" w:rsidRPr="000B53A6" w:rsidRDefault="00241F2E" w:rsidP="000B53A6">
            <w:pPr>
              <w:pStyle w:val="Titre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lastRenderedPageBreak/>
              <w:t>V</w:t>
            </w:r>
            <w:r w:rsidR="008F7BE4">
              <w:rPr>
                <w:sz w:val="22"/>
                <w:szCs w:val="22"/>
                <w:u w:val="single"/>
              </w:rPr>
              <w:t xml:space="preserve"> </w:t>
            </w:r>
            <w:r w:rsidR="00D308CB" w:rsidRPr="67E4092B">
              <w:rPr>
                <w:sz w:val="22"/>
                <w:szCs w:val="22"/>
                <w:u w:val="single"/>
              </w:rPr>
              <w:t xml:space="preserve">Les moyens de mise en œuvre de l’action : </w:t>
            </w:r>
          </w:p>
          <w:p w14:paraId="15C28132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 :</w:t>
            </w:r>
          </w:p>
          <w:p w14:paraId="01FBC0DF" w14:textId="4E3635C8" w:rsidR="000B53A6" w:rsidRPr="000B53A6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Intervenants : Il s’agit de préciser les fonctions des personnes directement et/ ou indirectement affectées à l’action ainsi que le temps prévisionnel (fonction, mission, effectifs ETP rémunéré, heures totales d’intervention</w:t>
            </w:r>
            <w:r w:rsidR="002C5585" w:rsidRPr="67E4092B">
              <w:rPr>
                <w:i/>
                <w:iCs/>
                <w:sz w:val="22"/>
                <w:szCs w:val="22"/>
              </w:rPr>
              <w:t xml:space="preserve">, </w:t>
            </w:r>
            <w:r w:rsidRPr="67E4092B">
              <w:rPr>
                <w:i/>
                <w:iCs/>
                <w:sz w:val="22"/>
                <w:szCs w:val="22"/>
              </w:rPr>
              <w:t>qualification…).</w:t>
            </w:r>
          </w:p>
          <w:p w14:paraId="5EA9FBC4" w14:textId="5850900B" w:rsidR="00D308CB" w:rsidRPr="000B53A6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Moyens matériels : Il s’agit de préciser tous les moyens matériels et immatériels utilisés pour les besoins du projet (locaux, logiciel…).</w:t>
            </w:r>
          </w:p>
          <w:p w14:paraId="3A2C7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0763F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3E1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2FE7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5B5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CD6492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3C1C26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AA8D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3C94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10997C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10CF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7FB77D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3126B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A7B38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8E2681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016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CFBD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FACA5" w14:textId="1E343486" w:rsidR="000B53A6" w:rsidRPr="008F5CB9" w:rsidRDefault="000B53A6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48A5991D" w14:textId="77777777" w:rsidTr="67E4092B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379A608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Les partenaires impliqués (techniques et financiers) : </w:t>
            </w:r>
          </w:p>
          <w:p w14:paraId="1CE382AF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indiquera dans la mise en œuvre et/ou sur le suivi du projet les partenaires impliqués dans le projet. </w:t>
            </w:r>
          </w:p>
          <w:p w14:paraId="5F193E2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67147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D3356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B4A5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C3688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31273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FBA983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6F3087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3EFC0DC" w14:textId="77BF2E49" w:rsidR="00C343C9" w:rsidRDefault="00C343C9" w:rsidP="00D308CB">
      <w:pPr>
        <w:spacing w:after="160" w:line="259" w:lineRule="auto"/>
        <w:rPr>
          <w:rFonts w:asciiTheme="minorHAnsi" w:hAnsiTheme="minorHAnsi"/>
          <w:b/>
        </w:rPr>
      </w:pPr>
    </w:p>
    <w:p w14:paraId="7C5F9F9E" w14:textId="77777777" w:rsidR="00C343C9" w:rsidRDefault="00C343C9">
      <w:pPr>
        <w:spacing w:before="0"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81EFC3B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p w14:paraId="6FC66ACC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282907E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9FBFAC3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pilotage et l’évaluation :</w:t>
            </w:r>
          </w:p>
          <w:p w14:paraId="42CFDEFC" w14:textId="7333E349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les modalités de pilotage</w:t>
            </w:r>
            <w:r w:rsidR="002C5585">
              <w:rPr>
                <w:i/>
                <w:sz w:val="22"/>
                <w:szCs w:val="22"/>
              </w:rPr>
              <w:t xml:space="preserve"> et d’évaluation du projet</w:t>
            </w:r>
            <w:r w:rsidRPr="000B53A6">
              <w:rPr>
                <w:i/>
                <w:sz w:val="22"/>
                <w:szCs w:val="22"/>
              </w:rPr>
              <w:t>, indicateurs permettant d’évaluer l’atteinte des objectifs.</w:t>
            </w:r>
            <w:r w:rsidR="00932A08">
              <w:rPr>
                <w:i/>
                <w:sz w:val="22"/>
                <w:szCs w:val="22"/>
              </w:rPr>
              <w:t xml:space="preserve"> </w:t>
            </w:r>
            <w:r w:rsidR="00932A08">
              <w:rPr>
                <w:i/>
                <w:sz w:val="22"/>
                <w:szCs w:val="22"/>
              </w:rPr>
              <w:t>(cf. le cahier des charges)</w:t>
            </w:r>
          </w:p>
          <w:p w14:paraId="3BAA4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DCE1FC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A6D3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6101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AA95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82AB1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587DCA8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A3B0C40" w14:textId="4F00055D" w:rsidR="00C343C9" w:rsidRDefault="00C343C9" w:rsidP="001806DE">
      <w:pPr>
        <w:rPr>
          <w:b/>
          <w:bCs/>
          <w:u w:val="single"/>
        </w:rPr>
      </w:pPr>
    </w:p>
    <w:p w14:paraId="4EDAAA6F" w14:textId="77777777" w:rsidR="00C343C9" w:rsidRDefault="00C343C9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B7E7FF7" w14:textId="77777777" w:rsidR="00D308CB" w:rsidRDefault="00D308CB" w:rsidP="001806DE">
      <w:pPr>
        <w:rPr>
          <w:b/>
          <w:bCs/>
          <w:u w:val="single"/>
        </w:rPr>
      </w:pPr>
    </w:p>
    <w:p w14:paraId="32EA4218" w14:textId="77777777" w:rsidR="00931DBA" w:rsidRDefault="00931DBA" w:rsidP="001806DE">
      <w:pPr>
        <w:rPr>
          <w:b/>
          <w:bCs/>
          <w:u w:val="single"/>
        </w:rPr>
      </w:pPr>
    </w:p>
    <w:p w14:paraId="1FEEAB77" w14:textId="0BE7C12D" w:rsidR="00D308CB" w:rsidRPr="00931DBA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Planning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655B002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234C36F" w14:textId="325EEA41" w:rsidR="00D308CB" w:rsidRPr="00931DBA" w:rsidRDefault="00D308CB" w:rsidP="00931DBA">
            <w:pPr>
              <w:pStyle w:val="Titre2"/>
              <w:rPr>
                <w:i/>
                <w:iCs/>
                <w:sz w:val="22"/>
                <w:szCs w:val="22"/>
              </w:rPr>
            </w:pPr>
            <w:bookmarkStart w:id="1" w:name="_Hlk61348502"/>
            <w:r w:rsidRPr="67E4092B">
              <w:rPr>
                <w:i/>
                <w:iCs/>
                <w:sz w:val="22"/>
                <w:szCs w:val="22"/>
              </w:rPr>
              <w:t>Le candidat indiquera le planning prévisionnel de son projet (il pourra l’intégrer dans un autre format en annexe</w:t>
            </w:r>
            <w:r w:rsidR="00E04E55" w:rsidRPr="67E4092B"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67E4092B">
              <w:rPr>
                <w:i/>
                <w:iCs/>
                <w:sz w:val="22"/>
                <w:szCs w:val="22"/>
              </w:rPr>
              <w:t xml:space="preserve">). </w:t>
            </w:r>
          </w:p>
          <w:bookmarkEnd w:id="1"/>
          <w:p w14:paraId="4DDA1674" w14:textId="5FF66AE8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B703E78" w14:textId="6C19428E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01B2DEF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9C37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E1B8758" w14:textId="41DE85EC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C47B04" w14:textId="5CAFF87B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BCCDE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4ED62E" w14:textId="77777777" w:rsidR="00C4257B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2436E8" w14:textId="7D873024" w:rsidR="00C4257B" w:rsidRPr="008F5CB9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664D958A" w14:textId="54837B4E" w:rsidR="00BB28A6" w:rsidRDefault="00BB28A6" w:rsidP="001806DE">
      <w:pPr>
        <w:rPr>
          <w:b/>
          <w:bCs/>
          <w:sz w:val="22"/>
          <w:szCs w:val="22"/>
          <w:u w:val="single"/>
        </w:rPr>
      </w:pPr>
    </w:p>
    <w:p w14:paraId="531E51AD" w14:textId="77777777" w:rsidR="00BB28A6" w:rsidRDefault="00BB28A6">
      <w:pPr>
        <w:spacing w:before="0" w:after="160" w:line="259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49F198E6" w14:textId="77777777" w:rsidR="00D308CB" w:rsidRPr="00C4257B" w:rsidRDefault="00D308CB" w:rsidP="001806DE">
      <w:pPr>
        <w:rPr>
          <w:b/>
          <w:bCs/>
          <w:sz w:val="22"/>
          <w:szCs w:val="22"/>
          <w:u w:val="single"/>
        </w:rPr>
      </w:pPr>
    </w:p>
    <w:p w14:paraId="60C74B9E" w14:textId="3D43CEA5" w:rsidR="00D308CB" w:rsidRPr="00C4257B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>Acteurs</w:t>
      </w:r>
      <w:r w:rsidR="00BB28A6" w:rsidRPr="67E4092B">
        <w:rPr>
          <w:b/>
          <w:bCs/>
          <w:sz w:val="22"/>
          <w:szCs w:val="22"/>
        </w:rPr>
        <w:t>/équipe projet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1B6D62FA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58ACCE07" w14:textId="77777777" w:rsidR="00D308CB" w:rsidRPr="00C4257B" w:rsidRDefault="00D308CB" w:rsidP="00C4257B">
            <w:pPr>
              <w:pStyle w:val="Titre2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l’ensemble des acteurs impliqués dans le projet : </w:t>
            </w:r>
          </w:p>
          <w:p w14:paraId="37618B13" w14:textId="2785643C" w:rsidR="00C4257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L’équipe projet (qui peut être rédigée sur un autre format dans un document annexe)</w:t>
            </w:r>
            <w:r w:rsidR="006E6B04">
              <w:rPr>
                <w:i/>
                <w:iCs/>
                <w:sz w:val="22"/>
                <w:szCs w:val="22"/>
              </w:rPr>
              <w:t xml:space="preserve">, indiquer </w:t>
            </w:r>
            <w:r w:rsidR="008844FE">
              <w:rPr>
                <w:i/>
                <w:iCs/>
                <w:sz w:val="22"/>
                <w:szCs w:val="22"/>
              </w:rPr>
              <w:t>une adresse mail et un N° de téléphone du référent du projet</w:t>
            </w:r>
            <w:r w:rsidR="0069570B">
              <w:rPr>
                <w:i/>
                <w:iCs/>
                <w:sz w:val="22"/>
                <w:szCs w:val="22"/>
              </w:rPr>
              <w:t xml:space="preserve"> à minima)</w:t>
            </w:r>
          </w:p>
          <w:p w14:paraId="55935DD0" w14:textId="77777777" w:rsidR="00C4257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partenaires </w:t>
            </w:r>
          </w:p>
          <w:p w14:paraId="59C85AC8" w14:textId="1A9B5EDF" w:rsidR="00D308C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prestataires </w:t>
            </w:r>
          </w:p>
          <w:p w14:paraId="44B3D29B" w14:textId="77777777" w:rsidR="008F7BE4" w:rsidRPr="008F7BE4" w:rsidRDefault="008F7BE4" w:rsidP="008F7BE4"/>
          <w:p w14:paraId="12CBF032" w14:textId="155228FE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BFB4289" w14:textId="41344654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D7AE613" w14:textId="3ED92D69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2CAFEC10" w14:textId="73FFF042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CB11AFF" w14:textId="1182D55F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3406B10" w14:textId="77777777" w:rsidR="00C4257B" w:rsidRPr="00931DBA" w:rsidRDefault="00C4257B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4F86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3EE2A0E" w14:textId="54EB09C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E2ADEC" w14:textId="2E370B08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AEF2A6" w14:textId="229F7B63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D3777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D0567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D92FFD5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1E10DE2" w14:textId="06F5EA80" w:rsidR="0069774A" w:rsidRDefault="0069774A" w:rsidP="001806DE">
      <w:pPr>
        <w:rPr>
          <w:b/>
          <w:bCs/>
          <w:u w:val="single"/>
        </w:rPr>
      </w:pPr>
    </w:p>
    <w:p w14:paraId="2331EFF7" w14:textId="77777777" w:rsidR="0069774A" w:rsidRDefault="0069774A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82823E6" w14:textId="77777777" w:rsidR="00931DBA" w:rsidRDefault="00931DBA" w:rsidP="001806DE">
      <w:pPr>
        <w:rPr>
          <w:b/>
          <w:bCs/>
          <w:u w:val="single"/>
        </w:rPr>
      </w:pPr>
    </w:p>
    <w:p w14:paraId="48414702" w14:textId="716A49AF" w:rsidR="00D308CB" w:rsidRPr="00BB28A6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Budget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BB28A6" w14:paraId="14512CF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06C9F38B" w14:textId="57154EED" w:rsidR="00BB28A6" w:rsidRPr="00931DBA" w:rsidRDefault="00BB28A6" w:rsidP="00BB28A6">
            <w:pPr>
              <w:pStyle w:val="Titre2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le budget prévisionnel de son projet (un modèle est proposé dans les annexes au cahier des charges de l’appel à projet). </w:t>
            </w:r>
          </w:p>
          <w:p w14:paraId="1DC9FD86" w14:textId="0C90D605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90FB247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A373B4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53E961A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B53A46C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2D7A6E4" w14:textId="77777777" w:rsidR="00BB28A6" w:rsidRPr="00931DBA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2A42A1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E4B1778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D02F89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ABC658D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909057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FE2355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9E69E3" w14:textId="77777777" w:rsidR="00BB28A6" w:rsidRPr="008F5CB9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FFDE6E2" w14:textId="024BE6F7" w:rsidR="00931DBA" w:rsidRDefault="00931DBA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34E85099" w14:textId="4F68C045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00A4FAE0" w14:textId="543914C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DDFE7E" w14:textId="5B78E69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48320465" w14:textId="41DF679D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7A8CDC" w14:textId="4061563B" w:rsidR="00195150" w:rsidRDefault="00C010F4" w:rsidP="002658AB">
      <w:pPr>
        <w:pStyle w:val="Titre1"/>
        <w:jc w:val="both"/>
      </w:pPr>
      <w:r>
        <w:lastRenderedPageBreak/>
        <w:t>6</w:t>
      </w:r>
      <w:r w:rsidR="00195150" w:rsidRPr="00ED2DDB">
        <w:t xml:space="preserve"> – </w:t>
      </w:r>
      <w:r w:rsidR="00D308CB">
        <w:t>Annexes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3432"/>
        <w:gridCol w:w="3006"/>
        <w:gridCol w:w="3009"/>
      </w:tblGrid>
      <w:tr w:rsidR="00D308CB" w:rsidRPr="009B7481" w14:paraId="13316D56" w14:textId="77777777" w:rsidTr="00D308CB">
        <w:tc>
          <w:tcPr>
            <w:tcW w:w="3432" w:type="dxa"/>
            <w:vAlign w:val="center"/>
          </w:tcPr>
          <w:p w14:paraId="767CDC2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2F171345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Intitulé de l’annexe</w:t>
            </w:r>
          </w:p>
        </w:tc>
        <w:tc>
          <w:tcPr>
            <w:tcW w:w="3009" w:type="dxa"/>
            <w:vAlign w:val="center"/>
          </w:tcPr>
          <w:p w14:paraId="234B1A01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Référence au cadre de réponse obligatoire</w:t>
            </w:r>
          </w:p>
        </w:tc>
      </w:tr>
      <w:tr w:rsidR="00D308CB" w:rsidRPr="009B7481" w14:paraId="424EC82B" w14:textId="77777777" w:rsidTr="00D308CB">
        <w:tc>
          <w:tcPr>
            <w:tcW w:w="3432" w:type="dxa"/>
            <w:vAlign w:val="center"/>
          </w:tcPr>
          <w:p w14:paraId="6A3C2EF7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1</w:t>
            </w:r>
          </w:p>
        </w:tc>
        <w:tc>
          <w:tcPr>
            <w:tcW w:w="3006" w:type="dxa"/>
            <w:vAlign w:val="center"/>
          </w:tcPr>
          <w:p w14:paraId="21E2B8D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11D8B97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08FD1E46" w14:textId="77777777" w:rsidTr="00D308CB">
        <w:tc>
          <w:tcPr>
            <w:tcW w:w="3432" w:type="dxa"/>
            <w:vAlign w:val="center"/>
          </w:tcPr>
          <w:p w14:paraId="6361E23A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2</w:t>
            </w:r>
          </w:p>
        </w:tc>
        <w:tc>
          <w:tcPr>
            <w:tcW w:w="3006" w:type="dxa"/>
            <w:vAlign w:val="center"/>
          </w:tcPr>
          <w:p w14:paraId="3D30A54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0E41AFAC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6C0533C5" w14:textId="77777777" w:rsidTr="00D308CB">
        <w:tc>
          <w:tcPr>
            <w:tcW w:w="3432" w:type="dxa"/>
            <w:vAlign w:val="center"/>
          </w:tcPr>
          <w:p w14:paraId="717F0D29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3</w:t>
            </w:r>
          </w:p>
        </w:tc>
        <w:tc>
          <w:tcPr>
            <w:tcW w:w="3006" w:type="dxa"/>
            <w:vAlign w:val="center"/>
          </w:tcPr>
          <w:p w14:paraId="3228E4C4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DD0B3E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DBF4053" w14:textId="77777777" w:rsidTr="00D308CB">
        <w:tc>
          <w:tcPr>
            <w:tcW w:w="3432" w:type="dxa"/>
            <w:vAlign w:val="center"/>
          </w:tcPr>
          <w:p w14:paraId="1E9FFC23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4</w:t>
            </w:r>
          </w:p>
        </w:tc>
        <w:tc>
          <w:tcPr>
            <w:tcW w:w="3006" w:type="dxa"/>
            <w:vAlign w:val="center"/>
          </w:tcPr>
          <w:p w14:paraId="7A989005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49DA10B1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13FECFCB" w14:textId="77777777" w:rsidTr="00D308CB">
        <w:tc>
          <w:tcPr>
            <w:tcW w:w="3432" w:type="dxa"/>
            <w:vAlign w:val="center"/>
          </w:tcPr>
          <w:p w14:paraId="3D138AD1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31C14586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5E94F81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ACC4F65" w14:textId="77777777" w:rsidTr="00D308CB">
        <w:tc>
          <w:tcPr>
            <w:tcW w:w="3432" w:type="dxa"/>
            <w:vAlign w:val="center"/>
          </w:tcPr>
          <w:p w14:paraId="31766A20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26D21D2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B423BF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7AC64C" w14:textId="2172D0CB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Le candidat devra ajouter ces annexes à la suite de ce dossier dans la partie « Annexes de l’appel à projet</w:t>
      </w:r>
      <w:r w:rsidR="00931DBA">
        <w:rPr>
          <w:sz w:val="22"/>
          <w:szCs w:val="22"/>
        </w:rPr>
        <w:t>s</w:t>
      </w:r>
      <w:r w:rsidRPr="00931DBA">
        <w:rPr>
          <w:sz w:val="22"/>
          <w:szCs w:val="22"/>
        </w:rPr>
        <w:t xml:space="preserve"> » en indiquant les titres de chaque document. </w:t>
      </w:r>
    </w:p>
    <w:p w14:paraId="6C163603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 xml:space="preserve">Si les fichiers sont dans d’autres formats (ex : Excel), le candidat doit joindre en complément du cadre de réponse obligatoire ses fichiers avec un nom bien défini : </w:t>
      </w:r>
    </w:p>
    <w:p w14:paraId="2B22FA37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Exemple : CCCABTP_Annexe1_Equipeprojet_</w:t>
      </w:r>
      <w:r w:rsidRPr="00931DBA">
        <w:rPr>
          <w:i/>
          <w:sz w:val="22"/>
          <w:szCs w:val="22"/>
        </w:rPr>
        <w:t>Nom du porteur de projet</w:t>
      </w:r>
    </w:p>
    <w:p w14:paraId="758636B6" w14:textId="77777777" w:rsidR="00AA61C8" w:rsidRDefault="00AA61C8" w:rsidP="00AA61C8"/>
    <w:p w14:paraId="16BB982A" w14:textId="77777777" w:rsidR="00AA61C8" w:rsidRDefault="00AA61C8" w:rsidP="00AA61C8"/>
    <w:p w14:paraId="0556842D" w14:textId="77777777" w:rsidR="00AA61C8" w:rsidRDefault="00AA61C8" w:rsidP="00AA61C8"/>
    <w:p w14:paraId="61ABD294" w14:textId="77777777" w:rsidR="00AA61C8" w:rsidRDefault="00AA61C8" w:rsidP="00AA61C8"/>
    <w:p w14:paraId="661DC7D6" w14:textId="77777777" w:rsidR="00AA61C8" w:rsidRDefault="00AA61C8" w:rsidP="00AA61C8"/>
    <w:p w14:paraId="4899F8AE" w14:textId="77777777" w:rsidR="00AA61C8" w:rsidRDefault="00AA61C8" w:rsidP="00AA61C8"/>
    <w:p w14:paraId="72ECA5F2" w14:textId="77777777" w:rsidR="00AA61C8" w:rsidRDefault="00AA61C8" w:rsidP="00AA61C8"/>
    <w:p w14:paraId="572C62F9" w14:textId="77777777" w:rsidR="00AA61C8" w:rsidRDefault="00AA61C8" w:rsidP="00AA61C8"/>
    <w:p w14:paraId="460203C7" w14:textId="77777777" w:rsidR="00AA61C8" w:rsidRDefault="00AA61C8" w:rsidP="00AA61C8"/>
    <w:p w14:paraId="7EF44BE2" w14:textId="77777777" w:rsidR="00AA61C8" w:rsidRDefault="00AA61C8" w:rsidP="00AA61C8"/>
    <w:p w14:paraId="6E524A4E" w14:textId="77777777" w:rsidR="00AA61C8" w:rsidRDefault="00AA61C8" w:rsidP="00AA61C8"/>
    <w:p w14:paraId="38EDE6CB" w14:textId="3F079977" w:rsidR="00AA61C8" w:rsidRDefault="00AA61C8" w:rsidP="00AA61C8">
      <w:pPr>
        <w:tabs>
          <w:tab w:val="left" w:pos="228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C9EC764" wp14:editId="21973C34">
                <wp:simplePos x="0" y="0"/>
                <wp:positionH relativeFrom="page">
                  <wp:align>right</wp:align>
                </wp:positionH>
                <wp:positionV relativeFrom="paragraph">
                  <wp:posOffset>-2073910</wp:posOffset>
                </wp:positionV>
                <wp:extent cx="3404235" cy="9761220"/>
                <wp:effectExtent l="0" t="0" r="5715" b="0"/>
                <wp:wrapNone/>
                <wp:docPr id="124281990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4235" cy="9761220"/>
                        </a:xfrm>
                        <a:prstGeom prst="rect">
                          <a:avLst/>
                        </a:prstGeom>
                        <a:solidFill>
                          <a:srgbClr val="FDEB1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3CD91" id="Rectangle 14" o:spid="_x0000_s1026" style="position:absolute;margin-left:216.85pt;margin-top:-163.3pt;width:268.05pt;height:768.6pt;z-index:251679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" fillcolor="#fdeb1a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9C02D83" wp14:editId="5BE594E2">
                <wp:simplePos x="0" y="0"/>
                <wp:positionH relativeFrom="column">
                  <wp:posOffset>5866130</wp:posOffset>
                </wp:positionH>
                <wp:positionV relativeFrom="paragraph">
                  <wp:posOffset>-894080</wp:posOffset>
                </wp:positionV>
                <wp:extent cx="789305" cy="880745"/>
                <wp:effectExtent l="0" t="0" r="0" b="0"/>
                <wp:wrapNone/>
                <wp:docPr id="1568262173" name="Forme libre : form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9305" cy="880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9603" h="881148">
                              <a:moveTo>
                                <a:pt x="0" y="0"/>
                              </a:moveTo>
                              <a:lnTo>
                                <a:pt x="789603" y="0"/>
                              </a:lnTo>
                              <a:lnTo>
                                <a:pt x="789603" y="881148"/>
                              </a:lnTo>
                              <a:lnTo>
                                <a:pt x="0" y="8811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9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3B2BD" id="Forme libre : forme 15" o:spid="_x0000_s1026" style="position:absolute;margin-left:461.9pt;margin-top:-70.4pt;width:62.15pt;height:69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9603,881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" path="m,l789603,r,881148l,881148,,xe" stroked="f">
                <v:fill r:id="rId20" o:title="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542823" wp14:editId="721A762B">
                <wp:simplePos x="0" y="0"/>
                <wp:positionH relativeFrom="page">
                  <wp:align>left</wp:align>
                </wp:positionH>
                <wp:positionV relativeFrom="paragraph">
                  <wp:posOffset>371475</wp:posOffset>
                </wp:positionV>
                <wp:extent cx="1811020" cy="1047750"/>
                <wp:effectExtent l="0" t="0" r="0" b="0"/>
                <wp:wrapNone/>
                <wp:docPr id="700609257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1020" cy="1047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1245" h="1047750">
                              <a:moveTo>
                                <a:pt x="0" y="0"/>
                              </a:moveTo>
                              <a:lnTo>
                                <a:pt x="1811245" y="0"/>
                              </a:lnTo>
                              <a:lnTo>
                                <a:pt x="1811245" y="1047750"/>
                              </a:lnTo>
                              <a:lnTo>
                                <a:pt x="0" y="10477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1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6CDA" id="Forme libre : forme 13" o:spid="_x0000_s1026" style="position:absolute;margin-left:0;margin-top:29.25pt;width:142.6pt;height:82.5pt;z-index:2517217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1811245,104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" path="m,l1811245,r,1047750l,1047750,,xe" stroked="f">
                <v:fill r:id="rId22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19BBCB32" w14:textId="77777777" w:rsidR="00AA61C8" w:rsidRPr="006C5F2C" w:rsidRDefault="00AA61C8" w:rsidP="00AA61C8"/>
    <w:p w14:paraId="546F01A6" w14:textId="77777777" w:rsidR="00AA61C8" w:rsidRPr="006C5F2C" w:rsidRDefault="00AA61C8" w:rsidP="00AA61C8"/>
    <w:p w14:paraId="419F17E5" w14:textId="77777777" w:rsidR="00AA61C8" w:rsidRPr="006C5F2C" w:rsidRDefault="00AA61C8" w:rsidP="00AA61C8"/>
    <w:p w14:paraId="0F6476D3" w14:textId="77777777" w:rsidR="00AA61C8" w:rsidRDefault="00AA61C8" w:rsidP="00AA61C8"/>
    <w:p w14:paraId="1C2F2CD5" w14:textId="70C20EAF" w:rsidR="00AA61C8" w:rsidRDefault="00AA61C8" w:rsidP="00AA61C8">
      <w:pPr>
        <w:tabs>
          <w:tab w:val="left" w:pos="34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949445" wp14:editId="4553AF22">
                <wp:simplePos x="0" y="0"/>
                <wp:positionH relativeFrom="margin">
                  <wp:align>center</wp:align>
                </wp:positionH>
                <wp:positionV relativeFrom="paragraph">
                  <wp:posOffset>1319530</wp:posOffset>
                </wp:positionV>
                <wp:extent cx="6696075" cy="4551680"/>
                <wp:effectExtent l="0" t="0" r="0" b="0"/>
                <wp:wrapNone/>
                <wp:docPr id="1722390194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4551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FA8C1D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 Black" w:eastAsia="Yu Gothic Light" w:hAnsi="Raleway Black"/>
                                <w:b/>
                                <w:bCs/>
                                <w:color w:val="1D1D1B"/>
                                <w:kern w:val="24"/>
                                <w:sz w:val="32"/>
                                <w:szCs w:val="32"/>
                              </w:rPr>
                            </w:pPr>
                            <w:hyperlink r:id="rId23" w:history="1">
                              <w:r w:rsidRPr="00912EDB">
                                <w:rPr>
                                  <w:rFonts w:ascii="Raleway Black" w:eastAsia="Yu Gothic Light" w:hAnsi="Raleway Black"/>
                                  <w:color w:val="1D1D1B"/>
                                  <w:kern w:val="24"/>
                                  <w:sz w:val="32"/>
                                  <w:szCs w:val="32"/>
                                </w:rPr>
                                <w:t>www.appels-a-projets-cccabtp.fr</w:t>
                              </w:r>
                            </w:hyperlink>
                          </w:p>
                          <w:p w14:paraId="16DE03D0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 Black" w:eastAsia="Yu Gothic Light" w:hAnsi="Raleway Black"/>
                                <w:b/>
                                <w:bCs/>
                                <w:color w:val="1D1D1B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14:paraId="5E44FCC8" w14:textId="77777777" w:rsidR="00AA61C8" w:rsidRPr="00353F8C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Pour plus d'informations, contactez le CCCA-BTP</w:t>
                            </w:r>
                          </w:p>
                          <w:p w14:paraId="17A263AB" w14:textId="77777777" w:rsidR="00AA61C8" w:rsidRPr="00353F8C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19, rue du Père Corentin</w:t>
                            </w:r>
                          </w:p>
                          <w:p w14:paraId="4BD656E2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75014 Paris</w:t>
                            </w:r>
                          </w:p>
                          <w:p w14:paraId="78D00C0B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606AEA12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Direction des Appels à Projets</w:t>
                            </w:r>
                            <w:r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 xml:space="preserve">et des Expérimentations </w:t>
                            </w:r>
                          </w:p>
                          <w:p w14:paraId="00A299EC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(DAPEX)</w:t>
                            </w:r>
                          </w:p>
                          <w:p w14:paraId="78F79CFE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4E4EA732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3A711656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1F72ADAC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4944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44" type="#_x0000_t202" style="position:absolute;margin-left:0;margin-top:103.9pt;width:527.25pt;height:358.4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" filled="f" stroked="f">
                <v:textbox style="mso-fit-shape-to-text:t" inset="0,0,0,0">
                  <w:txbxContent>
                    <w:p w14:paraId="30FA8C1D" w14:textId="77777777" w:rsidR="00AA61C8" w:rsidRPr="00912EDB" w:rsidRDefault="00AA61C8" w:rsidP="00AA61C8">
                      <w:pPr>
                        <w:jc w:val="center"/>
                        <w:rPr>
                          <w:rFonts w:ascii="Raleway Black" w:eastAsia="Yu Gothic Light" w:hAnsi="Raleway Black"/>
                          <w:b/>
                          <w:bCs/>
                          <w:color w:val="1D1D1B"/>
                          <w:kern w:val="24"/>
                          <w:sz w:val="32"/>
                          <w:szCs w:val="32"/>
                        </w:rPr>
                      </w:pPr>
                      <w:hyperlink r:id="rId24" w:history="1">
                        <w:r w:rsidRPr="00912EDB">
                          <w:rPr>
                            <w:rFonts w:ascii="Raleway Black" w:eastAsia="Yu Gothic Light" w:hAnsi="Raleway Black"/>
                            <w:color w:val="1D1D1B"/>
                            <w:kern w:val="24"/>
                            <w:sz w:val="32"/>
                            <w:szCs w:val="32"/>
                          </w:rPr>
                          <w:t>www.appels-a-projets-cccabtp.fr</w:t>
                        </w:r>
                      </w:hyperlink>
                    </w:p>
                    <w:p w14:paraId="16DE03D0" w14:textId="77777777" w:rsidR="00AA61C8" w:rsidRPr="00912EDB" w:rsidRDefault="00AA61C8" w:rsidP="00AA61C8">
                      <w:pPr>
                        <w:jc w:val="center"/>
                        <w:rPr>
                          <w:rFonts w:ascii="Raleway Black" w:eastAsia="Yu Gothic Light" w:hAnsi="Raleway Black"/>
                          <w:b/>
                          <w:bCs/>
                          <w:color w:val="1D1D1B"/>
                          <w:kern w:val="24"/>
                          <w:sz w:val="32"/>
                          <w:szCs w:val="32"/>
                        </w:rPr>
                      </w:pPr>
                    </w:p>
                    <w:p w14:paraId="5E44FCC8" w14:textId="77777777" w:rsidR="00AA61C8" w:rsidRPr="00353F8C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Pour plus d'informations, contactez le CCCA-BTP</w:t>
                      </w:r>
                    </w:p>
                    <w:p w14:paraId="17A263AB" w14:textId="77777777" w:rsidR="00AA61C8" w:rsidRPr="00353F8C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19, rue du Père Corentin</w:t>
                      </w:r>
                    </w:p>
                    <w:p w14:paraId="4BD656E2" w14:textId="77777777" w:rsidR="00AA61C8" w:rsidRPr="00912EDB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75014 Paris</w:t>
                      </w:r>
                    </w:p>
                    <w:p w14:paraId="78D00C0B" w14:textId="77777777" w:rsidR="00AA61C8" w:rsidRPr="00912EDB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606AEA12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Direction des Appels à Projets</w:t>
                      </w:r>
                      <w:r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 xml:space="preserve"> </w:t>
                      </w: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 xml:space="preserve">et des Expérimentations </w:t>
                      </w:r>
                    </w:p>
                    <w:p w14:paraId="00A299EC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(DAPEX)</w:t>
                      </w:r>
                    </w:p>
                    <w:p w14:paraId="78F79CFE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4E4EA732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3A711656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1F72ADAC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08CE79" wp14:editId="5BA772A7">
                <wp:simplePos x="0" y="0"/>
                <wp:positionH relativeFrom="margin">
                  <wp:align>center</wp:align>
                </wp:positionH>
                <wp:positionV relativeFrom="paragraph">
                  <wp:posOffset>407670</wp:posOffset>
                </wp:positionV>
                <wp:extent cx="6696075" cy="498475"/>
                <wp:effectExtent l="0" t="0" r="0" b="0"/>
                <wp:wrapNone/>
                <wp:docPr id="601159177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498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76E6F0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 Black" w:hAnsi="Raleway Black"/>
                                <w:spacing w:val="177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912EDB">
                              <w:rPr>
                                <w:rFonts w:ascii="Raleway Black" w:hAnsi="Raleway Black"/>
                                <w:spacing w:val="177"/>
                                <w:kern w:val="24"/>
                                <w:sz w:val="48"/>
                                <w:szCs w:val="48"/>
                              </w:rPr>
                              <w:t>RENDEZ-VOUS SUR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8CE79" id="Zone de texte 11" o:spid="_x0000_s1045" type="#_x0000_t202" style="position:absolute;margin-left:0;margin-top:32.1pt;width:527.25pt;height:39.25pt;z-index:25172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" filled="f" stroked="f">
                <v:textbox style="mso-fit-shape-to-text:t" inset="0,0,0,0">
                  <w:txbxContent>
                    <w:p w14:paraId="1D76E6F0" w14:textId="77777777" w:rsidR="00AA61C8" w:rsidRPr="00912EDB" w:rsidRDefault="00AA61C8" w:rsidP="00AA61C8">
                      <w:pPr>
                        <w:jc w:val="center"/>
                        <w:rPr>
                          <w:rFonts w:ascii="Raleway Black" w:hAnsi="Raleway Black"/>
                          <w:spacing w:val="177"/>
                          <w:kern w:val="24"/>
                          <w:sz w:val="48"/>
                          <w:szCs w:val="48"/>
                        </w:rPr>
                      </w:pPr>
                      <w:r w:rsidRPr="00912EDB">
                        <w:rPr>
                          <w:rFonts w:ascii="Raleway Black" w:hAnsi="Raleway Black"/>
                          <w:spacing w:val="177"/>
                          <w:kern w:val="24"/>
                          <w:sz w:val="48"/>
                          <w:szCs w:val="48"/>
                        </w:rPr>
                        <w:t>RENDEZ-VOUS SUR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58D7B959" w14:textId="77777777" w:rsidR="00AA61C8" w:rsidRDefault="00AA61C8" w:rsidP="00AA61C8">
      <w:pPr>
        <w:tabs>
          <w:tab w:val="left" w:pos="3406"/>
        </w:tabs>
      </w:pPr>
    </w:p>
    <w:p w14:paraId="66EE8098" w14:textId="77777777" w:rsidR="00AA61C8" w:rsidRDefault="00AA61C8" w:rsidP="00AA61C8">
      <w:pPr>
        <w:tabs>
          <w:tab w:val="left" w:pos="3406"/>
        </w:tabs>
      </w:pPr>
    </w:p>
    <w:p w14:paraId="66C82B52" w14:textId="77777777" w:rsidR="00AA61C8" w:rsidRDefault="00AA61C8" w:rsidP="00AA61C8">
      <w:pPr>
        <w:tabs>
          <w:tab w:val="left" w:pos="3406"/>
        </w:tabs>
      </w:pPr>
    </w:p>
    <w:p w14:paraId="2832DC68" w14:textId="77777777" w:rsidR="00AA61C8" w:rsidRDefault="00AA61C8" w:rsidP="00AA61C8">
      <w:pPr>
        <w:tabs>
          <w:tab w:val="left" w:pos="3406"/>
        </w:tabs>
      </w:pPr>
    </w:p>
    <w:p w14:paraId="423E3FAC" w14:textId="77777777" w:rsidR="00AA61C8" w:rsidRDefault="00AA61C8" w:rsidP="00AA61C8">
      <w:pPr>
        <w:tabs>
          <w:tab w:val="left" w:pos="3406"/>
        </w:tabs>
      </w:pPr>
    </w:p>
    <w:p w14:paraId="691D84AC" w14:textId="77777777" w:rsidR="00AA61C8" w:rsidRDefault="00AA61C8" w:rsidP="00AA61C8">
      <w:pPr>
        <w:tabs>
          <w:tab w:val="left" w:pos="3406"/>
        </w:tabs>
      </w:pPr>
    </w:p>
    <w:p w14:paraId="2C77967F" w14:textId="77777777" w:rsidR="00AA61C8" w:rsidRDefault="00AA61C8" w:rsidP="00AA61C8">
      <w:pPr>
        <w:tabs>
          <w:tab w:val="left" w:pos="3406"/>
        </w:tabs>
      </w:pPr>
    </w:p>
    <w:p w14:paraId="02D56214" w14:textId="77777777" w:rsidR="00AA61C8" w:rsidRDefault="00AA61C8" w:rsidP="00AA61C8">
      <w:pPr>
        <w:tabs>
          <w:tab w:val="left" w:pos="3406"/>
        </w:tabs>
      </w:pPr>
    </w:p>
    <w:p w14:paraId="4F2047DF" w14:textId="77777777" w:rsidR="00AA61C8" w:rsidRDefault="00AA61C8" w:rsidP="00AA61C8">
      <w:pPr>
        <w:tabs>
          <w:tab w:val="left" w:pos="3406"/>
        </w:tabs>
      </w:pPr>
    </w:p>
    <w:p w14:paraId="24720F1B" w14:textId="77777777" w:rsidR="00AA61C8" w:rsidRDefault="00AA61C8" w:rsidP="00AA61C8">
      <w:pPr>
        <w:tabs>
          <w:tab w:val="left" w:pos="3406"/>
        </w:tabs>
      </w:pPr>
    </w:p>
    <w:p w14:paraId="46BA482A" w14:textId="77777777" w:rsidR="00AA61C8" w:rsidRDefault="00AA61C8" w:rsidP="00AA61C8">
      <w:pPr>
        <w:tabs>
          <w:tab w:val="left" w:pos="3406"/>
        </w:tabs>
      </w:pPr>
    </w:p>
    <w:p w14:paraId="736F466D" w14:textId="77777777" w:rsidR="00AA61C8" w:rsidRDefault="00AA61C8" w:rsidP="00AA61C8">
      <w:pPr>
        <w:tabs>
          <w:tab w:val="left" w:pos="3406"/>
        </w:tabs>
      </w:pPr>
    </w:p>
    <w:p w14:paraId="0EEDB544" w14:textId="77777777" w:rsidR="00AA61C8" w:rsidRDefault="00AA61C8" w:rsidP="00AA61C8">
      <w:pPr>
        <w:tabs>
          <w:tab w:val="left" w:pos="3406"/>
        </w:tabs>
      </w:pPr>
    </w:p>
    <w:p w14:paraId="504FBA4F" w14:textId="77777777" w:rsidR="00AA61C8" w:rsidRDefault="00AA61C8" w:rsidP="00AA61C8">
      <w:pPr>
        <w:tabs>
          <w:tab w:val="left" w:pos="3406"/>
        </w:tabs>
      </w:pPr>
    </w:p>
    <w:p w14:paraId="1DAB42EA" w14:textId="77777777" w:rsidR="00AA61C8" w:rsidRDefault="00AA61C8" w:rsidP="00AA61C8">
      <w:pPr>
        <w:tabs>
          <w:tab w:val="left" w:pos="3406"/>
        </w:tabs>
      </w:pPr>
    </w:p>
    <w:p w14:paraId="4E32D928" w14:textId="3380D9CF" w:rsidR="00AA61C8" w:rsidRDefault="00AA61C8" w:rsidP="00AA61C8">
      <w:pPr>
        <w:tabs>
          <w:tab w:val="left" w:pos="3406"/>
        </w:tabs>
      </w:pPr>
    </w:p>
    <w:p w14:paraId="0FC1BEAF" w14:textId="455F5C18" w:rsidR="00AA61C8" w:rsidRDefault="00AA61C8" w:rsidP="00AA61C8">
      <w:pPr>
        <w:tabs>
          <w:tab w:val="left" w:pos="3406"/>
        </w:tabs>
      </w:pPr>
      <w:r>
        <w:rPr>
          <w:noProof/>
        </w:rPr>
        <w:drawing>
          <wp:anchor distT="0" distB="2540" distL="114300" distR="114300" simplePos="0" relativeHeight="251685376" behindDoc="0" locked="0" layoutInCell="1" allowOverlap="1" wp14:anchorId="2BA9ED1F" wp14:editId="6625EAD9">
            <wp:simplePos x="0" y="0"/>
            <wp:positionH relativeFrom="margin">
              <wp:align>center</wp:align>
            </wp:positionH>
            <wp:positionV relativeFrom="paragraph">
              <wp:posOffset>45720</wp:posOffset>
            </wp:positionV>
            <wp:extent cx="3750945" cy="546100"/>
            <wp:effectExtent l="0" t="0" r="1905" b="6350"/>
            <wp:wrapNone/>
            <wp:docPr id="1704141168" name="Image 9" descr="Une image contenant noir, obscurit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41168" name="Image 9" descr="Une image contenant noir, obscurité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5094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BCE950" w14:textId="5FBA4E80" w:rsidR="00AA61C8" w:rsidRDefault="00AA61C8" w:rsidP="00AA61C8">
      <w:pPr>
        <w:tabs>
          <w:tab w:val="left" w:pos="34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8E59C4C" wp14:editId="09627951">
                <wp:simplePos x="0" y="0"/>
                <wp:positionH relativeFrom="page">
                  <wp:align>left</wp:align>
                </wp:positionH>
                <wp:positionV relativeFrom="paragraph">
                  <wp:posOffset>231775</wp:posOffset>
                </wp:positionV>
                <wp:extent cx="1811020" cy="1047750"/>
                <wp:effectExtent l="0" t="0" r="0" b="0"/>
                <wp:wrapNone/>
                <wp:docPr id="2082540487" name="Forme libre : form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1020" cy="1047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1245" h="1047750">
                              <a:moveTo>
                                <a:pt x="0" y="0"/>
                              </a:moveTo>
                              <a:lnTo>
                                <a:pt x="1811245" y="0"/>
                              </a:lnTo>
                              <a:lnTo>
                                <a:pt x="1811245" y="1047750"/>
                              </a:lnTo>
                              <a:lnTo>
                                <a:pt x="0" y="10477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6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B7891" id="Forme libre : forme 10" o:spid="_x0000_s1026" style="position:absolute;margin-left:0;margin-top:18.25pt;width:142.6pt;height:82.5pt;z-index:251683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1811245,104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" path="m,l1811245,r,1047750l,1047750,,xe" stroked="f">
                <v:fill r:id="rId27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684F5C34" w14:textId="060D47BC" w:rsidR="00AA61C8" w:rsidRDefault="00AA61C8" w:rsidP="00AA61C8">
      <w:pPr>
        <w:tabs>
          <w:tab w:val="left" w:pos="3406"/>
        </w:tabs>
      </w:pPr>
    </w:p>
    <w:sectPr w:rsidR="00AA61C8" w:rsidSect="00063C7E">
      <w:headerReference w:type="first" r:id="rId28"/>
      <w:pgSz w:w="11906" w:h="16838" w:code="9"/>
      <w:pgMar w:top="32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9EB13" w14:textId="77777777" w:rsidR="00F66360" w:rsidRDefault="00F66360" w:rsidP="002124E2">
      <w:r>
        <w:separator/>
      </w:r>
    </w:p>
  </w:endnote>
  <w:endnote w:type="continuationSeparator" w:id="0">
    <w:p w14:paraId="679F8A81" w14:textId="77777777" w:rsidR="00F66360" w:rsidRDefault="00F66360" w:rsidP="0021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Black">
    <w:charset w:val="00"/>
    <w:family w:val="auto"/>
    <w:pitch w:val="variable"/>
    <w:sig w:usb0="2000020F" w:usb1="00000003" w:usb2="00000000" w:usb3="00000000" w:csb0="00000197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Black">
    <w:charset w:val="00"/>
    <w:family w:val="auto"/>
    <w:pitch w:val="variable"/>
    <w:sig w:usb0="E0000AFF" w:usb1="5000217F" w:usb2="0000002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Raleway Black">
    <w:charset w:val="00"/>
    <w:family w:val="auto"/>
    <w:pitch w:val="variable"/>
    <w:sig w:usb0="A00002FF" w:usb1="5000205B" w:usb2="00000000" w:usb3="00000000" w:csb0="00000197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9785F" w14:textId="6B61548A" w:rsidR="00AD4A2E" w:rsidRDefault="00450448" w:rsidP="002124E2">
    <w:pPr>
      <w:pStyle w:val="Pieddepage"/>
    </w:pPr>
    <w:r>
      <w:rPr>
        <w:rFonts w:ascii="Arial" w:eastAsia="+mn-ea" w:hAnsi="Arial" w:cs="+mn-cs"/>
        <w:noProof/>
        <w:color w:val="636363" w:themeColor="text1"/>
        <w:kern w:val="24"/>
        <w:sz w:val="24"/>
        <w:szCs w:val="24"/>
        <w:lang w:eastAsia="fr-FR"/>
      </w:rPr>
      <mc:AlternateContent>
        <mc:Choice Requires="wps">
          <w:drawing>
            <wp:anchor distT="0" distB="0" distL="114300" distR="114300" simplePos="0" relativeHeight="251634176" behindDoc="0" locked="0" layoutInCell="1" allowOverlap="1" wp14:anchorId="0FF50FA6" wp14:editId="54CA0288">
              <wp:simplePos x="0" y="0"/>
              <wp:positionH relativeFrom="column">
                <wp:posOffset>5437563</wp:posOffset>
              </wp:positionH>
              <wp:positionV relativeFrom="paragraph">
                <wp:posOffset>47568</wp:posOffset>
              </wp:positionV>
              <wp:extent cx="1122218" cy="644236"/>
              <wp:effectExtent l="0" t="0" r="1905" b="3810"/>
              <wp:wrapNone/>
              <wp:docPr id="62184783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22218" cy="64423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875029" id="Rectangle 1" o:spid="_x0000_s1026" style="position:absolute;margin-left:428.15pt;margin-top:3.75pt;width:88.35pt;height:50.7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" fillcolor="white [3212]" stroked="f" strokeweight="1pt"/>
          </w:pict>
        </mc:Fallback>
      </mc:AlternateContent>
    </w:r>
    <w:r w:rsidR="00AD4A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7048D6" wp14:editId="64D0001C">
              <wp:simplePos x="0" y="0"/>
              <wp:positionH relativeFrom="column">
                <wp:posOffset>1041816</wp:posOffset>
              </wp:positionH>
              <wp:positionV relativeFrom="paragraph">
                <wp:posOffset>200618</wp:posOffset>
              </wp:positionV>
              <wp:extent cx="4006122" cy="405130"/>
              <wp:effectExtent l="0" t="0" r="0" b="0"/>
              <wp:wrapNone/>
              <wp:docPr id="34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122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26179" w14:textId="7E4B529B" w:rsidR="00AD4A2E" w:rsidRPr="00ED2DDB" w:rsidRDefault="00AD4A2E" w:rsidP="00ED2DDB">
                          <w:pPr>
                            <w:pStyle w:val="BasicParagraph"/>
                            <w:jc w:val="center"/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aps/>
                              <w:color w:val="1D1D1B" w:themeColor="background2"/>
                              <w:sz w:val="14"/>
                              <w:szCs w:val="14"/>
                            </w:rPr>
                            <w:t>Les appels à projets du 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— www.</w:t>
                          </w:r>
                          <w:r w:rsidRPr="00E733CA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appels-a-projets-cccabtp.fr</w:t>
                          </w:r>
                        </w:p>
                        <w:p w14:paraId="006220AC" w14:textId="77777777" w:rsidR="00AD4A2E" w:rsidRPr="00ED2DDB" w:rsidRDefault="00AD4A2E" w:rsidP="00ED2DDB">
                          <w:pPr>
                            <w:spacing w:before="0"/>
                            <w:jc w:val="center"/>
                            <w:rPr>
                              <w:color w:val="1D1D1B" w:themeColor="background2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olor w:val="1D1D1B" w:themeColor="background2"/>
                              <w:sz w:val="14"/>
                              <w:szCs w:val="14"/>
                            </w:rPr>
                            <w:t>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19, rue du Père Corentin, 75</w:t>
                          </w:r>
                          <w:r w:rsidRPr="00ED2DDB">
                            <w:rPr>
                              <w:rFonts w:ascii="Times New Roman" w:hAnsi="Times New Roman" w:cs="Times New Roman"/>
                              <w:color w:val="1D1D1B" w:themeColor="background2"/>
                              <w:sz w:val="14"/>
                              <w:szCs w:val="14"/>
                            </w:rPr>
                            <w:t> 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014 Paris — www.ccca-btp.fr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048D6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46" type="#_x0000_t202" style="position:absolute;margin-left:82.05pt;margin-top:15.8pt;width:315.45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" filled="f" stroked="f" strokeweight=".5pt">
              <v:textbox>
                <w:txbxContent>
                  <w:p w14:paraId="12026179" w14:textId="7E4B529B" w:rsidR="00AD4A2E" w:rsidRPr="00ED2DDB" w:rsidRDefault="00AD4A2E" w:rsidP="00ED2DDB">
                    <w:pPr>
                      <w:pStyle w:val="BasicParagraph"/>
                      <w:jc w:val="center"/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aps/>
                        <w:color w:val="1D1D1B" w:themeColor="background2"/>
                        <w:sz w:val="14"/>
                        <w:szCs w:val="14"/>
                      </w:rPr>
                      <w:t>Les appels à projets du 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— www.</w:t>
                    </w:r>
                    <w:r w:rsidRPr="00E733CA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appels-a-projets-cccabtp.fr</w:t>
                    </w:r>
                  </w:p>
                  <w:p w14:paraId="006220AC" w14:textId="77777777" w:rsidR="00AD4A2E" w:rsidRPr="00ED2DDB" w:rsidRDefault="00AD4A2E" w:rsidP="00ED2DDB">
                    <w:pPr>
                      <w:spacing w:before="0"/>
                      <w:jc w:val="center"/>
                      <w:rPr>
                        <w:color w:val="1D1D1B" w:themeColor="background2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olor w:val="1D1D1B" w:themeColor="background2"/>
                        <w:sz w:val="14"/>
                        <w:szCs w:val="14"/>
                      </w:rPr>
                      <w:t>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19, rue du Père Corentin, 75</w:t>
                    </w:r>
                    <w:r w:rsidRPr="00ED2DDB">
                      <w:rPr>
                        <w:rFonts w:ascii="Times New Roman" w:hAnsi="Times New Roman" w:cs="Times New Roman"/>
                        <w:color w:val="1D1D1B" w:themeColor="background2"/>
                        <w:sz w:val="14"/>
                        <w:szCs w:val="14"/>
                      </w:rPr>
                      <w:t> 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014 Paris — www.ccca-btp.fr</w:t>
                    </w:r>
                  </w:p>
                </w:txbxContent>
              </v:textbox>
            </v:shape>
          </w:pict>
        </mc:Fallback>
      </mc:AlternateContent>
    </w:r>
    <w:r w:rsidR="00AD4A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A1218C" wp14:editId="1AA110CF">
              <wp:simplePos x="0" y="0"/>
              <wp:positionH relativeFrom="margin">
                <wp:posOffset>4925695</wp:posOffset>
              </wp:positionH>
              <wp:positionV relativeFrom="paragraph">
                <wp:posOffset>284480</wp:posOffset>
              </wp:positionV>
              <wp:extent cx="569595" cy="260985"/>
              <wp:effectExtent l="0" t="0" r="0" b="5715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849041" w14:textId="77777777" w:rsidR="00AD4A2E" w:rsidRPr="006834FD" w:rsidRDefault="00AD4A2E" w:rsidP="00ED2DDB">
                          <w:pPr>
                            <w:spacing w:before="0"/>
                            <w:jc w:val="right"/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PAGE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19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t>/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27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A1218C" id="Text Box 35" o:spid="_x0000_s1047" type="#_x0000_t202" style="position:absolute;margin-left:387.85pt;margin-top:22.4pt;width:44.85pt;height: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" filled="f" stroked="f" strokeweight=".5pt">
              <v:textbox>
                <w:txbxContent>
                  <w:p w14:paraId="4E849041" w14:textId="77777777" w:rsidR="00AD4A2E" w:rsidRPr="006834FD" w:rsidRDefault="00AD4A2E" w:rsidP="00ED2DDB">
                    <w:pPr>
                      <w:spacing w:before="0"/>
                      <w:jc w:val="right"/>
                      <w:rPr>
                        <w:color w:val="1D1D1B" w:themeColor="background2"/>
                        <w:sz w:val="14"/>
                        <w:szCs w:val="14"/>
                      </w:rPr>
                    </w:pP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PAGE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19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t>/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27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1E72C" w14:textId="669509E0" w:rsidR="00821C53" w:rsidRDefault="00821C53">
    <w:pPr>
      <w:pStyle w:val="Pieddepage"/>
    </w:pPr>
    <w:r w:rsidRPr="00CC3AFB">
      <w:rPr>
        <w:noProof/>
      </w:rPr>
      <w:drawing>
        <wp:anchor distT="0" distB="0" distL="114300" distR="114300" simplePos="0" relativeHeight="251695104" behindDoc="0" locked="0" layoutInCell="1" allowOverlap="1" wp14:anchorId="6117ECFB" wp14:editId="25F0B394">
          <wp:simplePos x="0" y="0"/>
          <wp:positionH relativeFrom="column">
            <wp:posOffset>4509135</wp:posOffset>
          </wp:positionH>
          <wp:positionV relativeFrom="paragraph">
            <wp:posOffset>835660</wp:posOffset>
          </wp:positionV>
          <wp:extent cx="2959735" cy="325120"/>
          <wp:effectExtent l="0" t="0" r="0" b="0"/>
          <wp:wrapNone/>
          <wp:docPr id="116198463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1866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735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7F4D">
      <w:rPr>
        <w:noProof/>
      </w:rPr>
      <w:drawing>
        <wp:anchor distT="0" distB="0" distL="114300" distR="114300" simplePos="0" relativeHeight="251694080" behindDoc="0" locked="0" layoutInCell="1" allowOverlap="1" wp14:anchorId="7A2E9ED5" wp14:editId="1E25F954">
          <wp:simplePos x="0" y="0"/>
          <wp:positionH relativeFrom="column">
            <wp:posOffset>3093720</wp:posOffset>
          </wp:positionH>
          <wp:positionV relativeFrom="paragraph">
            <wp:posOffset>835660</wp:posOffset>
          </wp:positionV>
          <wp:extent cx="1094740" cy="756285"/>
          <wp:effectExtent l="0" t="0" r="0" b="5715"/>
          <wp:wrapNone/>
          <wp:docPr id="1412317114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01" t="9035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E59">
      <w:rPr>
        <w:noProof/>
      </w:rPr>
      <w:drawing>
        <wp:anchor distT="0" distB="0" distL="114300" distR="114300" simplePos="0" relativeHeight="251693056" behindDoc="0" locked="0" layoutInCell="1" allowOverlap="1" wp14:anchorId="51E3C9A5" wp14:editId="31DAC6B6">
          <wp:simplePos x="0" y="0"/>
          <wp:positionH relativeFrom="column">
            <wp:posOffset>-12700</wp:posOffset>
          </wp:positionH>
          <wp:positionV relativeFrom="paragraph">
            <wp:posOffset>835660</wp:posOffset>
          </wp:positionV>
          <wp:extent cx="2438400" cy="692150"/>
          <wp:effectExtent l="0" t="0" r="0" b="0"/>
          <wp:wrapNone/>
          <wp:docPr id="1469730772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405615" name="Image 1" descr="Une image contenant Police, Graphique, logo, texte&#10;&#10;Le contenu généré par l’IA peut êtr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692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C45B7" w14:textId="77777777" w:rsidR="00F66360" w:rsidRDefault="00F66360" w:rsidP="002124E2">
      <w:r>
        <w:separator/>
      </w:r>
    </w:p>
  </w:footnote>
  <w:footnote w:type="continuationSeparator" w:id="0">
    <w:p w14:paraId="0EC09859" w14:textId="77777777" w:rsidR="00F66360" w:rsidRDefault="00F66360" w:rsidP="00212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91513" w14:textId="38B4D33C" w:rsidR="00821C53" w:rsidRDefault="00556AE5">
    <w:pPr>
      <w:pStyle w:val="En-tte"/>
    </w:pPr>
    <w:r w:rsidRPr="00CC3AFB">
      <w:rPr>
        <w:noProof/>
      </w:rPr>
      <w:drawing>
        <wp:anchor distT="0" distB="0" distL="114300" distR="114300" simplePos="0" relativeHeight="251699200" behindDoc="0" locked="0" layoutInCell="1" allowOverlap="1" wp14:anchorId="2C41ACB5" wp14:editId="71B639DA">
          <wp:simplePos x="0" y="0"/>
          <wp:positionH relativeFrom="column">
            <wp:posOffset>3631565</wp:posOffset>
          </wp:positionH>
          <wp:positionV relativeFrom="paragraph">
            <wp:posOffset>-415290</wp:posOffset>
          </wp:positionV>
          <wp:extent cx="2959735" cy="325120"/>
          <wp:effectExtent l="0" t="0" r="0" b="0"/>
          <wp:wrapNone/>
          <wp:docPr id="19828634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1866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735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7F4D">
      <w:rPr>
        <w:noProof/>
      </w:rPr>
      <w:drawing>
        <wp:anchor distT="0" distB="0" distL="114300" distR="114300" simplePos="0" relativeHeight="251698176" behindDoc="0" locked="0" layoutInCell="1" allowOverlap="1" wp14:anchorId="4F2A5159" wp14:editId="76D65E72">
          <wp:simplePos x="0" y="0"/>
          <wp:positionH relativeFrom="column">
            <wp:posOffset>2214245</wp:posOffset>
          </wp:positionH>
          <wp:positionV relativeFrom="paragraph">
            <wp:posOffset>-415290</wp:posOffset>
          </wp:positionV>
          <wp:extent cx="1094740" cy="756285"/>
          <wp:effectExtent l="0" t="0" r="0" b="5715"/>
          <wp:wrapNone/>
          <wp:docPr id="918924283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01" t="9035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E59">
      <w:rPr>
        <w:noProof/>
      </w:rPr>
      <w:drawing>
        <wp:anchor distT="0" distB="0" distL="114300" distR="114300" simplePos="0" relativeHeight="251697152" behindDoc="0" locked="0" layoutInCell="1" allowOverlap="1" wp14:anchorId="009DEF5D" wp14:editId="18F23E2B">
          <wp:simplePos x="0" y="0"/>
          <wp:positionH relativeFrom="column">
            <wp:posOffset>-888800</wp:posOffset>
          </wp:positionH>
          <wp:positionV relativeFrom="paragraph">
            <wp:posOffset>-412254</wp:posOffset>
          </wp:positionV>
          <wp:extent cx="2438525" cy="692186"/>
          <wp:effectExtent l="0" t="0" r="0" b="0"/>
          <wp:wrapNone/>
          <wp:docPr id="1309683500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405615" name="Image 1" descr="Une image contenant Police, Graphique, logo, texte&#10;&#10;Le contenu généré par l’IA peut êtr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525" cy="692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08A0" w14:textId="52C60228" w:rsidR="00C91E07" w:rsidRDefault="00EF095D" w:rsidP="00C91E07">
    <w:r w:rsidRPr="003C7F4D">
      <w:rPr>
        <w:noProof/>
      </w:rPr>
      <w:drawing>
        <wp:anchor distT="0" distB="0" distL="114300" distR="114300" simplePos="0" relativeHeight="251680768" behindDoc="0" locked="0" layoutInCell="1" allowOverlap="1" wp14:anchorId="35691498" wp14:editId="300E987C">
          <wp:simplePos x="0" y="0"/>
          <wp:positionH relativeFrom="column">
            <wp:posOffset>2265132</wp:posOffset>
          </wp:positionH>
          <wp:positionV relativeFrom="paragraph">
            <wp:posOffset>-695325</wp:posOffset>
          </wp:positionV>
          <wp:extent cx="1094740" cy="756285"/>
          <wp:effectExtent l="0" t="0" r="0" b="5715"/>
          <wp:wrapNone/>
          <wp:docPr id="1351207592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01" t="9035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7D3C" w:rsidRPr="00CC3AFB">
      <w:rPr>
        <w:noProof/>
      </w:rPr>
      <w:drawing>
        <wp:anchor distT="0" distB="0" distL="114300" distR="114300" simplePos="0" relativeHeight="251682816" behindDoc="0" locked="0" layoutInCell="1" allowOverlap="1" wp14:anchorId="6606F16A" wp14:editId="3AFCAB3B">
          <wp:simplePos x="0" y="0"/>
          <wp:positionH relativeFrom="column">
            <wp:posOffset>3682913</wp:posOffset>
          </wp:positionH>
          <wp:positionV relativeFrom="paragraph">
            <wp:posOffset>-695325</wp:posOffset>
          </wp:positionV>
          <wp:extent cx="2959829" cy="325677"/>
          <wp:effectExtent l="0" t="0" r="0" b="0"/>
          <wp:wrapNone/>
          <wp:docPr id="32818669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186693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829" cy="325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3303" w:rsidRPr="00513E59">
      <w:rPr>
        <w:noProof/>
      </w:rPr>
      <w:drawing>
        <wp:anchor distT="0" distB="0" distL="114300" distR="114300" simplePos="0" relativeHeight="251678720" behindDoc="0" locked="0" layoutInCell="1" allowOverlap="1" wp14:anchorId="6CC06352" wp14:editId="0A41DCA4">
          <wp:simplePos x="0" y="0"/>
          <wp:positionH relativeFrom="column">
            <wp:posOffset>-839244</wp:posOffset>
          </wp:positionH>
          <wp:positionV relativeFrom="paragraph">
            <wp:posOffset>-692785</wp:posOffset>
          </wp:positionV>
          <wp:extent cx="2438525" cy="692186"/>
          <wp:effectExtent l="0" t="0" r="0" b="0"/>
          <wp:wrapNone/>
          <wp:docPr id="734405615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405615" name="Image 1" descr="Une image contenant Police, Graphique, logo, texte&#10;&#10;Le contenu généré par l’IA peut êtr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525" cy="692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1E07"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1E48972" wp14:editId="1BBA29C4">
              <wp:simplePos x="0" y="0"/>
              <wp:positionH relativeFrom="margin">
                <wp:align>center</wp:align>
              </wp:positionH>
              <wp:positionV relativeFrom="paragraph">
                <wp:posOffset>8343900</wp:posOffset>
              </wp:positionV>
              <wp:extent cx="6696075" cy="335915"/>
              <wp:effectExtent l="0" t="0" r="0" b="0"/>
              <wp:wrapNone/>
              <wp:docPr id="43313405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96075" cy="335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9DCD3D" w14:textId="13709346" w:rsidR="007F3386" w:rsidRPr="001454A2" w:rsidRDefault="007F3386" w:rsidP="007F3386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48972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48" type="#_x0000_t202" style="position:absolute;margin-left:0;margin-top:657pt;width:527.25pt;height:26.45pt;z-index:251646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" filled="f" stroked="f">
              <v:textbox style="mso-fit-shape-to-text:t" inset="0,0,0,0">
                <w:txbxContent>
                  <w:p w14:paraId="0B9DCD3D" w14:textId="13709346" w:rsidR="007F3386" w:rsidRPr="001454A2" w:rsidRDefault="007F3386" w:rsidP="007F3386">
                    <w:pPr>
                      <w:jc w:val="center"/>
                      <w:rPr>
                        <w:rFonts w:ascii="Calibri Light" w:hAnsi="Calibri Light" w:cs="Calibri Light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14E1036" w14:textId="1BEA2F7A" w:rsidR="00AD4A2E" w:rsidRDefault="00AD4A2E" w:rsidP="002124E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DD0A" w14:textId="21DE41F5" w:rsidR="00AD4A2E" w:rsidRDefault="00821C53" w:rsidP="002124E2">
    <w:pPr>
      <w:pStyle w:val="En-tte"/>
    </w:pPr>
    <w:r w:rsidRPr="00513E59">
      <w:rPr>
        <w:noProof/>
      </w:rPr>
      <w:drawing>
        <wp:anchor distT="0" distB="0" distL="114300" distR="114300" simplePos="0" relativeHeight="251684864" behindDoc="0" locked="0" layoutInCell="1" allowOverlap="1" wp14:anchorId="5AB5B235" wp14:editId="77BAAA86">
          <wp:simplePos x="0" y="0"/>
          <wp:positionH relativeFrom="column">
            <wp:posOffset>-876935</wp:posOffset>
          </wp:positionH>
          <wp:positionV relativeFrom="paragraph">
            <wp:posOffset>-11479530</wp:posOffset>
          </wp:positionV>
          <wp:extent cx="2438400" cy="692150"/>
          <wp:effectExtent l="0" t="0" r="0" b="0"/>
          <wp:wrapNone/>
          <wp:docPr id="378805565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405615" name="Image 1" descr="Une image contenant Police, Graphique, logo, text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692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7F4D">
      <w:rPr>
        <w:noProof/>
      </w:rPr>
      <w:drawing>
        <wp:anchor distT="0" distB="0" distL="114300" distR="114300" simplePos="0" relativeHeight="251685888" behindDoc="0" locked="0" layoutInCell="1" allowOverlap="1" wp14:anchorId="37847555" wp14:editId="46EFC739">
          <wp:simplePos x="0" y="0"/>
          <wp:positionH relativeFrom="column">
            <wp:posOffset>2229485</wp:posOffset>
          </wp:positionH>
          <wp:positionV relativeFrom="paragraph">
            <wp:posOffset>-33131125</wp:posOffset>
          </wp:positionV>
          <wp:extent cx="1094740" cy="756285"/>
          <wp:effectExtent l="0" t="0" r="0" b="5715"/>
          <wp:wrapNone/>
          <wp:docPr id="356809642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01" t="9035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3AFB">
      <w:rPr>
        <w:noProof/>
      </w:rPr>
      <w:drawing>
        <wp:anchor distT="0" distB="0" distL="114300" distR="114300" simplePos="0" relativeHeight="251686912" behindDoc="0" locked="0" layoutInCell="1" allowOverlap="1" wp14:anchorId="6C9739D3" wp14:editId="151E5000">
          <wp:simplePos x="0" y="0"/>
          <wp:positionH relativeFrom="column">
            <wp:posOffset>3644900</wp:posOffset>
          </wp:positionH>
          <wp:positionV relativeFrom="paragraph">
            <wp:posOffset>-33131299</wp:posOffset>
          </wp:positionV>
          <wp:extent cx="2959735" cy="325120"/>
          <wp:effectExtent l="0" t="0" r="0" b="0"/>
          <wp:wrapNone/>
          <wp:docPr id="6656460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1866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735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1A10" w:rsidRPr="00513E59">
      <w:rPr>
        <w:noProof/>
      </w:rPr>
      <w:drawing>
        <wp:anchor distT="0" distB="0" distL="114300" distR="114300" simplePos="0" relativeHeight="251688960" behindDoc="0" locked="0" layoutInCell="1" allowOverlap="1" wp14:anchorId="797330ED" wp14:editId="25D238E9">
          <wp:simplePos x="0" y="0"/>
          <wp:positionH relativeFrom="column">
            <wp:posOffset>-864870</wp:posOffset>
          </wp:positionH>
          <wp:positionV relativeFrom="paragraph">
            <wp:posOffset>-409575</wp:posOffset>
          </wp:positionV>
          <wp:extent cx="2438400" cy="692150"/>
          <wp:effectExtent l="0" t="0" r="0" b="0"/>
          <wp:wrapNone/>
          <wp:docPr id="33147879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405615" name="Image 1" descr="Une image contenant Police, Graphique, logo, text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692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1A10" w:rsidRPr="003C7F4D">
      <w:rPr>
        <w:noProof/>
      </w:rPr>
      <w:drawing>
        <wp:anchor distT="0" distB="0" distL="114300" distR="114300" simplePos="0" relativeHeight="251689984" behindDoc="0" locked="0" layoutInCell="1" allowOverlap="1" wp14:anchorId="6384B310" wp14:editId="08C5C2E3">
          <wp:simplePos x="0" y="0"/>
          <wp:positionH relativeFrom="column">
            <wp:posOffset>2235835</wp:posOffset>
          </wp:positionH>
          <wp:positionV relativeFrom="paragraph">
            <wp:posOffset>-412750</wp:posOffset>
          </wp:positionV>
          <wp:extent cx="1094740" cy="756285"/>
          <wp:effectExtent l="0" t="0" r="0" b="5715"/>
          <wp:wrapNone/>
          <wp:docPr id="2131289788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01" t="9035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1A10" w:rsidRPr="00CC3AFB">
      <w:rPr>
        <w:noProof/>
      </w:rPr>
      <w:drawing>
        <wp:anchor distT="0" distB="0" distL="114300" distR="114300" simplePos="0" relativeHeight="251691008" behindDoc="0" locked="0" layoutInCell="1" allowOverlap="1" wp14:anchorId="5D6F4EAC" wp14:editId="45E8A319">
          <wp:simplePos x="0" y="0"/>
          <wp:positionH relativeFrom="column">
            <wp:posOffset>3653155</wp:posOffset>
          </wp:positionH>
          <wp:positionV relativeFrom="paragraph">
            <wp:posOffset>-412663</wp:posOffset>
          </wp:positionV>
          <wp:extent cx="2959735" cy="325120"/>
          <wp:effectExtent l="0" t="0" r="0" b="0"/>
          <wp:wrapNone/>
          <wp:docPr id="4909118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1866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735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42A7AE0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49.05pt;height:256.55pt" o:bullet="t">
        <v:imagedata r:id="rId1" o:title="CCCA"/>
      </v:shape>
    </w:pict>
  </w:numPicBullet>
  <w:abstractNum w:abstractNumId="0" w15:restartNumberingAfterBreak="0">
    <w:nsid w:val="03A505D2"/>
    <w:multiLevelType w:val="hybridMultilevel"/>
    <w:tmpl w:val="154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958"/>
    <w:multiLevelType w:val="hybridMultilevel"/>
    <w:tmpl w:val="5D3E8422"/>
    <w:lvl w:ilvl="0" w:tplc="01544C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0BD"/>
    <w:multiLevelType w:val="multilevel"/>
    <w:tmpl w:val="F626D3D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  <w:u w:color="727176" w:themeColor="accent2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21504"/>
    <w:multiLevelType w:val="hybridMultilevel"/>
    <w:tmpl w:val="E780B4F2"/>
    <w:lvl w:ilvl="0" w:tplc="180A96A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27176" w:themeColor="accent2"/>
        <w:u w:color="5B9BD5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938B9"/>
    <w:multiLevelType w:val="multilevel"/>
    <w:tmpl w:val="AFD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8D12CD"/>
    <w:multiLevelType w:val="hybridMultilevel"/>
    <w:tmpl w:val="511CEDC8"/>
    <w:lvl w:ilvl="0" w:tplc="8B42D25A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960F7"/>
    <w:multiLevelType w:val="hybridMultilevel"/>
    <w:tmpl w:val="46F6B386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C2A29"/>
    <w:multiLevelType w:val="hybridMultilevel"/>
    <w:tmpl w:val="43300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A4E1F"/>
    <w:multiLevelType w:val="multilevel"/>
    <w:tmpl w:val="7B0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A86E79"/>
    <w:multiLevelType w:val="hybridMultilevel"/>
    <w:tmpl w:val="D1E8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1019A"/>
    <w:multiLevelType w:val="hybridMultilevel"/>
    <w:tmpl w:val="25B4D388"/>
    <w:lvl w:ilvl="0" w:tplc="5EA65D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89ACF4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C9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AA2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8CD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6A4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20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A1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F322B"/>
    <w:multiLevelType w:val="multilevel"/>
    <w:tmpl w:val="9D48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946A0F"/>
    <w:multiLevelType w:val="hybridMultilevel"/>
    <w:tmpl w:val="25D6DA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13279"/>
    <w:multiLevelType w:val="hybridMultilevel"/>
    <w:tmpl w:val="E8A6C2EA"/>
    <w:lvl w:ilvl="0" w:tplc="8C44AF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93929"/>
    <w:multiLevelType w:val="hybridMultilevel"/>
    <w:tmpl w:val="25B263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7B3614"/>
    <w:multiLevelType w:val="hybridMultilevel"/>
    <w:tmpl w:val="A992BD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4103A82"/>
    <w:multiLevelType w:val="hybridMultilevel"/>
    <w:tmpl w:val="A58C80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064ED"/>
    <w:multiLevelType w:val="hybridMultilevel"/>
    <w:tmpl w:val="4224AD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7B5D"/>
    <w:multiLevelType w:val="hybridMultilevel"/>
    <w:tmpl w:val="1CC29258"/>
    <w:lvl w:ilvl="0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9" w15:restartNumberingAfterBreak="0">
    <w:nsid w:val="5DB24E3B"/>
    <w:multiLevelType w:val="hybridMultilevel"/>
    <w:tmpl w:val="96885F98"/>
    <w:lvl w:ilvl="0" w:tplc="D8B09528">
      <w:start w:val="1"/>
      <w:numFmt w:val="bullet"/>
      <w:pStyle w:val="Titre2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1398B"/>
    <w:multiLevelType w:val="multilevel"/>
    <w:tmpl w:val="70B66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22F14"/>
    <w:multiLevelType w:val="hybridMultilevel"/>
    <w:tmpl w:val="4CB2C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B19BE"/>
    <w:multiLevelType w:val="hybridMultilevel"/>
    <w:tmpl w:val="81365DE0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F06F2"/>
    <w:multiLevelType w:val="multilevel"/>
    <w:tmpl w:val="430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E55D83"/>
    <w:multiLevelType w:val="hybridMultilevel"/>
    <w:tmpl w:val="601682A6"/>
    <w:lvl w:ilvl="0" w:tplc="5EA65D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D87DB9"/>
    <w:multiLevelType w:val="multilevel"/>
    <w:tmpl w:val="F56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AE756A"/>
    <w:multiLevelType w:val="hybridMultilevel"/>
    <w:tmpl w:val="52227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842A0"/>
    <w:multiLevelType w:val="hybridMultilevel"/>
    <w:tmpl w:val="8F460C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AE298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C673F"/>
    <w:multiLevelType w:val="multilevel"/>
    <w:tmpl w:val="2C9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5A4C23"/>
    <w:multiLevelType w:val="hybridMultilevel"/>
    <w:tmpl w:val="4184E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F0C16"/>
    <w:multiLevelType w:val="hybridMultilevel"/>
    <w:tmpl w:val="C5F0FA6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21A05"/>
    <w:multiLevelType w:val="hybridMultilevel"/>
    <w:tmpl w:val="DAFCA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600828">
    <w:abstractNumId w:val="19"/>
  </w:num>
  <w:num w:numId="2" w16cid:durableId="1197738981">
    <w:abstractNumId w:val="6"/>
  </w:num>
  <w:num w:numId="3" w16cid:durableId="1720741271">
    <w:abstractNumId w:val="23"/>
  </w:num>
  <w:num w:numId="4" w16cid:durableId="695423511">
    <w:abstractNumId w:val="21"/>
  </w:num>
  <w:num w:numId="5" w16cid:durableId="2142576370">
    <w:abstractNumId w:val="29"/>
  </w:num>
  <w:num w:numId="6" w16cid:durableId="2119133871">
    <w:abstractNumId w:val="11"/>
  </w:num>
  <w:num w:numId="7" w16cid:durableId="884752144">
    <w:abstractNumId w:val="4"/>
  </w:num>
  <w:num w:numId="8" w16cid:durableId="1416247329">
    <w:abstractNumId w:val="32"/>
  </w:num>
  <w:num w:numId="9" w16cid:durableId="912817524">
    <w:abstractNumId w:val="8"/>
  </w:num>
  <w:num w:numId="10" w16cid:durableId="1958558458">
    <w:abstractNumId w:val="24"/>
  </w:num>
  <w:num w:numId="11" w16cid:durableId="975721605">
    <w:abstractNumId w:val="26"/>
  </w:num>
  <w:num w:numId="12" w16cid:durableId="610281380">
    <w:abstractNumId w:val="27"/>
  </w:num>
  <w:num w:numId="13" w16cid:durableId="670916640">
    <w:abstractNumId w:val="2"/>
  </w:num>
  <w:num w:numId="14" w16cid:durableId="545605425">
    <w:abstractNumId w:val="20"/>
  </w:num>
  <w:num w:numId="15" w16cid:durableId="1146046913">
    <w:abstractNumId w:val="18"/>
  </w:num>
  <w:num w:numId="16" w16cid:durableId="1308508177">
    <w:abstractNumId w:val="30"/>
  </w:num>
  <w:num w:numId="17" w16cid:durableId="1795709779">
    <w:abstractNumId w:val="0"/>
  </w:num>
  <w:num w:numId="18" w16cid:durableId="2015497601">
    <w:abstractNumId w:val="25"/>
  </w:num>
  <w:num w:numId="19" w16cid:durableId="1692485163">
    <w:abstractNumId w:val="15"/>
  </w:num>
  <w:num w:numId="20" w16cid:durableId="47843246">
    <w:abstractNumId w:val="10"/>
  </w:num>
  <w:num w:numId="21" w16cid:durableId="1682774919">
    <w:abstractNumId w:val="19"/>
  </w:num>
  <w:num w:numId="22" w16cid:durableId="639572670">
    <w:abstractNumId w:val="19"/>
  </w:num>
  <w:num w:numId="23" w16cid:durableId="269358348">
    <w:abstractNumId w:val="12"/>
  </w:num>
  <w:num w:numId="24" w16cid:durableId="1405758896">
    <w:abstractNumId w:val="31"/>
  </w:num>
  <w:num w:numId="25" w16cid:durableId="2064208025">
    <w:abstractNumId w:val="14"/>
  </w:num>
  <w:num w:numId="26" w16cid:durableId="1854412165">
    <w:abstractNumId w:val="7"/>
  </w:num>
  <w:num w:numId="27" w16cid:durableId="1393653362">
    <w:abstractNumId w:val="22"/>
  </w:num>
  <w:num w:numId="28" w16cid:durableId="1055202407">
    <w:abstractNumId w:val="28"/>
  </w:num>
  <w:num w:numId="29" w16cid:durableId="1096751957">
    <w:abstractNumId w:val="17"/>
  </w:num>
  <w:num w:numId="30" w16cid:durableId="269627278">
    <w:abstractNumId w:val="16"/>
  </w:num>
  <w:num w:numId="31" w16cid:durableId="774909811">
    <w:abstractNumId w:val="9"/>
  </w:num>
  <w:num w:numId="32" w16cid:durableId="894044025">
    <w:abstractNumId w:val="1"/>
  </w:num>
  <w:num w:numId="33" w16cid:durableId="689339718">
    <w:abstractNumId w:val="5"/>
  </w:num>
  <w:num w:numId="34" w16cid:durableId="32538297">
    <w:abstractNumId w:val="13"/>
  </w:num>
  <w:num w:numId="35" w16cid:durableId="1362824159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5"/>
    <w:rsid w:val="00000D95"/>
    <w:rsid w:val="000069C2"/>
    <w:rsid w:val="00007B34"/>
    <w:rsid w:val="00014F1F"/>
    <w:rsid w:val="0001590A"/>
    <w:rsid w:val="00020CE7"/>
    <w:rsid w:val="00026F7B"/>
    <w:rsid w:val="000452C7"/>
    <w:rsid w:val="00045773"/>
    <w:rsid w:val="00047872"/>
    <w:rsid w:val="00063C7E"/>
    <w:rsid w:val="00070A89"/>
    <w:rsid w:val="00077AC8"/>
    <w:rsid w:val="00095825"/>
    <w:rsid w:val="000975F7"/>
    <w:rsid w:val="000A76B1"/>
    <w:rsid w:val="000B43CF"/>
    <w:rsid w:val="000B53A6"/>
    <w:rsid w:val="000B5EE6"/>
    <w:rsid w:val="000D2D4C"/>
    <w:rsid w:val="000D5ED7"/>
    <w:rsid w:val="000E614B"/>
    <w:rsid w:val="000F18A2"/>
    <w:rsid w:val="000F51D0"/>
    <w:rsid w:val="000F6A2F"/>
    <w:rsid w:val="001018B8"/>
    <w:rsid w:val="00103C37"/>
    <w:rsid w:val="001045BD"/>
    <w:rsid w:val="0011365D"/>
    <w:rsid w:val="00122E4F"/>
    <w:rsid w:val="00143DE7"/>
    <w:rsid w:val="001454A2"/>
    <w:rsid w:val="00150B40"/>
    <w:rsid w:val="00170D01"/>
    <w:rsid w:val="00170D53"/>
    <w:rsid w:val="001806DE"/>
    <w:rsid w:val="0019153E"/>
    <w:rsid w:val="00195150"/>
    <w:rsid w:val="00195DD3"/>
    <w:rsid w:val="001A1129"/>
    <w:rsid w:val="001B2423"/>
    <w:rsid w:val="001D67DD"/>
    <w:rsid w:val="001E3254"/>
    <w:rsid w:val="001F5864"/>
    <w:rsid w:val="002124E2"/>
    <w:rsid w:val="00223303"/>
    <w:rsid w:val="002250DD"/>
    <w:rsid w:val="00241162"/>
    <w:rsid w:val="00241F2E"/>
    <w:rsid w:val="002458ED"/>
    <w:rsid w:val="002528AD"/>
    <w:rsid w:val="00262D40"/>
    <w:rsid w:val="002658AB"/>
    <w:rsid w:val="002664C3"/>
    <w:rsid w:val="00276095"/>
    <w:rsid w:val="00282A18"/>
    <w:rsid w:val="00286126"/>
    <w:rsid w:val="00295797"/>
    <w:rsid w:val="00296065"/>
    <w:rsid w:val="002A1374"/>
    <w:rsid w:val="002A4DBE"/>
    <w:rsid w:val="002B718A"/>
    <w:rsid w:val="002C1A10"/>
    <w:rsid w:val="002C5585"/>
    <w:rsid w:val="002C5FE4"/>
    <w:rsid w:val="002C63B4"/>
    <w:rsid w:val="002E758D"/>
    <w:rsid w:val="002F6EB0"/>
    <w:rsid w:val="00302D4C"/>
    <w:rsid w:val="003031CE"/>
    <w:rsid w:val="00306D1D"/>
    <w:rsid w:val="00307617"/>
    <w:rsid w:val="0033544E"/>
    <w:rsid w:val="00347382"/>
    <w:rsid w:val="003525B6"/>
    <w:rsid w:val="00354CB4"/>
    <w:rsid w:val="00367ECE"/>
    <w:rsid w:val="00375ECF"/>
    <w:rsid w:val="003A5696"/>
    <w:rsid w:val="003B0833"/>
    <w:rsid w:val="003D47BB"/>
    <w:rsid w:val="003D5182"/>
    <w:rsid w:val="003E7DFA"/>
    <w:rsid w:val="003F3FFC"/>
    <w:rsid w:val="003F5521"/>
    <w:rsid w:val="004319D7"/>
    <w:rsid w:val="00450448"/>
    <w:rsid w:val="004514EC"/>
    <w:rsid w:val="0045618E"/>
    <w:rsid w:val="00462FA8"/>
    <w:rsid w:val="00467A35"/>
    <w:rsid w:val="00485431"/>
    <w:rsid w:val="004929EB"/>
    <w:rsid w:val="004B132D"/>
    <w:rsid w:val="004B645A"/>
    <w:rsid w:val="004C1995"/>
    <w:rsid w:val="004C3278"/>
    <w:rsid w:val="004D69DD"/>
    <w:rsid w:val="004E7583"/>
    <w:rsid w:val="004F6879"/>
    <w:rsid w:val="00501AD5"/>
    <w:rsid w:val="00505629"/>
    <w:rsid w:val="00543602"/>
    <w:rsid w:val="005558D3"/>
    <w:rsid w:val="00556AE5"/>
    <w:rsid w:val="00563115"/>
    <w:rsid w:val="0057193C"/>
    <w:rsid w:val="00572CA8"/>
    <w:rsid w:val="005731A4"/>
    <w:rsid w:val="00591A94"/>
    <w:rsid w:val="00595075"/>
    <w:rsid w:val="005A7471"/>
    <w:rsid w:val="005B37A1"/>
    <w:rsid w:val="005C04CD"/>
    <w:rsid w:val="005D4A06"/>
    <w:rsid w:val="005D52FD"/>
    <w:rsid w:val="005E4523"/>
    <w:rsid w:val="00601E0A"/>
    <w:rsid w:val="006126B8"/>
    <w:rsid w:val="006212FB"/>
    <w:rsid w:val="006774FE"/>
    <w:rsid w:val="006834FD"/>
    <w:rsid w:val="00684908"/>
    <w:rsid w:val="0069570B"/>
    <w:rsid w:val="0069774A"/>
    <w:rsid w:val="006A2F00"/>
    <w:rsid w:val="006A3BED"/>
    <w:rsid w:val="006B522C"/>
    <w:rsid w:val="006C132E"/>
    <w:rsid w:val="006D1F13"/>
    <w:rsid w:val="006E2B7A"/>
    <w:rsid w:val="006E3FA6"/>
    <w:rsid w:val="006E51DF"/>
    <w:rsid w:val="006E5492"/>
    <w:rsid w:val="006E6B04"/>
    <w:rsid w:val="006F3FD1"/>
    <w:rsid w:val="007006CC"/>
    <w:rsid w:val="007408AE"/>
    <w:rsid w:val="00756271"/>
    <w:rsid w:val="00762F97"/>
    <w:rsid w:val="0076715A"/>
    <w:rsid w:val="00787A43"/>
    <w:rsid w:val="007974B1"/>
    <w:rsid w:val="007A1D43"/>
    <w:rsid w:val="007A342C"/>
    <w:rsid w:val="007A3583"/>
    <w:rsid w:val="007B208D"/>
    <w:rsid w:val="007D556A"/>
    <w:rsid w:val="007E54DC"/>
    <w:rsid w:val="007E6152"/>
    <w:rsid w:val="007F3386"/>
    <w:rsid w:val="007F57CD"/>
    <w:rsid w:val="0080418E"/>
    <w:rsid w:val="00807CB1"/>
    <w:rsid w:val="00812E2E"/>
    <w:rsid w:val="00813D7A"/>
    <w:rsid w:val="00821C53"/>
    <w:rsid w:val="0082257B"/>
    <w:rsid w:val="008353AC"/>
    <w:rsid w:val="0085429E"/>
    <w:rsid w:val="0085557D"/>
    <w:rsid w:val="00862614"/>
    <w:rsid w:val="0087404A"/>
    <w:rsid w:val="0087747A"/>
    <w:rsid w:val="008844FE"/>
    <w:rsid w:val="008924B6"/>
    <w:rsid w:val="008B337F"/>
    <w:rsid w:val="008B6974"/>
    <w:rsid w:val="008C0A4C"/>
    <w:rsid w:val="008F0A94"/>
    <w:rsid w:val="008F7BE4"/>
    <w:rsid w:val="00907333"/>
    <w:rsid w:val="00920227"/>
    <w:rsid w:val="00926C4A"/>
    <w:rsid w:val="00931DBA"/>
    <w:rsid w:val="00932A08"/>
    <w:rsid w:val="0093456F"/>
    <w:rsid w:val="00956BE0"/>
    <w:rsid w:val="00981C64"/>
    <w:rsid w:val="0098373B"/>
    <w:rsid w:val="009C60D6"/>
    <w:rsid w:val="009D6F68"/>
    <w:rsid w:val="009E6B0A"/>
    <w:rsid w:val="009F1387"/>
    <w:rsid w:val="009F14C2"/>
    <w:rsid w:val="00A05F68"/>
    <w:rsid w:val="00A20575"/>
    <w:rsid w:val="00A461A5"/>
    <w:rsid w:val="00A65621"/>
    <w:rsid w:val="00A679EC"/>
    <w:rsid w:val="00A724CC"/>
    <w:rsid w:val="00A75FA2"/>
    <w:rsid w:val="00A830F1"/>
    <w:rsid w:val="00AA61C8"/>
    <w:rsid w:val="00AB1169"/>
    <w:rsid w:val="00AB1645"/>
    <w:rsid w:val="00AB5FC0"/>
    <w:rsid w:val="00AD4A2E"/>
    <w:rsid w:val="00AD6338"/>
    <w:rsid w:val="00AE32A2"/>
    <w:rsid w:val="00AE6659"/>
    <w:rsid w:val="00AF50D3"/>
    <w:rsid w:val="00AF70CD"/>
    <w:rsid w:val="00AF73E8"/>
    <w:rsid w:val="00B00EEC"/>
    <w:rsid w:val="00B256CA"/>
    <w:rsid w:val="00B32E3D"/>
    <w:rsid w:val="00B4611F"/>
    <w:rsid w:val="00B546B9"/>
    <w:rsid w:val="00B55AA7"/>
    <w:rsid w:val="00B656AB"/>
    <w:rsid w:val="00B667CA"/>
    <w:rsid w:val="00B67902"/>
    <w:rsid w:val="00B67D3C"/>
    <w:rsid w:val="00B77A5C"/>
    <w:rsid w:val="00B90E35"/>
    <w:rsid w:val="00B913C4"/>
    <w:rsid w:val="00B9739B"/>
    <w:rsid w:val="00BA4C12"/>
    <w:rsid w:val="00BB28A6"/>
    <w:rsid w:val="00BB4075"/>
    <w:rsid w:val="00BC70BE"/>
    <w:rsid w:val="00BD2D32"/>
    <w:rsid w:val="00BE2F69"/>
    <w:rsid w:val="00BF5044"/>
    <w:rsid w:val="00BF5557"/>
    <w:rsid w:val="00C00741"/>
    <w:rsid w:val="00C010F4"/>
    <w:rsid w:val="00C01BEE"/>
    <w:rsid w:val="00C03B21"/>
    <w:rsid w:val="00C03E37"/>
    <w:rsid w:val="00C11CAA"/>
    <w:rsid w:val="00C14D72"/>
    <w:rsid w:val="00C21B82"/>
    <w:rsid w:val="00C26774"/>
    <w:rsid w:val="00C343C9"/>
    <w:rsid w:val="00C4257B"/>
    <w:rsid w:val="00C6070E"/>
    <w:rsid w:val="00C62071"/>
    <w:rsid w:val="00C64E83"/>
    <w:rsid w:val="00C67716"/>
    <w:rsid w:val="00C70589"/>
    <w:rsid w:val="00C75870"/>
    <w:rsid w:val="00C8011A"/>
    <w:rsid w:val="00C91E07"/>
    <w:rsid w:val="00C96ED7"/>
    <w:rsid w:val="00CB2BC9"/>
    <w:rsid w:val="00CD6A2D"/>
    <w:rsid w:val="00CF5A5B"/>
    <w:rsid w:val="00D044D3"/>
    <w:rsid w:val="00D16F5A"/>
    <w:rsid w:val="00D219E9"/>
    <w:rsid w:val="00D308CB"/>
    <w:rsid w:val="00D37338"/>
    <w:rsid w:val="00D421DC"/>
    <w:rsid w:val="00D439ED"/>
    <w:rsid w:val="00D460A6"/>
    <w:rsid w:val="00D61F42"/>
    <w:rsid w:val="00D75F57"/>
    <w:rsid w:val="00D764E6"/>
    <w:rsid w:val="00D82637"/>
    <w:rsid w:val="00D939FE"/>
    <w:rsid w:val="00DA1F7F"/>
    <w:rsid w:val="00DB4C70"/>
    <w:rsid w:val="00DC14A7"/>
    <w:rsid w:val="00DF03A4"/>
    <w:rsid w:val="00DF0EF2"/>
    <w:rsid w:val="00DF6274"/>
    <w:rsid w:val="00E02DE2"/>
    <w:rsid w:val="00E04E55"/>
    <w:rsid w:val="00E06526"/>
    <w:rsid w:val="00E07EA0"/>
    <w:rsid w:val="00E56AC5"/>
    <w:rsid w:val="00E65191"/>
    <w:rsid w:val="00E733CA"/>
    <w:rsid w:val="00E77EFA"/>
    <w:rsid w:val="00E820B4"/>
    <w:rsid w:val="00E873D4"/>
    <w:rsid w:val="00EB178D"/>
    <w:rsid w:val="00EC5824"/>
    <w:rsid w:val="00ED2DDB"/>
    <w:rsid w:val="00EE09B1"/>
    <w:rsid w:val="00EE287B"/>
    <w:rsid w:val="00EE6376"/>
    <w:rsid w:val="00EE76E9"/>
    <w:rsid w:val="00EF095D"/>
    <w:rsid w:val="00F3412C"/>
    <w:rsid w:val="00F34ED8"/>
    <w:rsid w:val="00F363C0"/>
    <w:rsid w:val="00F45E20"/>
    <w:rsid w:val="00F545FD"/>
    <w:rsid w:val="00F66360"/>
    <w:rsid w:val="00F75FB4"/>
    <w:rsid w:val="00F84F45"/>
    <w:rsid w:val="00F86B56"/>
    <w:rsid w:val="00F90679"/>
    <w:rsid w:val="00F93754"/>
    <w:rsid w:val="00FA20B2"/>
    <w:rsid w:val="00FB5C22"/>
    <w:rsid w:val="00FE1D5D"/>
    <w:rsid w:val="00FE2E24"/>
    <w:rsid w:val="00FE60A0"/>
    <w:rsid w:val="585837E6"/>
    <w:rsid w:val="5CF986D1"/>
    <w:rsid w:val="67E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AEC95D"/>
  <w15:docId w15:val="{072BF11A-201A-40E5-A3C4-6BC700CB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38"/>
    <w:pPr>
      <w:spacing w:before="240"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D2DDB"/>
    <w:pPr>
      <w:spacing w:after="460"/>
      <w:outlineLvl w:val="0"/>
    </w:pPr>
    <w:rPr>
      <w:rFonts w:ascii="Montserrat Black" w:hAnsi="Montserrat Black"/>
      <w:color w:val="1D1D1B" w:themeColor="background2"/>
      <w:sz w:val="24"/>
      <w:szCs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43DE7"/>
    <w:pPr>
      <w:numPr>
        <w:numId w:val="1"/>
      </w:numPr>
      <w:spacing w:before="440"/>
      <w:outlineLvl w:val="1"/>
    </w:pPr>
    <w:rPr>
      <w:b/>
      <w:bCs/>
      <w:color w:val="1D1D1B" w:themeColor="background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63C7E"/>
  </w:style>
  <w:style w:type="paragraph" w:styleId="Pieddepage">
    <w:name w:val="footer"/>
    <w:basedOn w:val="Normal"/>
    <w:link w:val="Pieddepag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C7E"/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D2DDB"/>
    <w:pPr>
      <w:spacing w:before="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D2DDB"/>
    <w:rPr>
      <w:rFonts w:ascii="Montserrat Black" w:hAnsi="Montserrat Black"/>
      <w:color w:val="1D1D1B" w:themeColor="background2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43DE7"/>
    <w:rPr>
      <w:rFonts w:ascii="Roboto" w:hAnsi="Roboto"/>
      <w:b/>
      <w:bCs/>
      <w:color w:val="1D1D1B" w:themeColor="background2"/>
      <w:sz w:val="20"/>
      <w:szCs w:val="20"/>
      <w:lang w:val="fr-FR"/>
    </w:rPr>
  </w:style>
  <w:style w:type="paragraph" w:customStyle="1" w:styleId="BasicParagraph">
    <w:name w:val="[Basic Paragraph]"/>
    <w:basedOn w:val="Normal"/>
    <w:uiPriority w:val="99"/>
    <w:rsid w:val="00ED2DDB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43DE7"/>
    <w:pPr>
      <w:spacing w:before="3760"/>
      <w:ind w:left="2016"/>
    </w:pPr>
    <w:rPr>
      <w:rFonts w:ascii="Montserrat Black" w:hAnsi="Montserrat Black"/>
      <w:caps/>
      <w:color w:val="1D1D1B" w:themeColor="background2"/>
      <w:sz w:val="66"/>
      <w:szCs w:val="66"/>
    </w:rPr>
  </w:style>
  <w:style w:type="character" w:customStyle="1" w:styleId="TitreCar">
    <w:name w:val="Titre Car"/>
    <w:basedOn w:val="Policepardfaut"/>
    <w:link w:val="Titre"/>
    <w:uiPriority w:val="10"/>
    <w:rsid w:val="00143DE7"/>
    <w:rPr>
      <w:rFonts w:ascii="Montserrat Black" w:hAnsi="Montserrat Black"/>
      <w:caps/>
      <w:color w:val="1D1D1B" w:themeColor="background2"/>
      <w:sz w:val="66"/>
      <w:szCs w:val="66"/>
      <w:lang w:val="fr-FR"/>
    </w:rPr>
  </w:style>
  <w:style w:type="paragraph" w:styleId="Sous-titre">
    <w:name w:val="Subtitle"/>
    <w:basedOn w:val="Titre1"/>
    <w:next w:val="Normal"/>
    <w:link w:val="Sous-titreCar"/>
    <w:uiPriority w:val="11"/>
    <w:qFormat/>
    <w:rsid w:val="00143DE7"/>
    <w:pPr>
      <w:spacing w:before="760"/>
      <w:ind w:left="2016"/>
    </w:pPr>
    <w:rPr>
      <w:rFonts w:ascii="Montserrat" w:hAnsi="Montserrat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143DE7"/>
    <w:rPr>
      <w:rFonts w:ascii="Montserrat" w:hAnsi="Montserrat"/>
      <w:color w:val="1D1D1B" w:themeColor="background2"/>
      <w:sz w:val="56"/>
      <w:szCs w:val="56"/>
      <w:lang w:val="fr-FR"/>
    </w:rPr>
  </w:style>
  <w:style w:type="paragraph" w:styleId="NormalWeb">
    <w:name w:val="Normal (Web)"/>
    <w:basedOn w:val="Normal"/>
    <w:uiPriority w:val="99"/>
    <w:semiHidden/>
    <w:unhideWhenUsed/>
    <w:rsid w:val="0056311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14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14A7"/>
  </w:style>
  <w:style w:type="character" w:customStyle="1" w:styleId="CommentaireCar">
    <w:name w:val="Commentaire Car"/>
    <w:basedOn w:val="Policepardfaut"/>
    <w:link w:val="Commentaire"/>
    <w:uiPriority w:val="99"/>
    <w:semiHidden/>
    <w:rsid w:val="00DC14A7"/>
    <w:rPr>
      <w:rFonts w:ascii="Roboto" w:hAnsi="Roboto"/>
      <w:color w:val="636363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14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14A7"/>
    <w:rPr>
      <w:rFonts w:ascii="Roboto" w:hAnsi="Roboto"/>
      <w:b/>
      <w:bCs/>
      <w:color w:val="636363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14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4A7"/>
    <w:rPr>
      <w:rFonts w:ascii="Segoe UI" w:hAnsi="Segoe UI" w:cs="Segoe UI"/>
      <w:color w:val="636363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2658AB"/>
    <w:rPr>
      <w:color w:val="255F8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658AB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4B645A"/>
    <w:pPr>
      <w:spacing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6F3FD1"/>
    <w:rPr>
      <w:rFonts w:ascii="Roboto" w:hAnsi="Roboto"/>
      <w:color w:val="636363"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302D4C"/>
    <w:pPr>
      <w:spacing w:after="0" w:line="240" w:lineRule="auto"/>
    </w:pPr>
    <w:rPr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B0B0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B0B0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B0B0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B0B0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D308C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7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8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0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8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70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207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93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798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675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652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91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3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1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6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680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32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089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903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26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9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1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4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1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351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626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88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8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83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0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7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1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10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5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612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423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90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64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28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5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4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3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99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8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://www.appels-a-projets-cccabtp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://www.appels-a-projets-cccabtp.fr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image" Target="media/image100.png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jacob\AppData\Local\Microsoft\Windows\Temporary%20Internet%20Files\Content.Outlook\IH3JXRTV\CCCABTP_AAP_WORD_DMTS_050620_V2%20(002)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36363"/>
      </a:dk1>
      <a:lt1>
        <a:srgbClr val="FFFFFF"/>
      </a:lt1>
      <a:dk2>
        <a:srgbClr val="FFED00"/>
      </a:dk2>
      <a:lt2>
        <a:srgbClr val="1D1D1B"/>
      </a:lt2>
      <a:accent1>
        <a:srgbClr val="F8F6F5"/>
      </a:accent1>
      <a:accent2>
        <a:srgbClr val="727176"/>
      </a:accent2>
      <a:accent3>
        <a:srgbClr val="A5A5A5"/>
      </a:accent3>
      <a:accent4>
        <a:srgbClr val="BFB5A9"/>
      </a:accent4>
      <a:accent5>
        <a:srgbClr val="E7BE49"/>
      </a:accent5>
      <a:accent6>
        <a:srgbClr val="A2C62E"/>
      </a:accent6>
      <a:hlink>
        <a:srgbClr val="255F8F"/>
      </a:hlink>
      <a:folHlink>
        <a:srgbClr val="88486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18FE3144B6F40A47BB0DF655A63C3" ma:contentTypeVersion="14" ma:contentTypeDescription="Crée un document." ma:contentTypeScope="" ma:versionID="8f10c5349a9c7f404c1b8a8b5c4dd42d">
  <xsd:schema xmlns:xsd="http://www.w3.org/2001/XMLSchema" xmlns:xs="http://www.w3.org/2001/XMLSchema" xmlns:p="http://schemas.microsoft.com/office/2006/metadata/properties" xmlns:ns2="17a7d492-9908-4131-8faf-8abb11eb5ccc" xmlns:ns3="11a7bf6d-f23b-4f35-b2da-f50366bccb2f" targetNamespace="http://schemas.microsoft.com/office/2006/metadata/properties" ma:root="true" ma:fieldsID="84794b21fc84519c775b8520cb92e94c" ns2:_="" ns3:_="">
    <xsd:import namespace="17a7d492-9908-4131-8faf-8abb11eb5ccc"/>
    <xsd:import namespace="11a7bf6d-f23b-4f35-b2da-f50366bcc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7d492-9908-4131-8faf-8abb11eb5c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7bf6d-f23b-4f35-b2da-f50366bccb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D3F29-0CB2-42B4-89A7-70EB07B78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7d492-9908-4131-8faf-8abb11eb5ccc"/>
    <ds:schemaRef ds:uri="11a7bf6d-f23b-4f35-b2da-f50366bccb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745F6-7349-4E9E-81B0-DA59AC04F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56C4C-0221-4FF7-82C6-E5F94C8E5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833CE-32CF-42AF-B2A6-C209347C7E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CCCABTP_AAP_WORD_DMTS_050620_V2 (002)</Template>
  <TotalTime>34</TotalTime>
  <Pages>19</Pages>
  <Words>1044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LEGUERNEY Alexis</cp:lastModifiedBy>
  <cp:revision>42</cp:revision>
  <dcterms:created xsi:type="dcterms:W3CDTF">2025-01-27T16:26:00Z</dcterms:created>
  <dcterms:modified xsi:type="dcterms:W3CDTF">2026-02-03T10:32:00Z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0x01010059C18FE3144B6F40A47BB0DF655A63C3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